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916CC6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1905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4B49">
        <w:rPr>
          <w:rFonts w:ascii="Times New Roman" w:hAnsi="Times New Roman"/>
          <w:bCs/>
          <w:sz w:val="28"/>
          <w:szCs w:val="28"/>
        </w:rPr>
        <w:t>от 07 февраля 2019 г. № 27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6F4B49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4979" w:type="pct"/>
        <w:jc w:val="center"/>
        <w:tblLook w:val="01E0" w:firstRow="1" w:lastRow="1" w:firstColumn="1" w:lastColumn="1" w:noHBand="0" w:noVBand="0"/>
      </w:tblPr>
      <w:tblGrid>
        <w:gridCol w:w="9672"/>
      </w:tblGrid>
      <w:tr w:rsidR="000D5EED" w:rsidRPr="001A523B" w:rsidTr="009E63FF">
        <w:trPr>
          <w:trHeight w:val="1267"/>
          <w:jc w:val="center"/>
        </w:trPr>
        <w:tc>
          <w:tcPr>
            <w:tcW w:w="5000" w:type="pct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F720EA" w:rsidRPr="001A523B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1A523B">
              <w:rPr>
                <w:rFonts w:ascii="Times New Roman" w:hAnsi="Times New Roman"/>
                <w:sz w:val="28"/>
                <w:szCs w:val="28"/>
              </w:rPr>
              <w:lastRenderedPageBreak/>
              <w:t>О внесении изменений в постановление Правительства</w:t>
            </w:r>
          </w:p>
          <w:p w:rsidR="00F720EA" w:rsidRPr="001A523B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Рязанской области от 30 октября 2013 г. № 358 «Об утверждении</w:t>
            </w:r>
          </w:p>
          <w:p w:rsidR="00F720EA" w:rsidRPr="001A523B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государственной программы Рязанской области «Дорожное хозяйство</w:t>
            </w:r>
          </w:p>
          <w:p w:rsidR="00234034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A523B">
              <w:rPr>
                <w:rFonts w:ascii="Times New Roman" w:hAnsi="Times New Roman"/>
                <w:sz w:val="28"/>
                <w:szCs w:val="28"/>
              </w:rPr>
              <w:t>и транспорт» (в редакции постановлений Правительства Рязанской области</w:t>
            </w:r>
            <w:proofErr w:type="gramEnd"/>
          </w:p>
          <w:p w:rsidR="00E921FD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от 19.03.2014 № 64, от 14.05.2014 № 123, от 16.07.2014 № 202, от 09.09.2014</w:t>
            </w:r>
          </w:p>
          <w:p w:rsidR="00E921FD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№ 254, от 10.12.2014 № 364, от 23.12.2014 № 397, от 21.01.2015 № 1,</w:t>
            </w:r>
          </w:p>
          <w:p w:rsidR="00E921FD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от 26.02.2015 № 29, от 23.04.2015 № 86, от  29.05.2015 № 121, от 12.08.2015</w:t>
            </w:r>
          </w:p>
          <w:p w:rsidR="00F720EA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№ 195, от 09.09.2015 № 219, от 21.10.2015 </w:t>
            </w:r>
            <w:hyperlink r:id="rId13" w:history="1">
              <w:r w:rsidRPr="001A523B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1A523B">
              <w:rPr>
                <w:rFonts w:ascii="Times New Roman" w:hAnsi="Times New Roman"/>
                <w:sz w:val="28"/>
                <w:szCs w:val="28"/>
              </w:rPr>
              <w:t xml:space="preserve"> 262, от 02.12.2015 № 294,</w:t>
            </w:r>
          </w:p>
          <w:p w:rsidR="00F720EA" w:rsidRPr="001A523B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от 23.03.2016 № 50, от 02.06.2016 № 123, от 20.07.2016 № 162,</w:t>
            </w:r>
          </w:p>
          <w:p w:rsidR="00F720EA" w:rsidRPr="001A523B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от 28.09.2016 № 223, от 16.11.2016 № 256, от 23.12.2016 № 302,</w:t>
            </w:r>
          </w:p>
          <w:p w:rsidR="00F720EA" w:rsidRPr="001A523B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от 08.02.2017 № 15, от 21.02.2017 № 34, от 05.04.2017 № 58,</w:t>
            </w:r>
          </w:p>
          <w:p w:rsidR="00F720EA" w:rsidRDefault="00F720EA" w:rsidP="00F720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от 30.05.2017 № 127, от 28.09.2017 № 227, от 08.11.2017 № 276,</w:t>
            </w:r>
          </w:p>
          <w:p w:rsidR="006C3C5B" w:rsidRDefault="00F720EA" w:rsidP="00F720E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от 12.12.2017 № 339, </w:t>
            </w:r>
            <w:r w:rsidRPr="001A523B">
              <w:rPr>
                <w:rFonts w:ascii="Times New Roman" w:hAnsi="Times New Roman"/>
                <w:color w:val="000000"/>
                <w:sz w:val="28"/>
                <w:szCs w:val="28"/>
              </w:rPr>
              <w:t>от 13.02.2018 № 30, от 03.04.2018 № 81,</w:t>
            </w:r>
          </w:p>
          <w:p w:rsidR="006C3C5B" w:rsidRDefault="00F720EA" w:rsidP="006C3C5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color w:val="000000"/>
                <w:sz w:val="28"/>
                <w:szCs w:val="28"/>
              </w:rPr>
              <w:t>от 20.06.2018 № 177, от 07.08.2018 № 221, от 11.09.2018 № 261,</w:t>
            </w:r>
          </w:p>
          <w:p w:rsidR="000068C2" w:rsidRPr="006C3C5B" w:rsidRDefault="00F720EA" w:rsidP="006C3C5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от 19.12.2018 № 385, от 19.12.2018 № 386, от</w:t>
            </w:r>
            <w:r w:rsidR="009A4583" w:rsidRPr="001A523B">
              <w:rPr>
                <w:rFonts w:ascii="Times New Roman" w:hAnsi="Times New Roman"/>
                <w:sz w:val="28"/>
                <w:szCs w:val="28"/>
              </w:rPr>
              <w:t xml:space="preserve"> 29.12.2018 № 445</w:t>
            </w:r>
            <w:r w:rsidR="00A148B4" w:rsidRPr="001A523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8D5C04" w:rsidRPr="001A523B" w:rsidRDefault="008D5C04" w:rsidP="00916EF4">
      <w:pPr>
        <w:tabs>
          <w:tab w:val="left" w:pos="726"/>
          <w:tab w:val="left" w:pos="829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Правительство Рязанской области ПОСТАНОВЛЯЕТ</w:t>
      </w:r>
      <w:r w:rsidR="00142E6B" w:rsidRPr="001A523B">
        <w:rPr>
          <w:rFonts w:ascii="Times New Roman" w:hAnsi="Times New Roman"/>
          <w:sz w:val="28"/>
          <w:szCs w:val="28"/>
        </w:rPr>
        <w:t>:</w:t>
      </w:r>
      <w:r w:rsidR="00916EF4">
        <w:rPr>
          <w:rFonts w:ascii="Times New Roman" w:hAnsi="Times New Roman"/>
          <w:sz w:val="28"/>
          <w:szCs w:val="28"/>
        </w:rPr>
        <w:tab/>
      </w:r>
    </w:p>
    <w:p w:rsidR="0075344E" w:rsidRPr="001A523B" w:rsidRDefault="009B0239" w:rsidP="001A523B">
      <w:pPr>
        <w:tabs>
          <w:tab w:val="left" w:pos="102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Внести </w:t>
      </w:r>
      <w:r w:rsidR="00EF72EE" w:rsidRPr="001A523B">
        <w:rPr>
          <w:rFonts w:ascii="Times New Roman" w:hAnsi="Times New Roman"/>
          <w:sz w:val="28"/>
          <w:szCs w:val="28"/>
        </w:rPr>
        <w:t xml:space="preserve">в </w:t>
      </w:r>
      <w:r w:rsidR="003D3BA9" w:rsidRPr="001A523B">
        <w:rPr>
          <w:rFonts w:ascii="Times New Roman" w:hAnsi="Times New Roman"/>
          <w:sz w:val="28"/>
          <w:szCs w:val="28"/>
        </w:rPr>
        <w:t xml:space="preserve">приложение к </w:t>
      </w:r>
      <w:r w:rsidRPr="001A523B">
        <w:rPr>
          <w:rFonts w:ascii="Times New Roman" w:hAnsi="Times New Roman"/>
          <w:sz w:val="28"/>
          <w:szCs w:val="28"/>
        </w:rPr>
        <w:t>постановлени</w:t>
      </w:r>
      <w:r w:rsidR="003D3BA9" w:rsidRPr="001A523B">
        <w:rPr>
          <w:rFonts w:ascii="Times New Roman" w:hAnsi="Times New Roman"/>
          <w:sz w:val="28"/>
          <w:szCs w:val="28"/>
        </w:rPr>
        <w:t>ю</w:t>
      </w:r>
      <w:r w:rsidRPr="001A523B">
        <w:rPr>
          <w:rFonts w:ascii="Times New Roman" w:hAnsi="Times New Roman"/>
          <w:sz w:val="28"/>
          <w:szCs w:val="28"/>
        </w:rPr>
        <w:t xml:space="preserve"> Пра</w:t>
      </w:r>
      <w:r w:rsidR="0062788E" w:rsidRPr="001A523B">
        <w:rPr>
          <w:rFonts w:ascii="Times New Roman" w:hAnsi="Times New Roman"/>
          <w:sz w:val="28"/>
          <w:szCs w:val="28"/>
        </w:rPr>
        <w:t>вительства Рязанской области</w:t>
      </w:r>
      <w:r w:rsidR="00E308BD" w:rsidRPr="001A523B">
        <w:rPr>
          <w:rFonts w:ascii="Times New Roman" w:hAnsi="Times New Roman"/>
          <w:sz w:val="28"/>
          <w:szCs w:val="28"/>
        </w:rPr>
        <w:t xml:space="preserve"> </w:t>
      </w:r>
      <w:r w:rsidR="00EF72EE" w:rsidRPr="001A523B">
        <w:rPr>
          <w:rFonts w:ascii="Times New Roman" w:hAnsi="Times New Roman"/>
          <w:sz w:val="28"/>
          <w:szCs w:val="28"/>
        </w:rPr>
        <w:t>от</w:t>
      </w:r>
      <w:r w:rsidR="003D3BA9" w:rsidRPr="001A523B">
        <w:rPr>
          <w:rFonts w:ascii="Times New Roman" w:hAnsi="Times New Roman"/>
          <w:sz w:val="28"/>
          <w:szCs w:val="28"/>
        </w:rPr>
        <w:t xml:space="preserve"> </w:t>
      </w:r>
      <w:r w:rsidR="00C605DA" w:rsidRPr="001A523B">
        <w:rPr>
          <w:rFonts w:ascii="Times New Roman" w:hAnsi="Times New Roman"/>
          <w:sz w:val="28"/>
          <w:szCs w:val="28"/>
        </w:rPr>
        <w:t>3</w:t>
      </w:r>
      <w:r w:rsidR="00EF72EE" w:rsidRPr="001A523B">
        <w:rPr>
          <w:rFonts w:ascii="Times New Roman" w:hAnsi="Times New Roman"/>
          <w:sz w:val="28"/>
          <w:szCs w:val="28"/>
        </w:rPr>
        <w:t xml:space="preserve">0 октября 2013 г. № 358 </w:t>
      </w:r>
      <w:r w:rsidRPr="001A523B">
        <w:rPr>
          <w:rFonts w:ascii="Times New Roman" w:hAnsi="Times New Roman"/>
          <w:sz w:val="28"/>
          <w:szCs w:val="28"/>
        </w:rPr>
        <w:t>«Об утверждении г</w:t>
      </w:r>
      <w:r w:rsidR="00BB21AB" w:rsidRPr="001A523B">
        <w:rPr>
          <w:rFonts w:ascii="Times New Roman" w:hAnsi="Times New Roman"/>
          <w:sz w:val="28"/>
          <w:szCs w:val="28"/>
        </w:rPr>
        <w:t>осударственной программы Рязанск</w:t>
      </w:r>
      <w:r w:rsidRPr="001A523B">
        <w:rPr>
          <w:rFonts w:ascii="Times New Roman" w:hAnsi="Times New Roman"/>
          <w:sz w:val="28"/>
          <w:szCs w:val="28"/>
        </w:rPr>
        <w:t>ой области «Дорожное хозяйство</w:t>
      </w:r>
      <w:r w:rsidR="000757B2" w:rsidRPr="001A523B">
        <w:rPr>
          <w:rFonts w:ascii="Times New Roman" w:hAnsi="Times New Roman"/>
          <w:sz w:val="28"/>
          <w:szCs w:val="28"/>
        </w:rPr>
        <w:t xml:space="preserve"> и транспорт</w:t>
      </w:r>
      <w:r w:rsidRPr="001A523B">
        <w:rPr>
          <w:rFonts w:ascii="Times New Roman" w:hAnsi="Times New Roman"/>
          <w:sz w:val="28"/>
          <w:szCs w:val="28"/>
        </w:rPr>
        <w:t>» следующие изменения:</w:t>
      </w:r>
    </w:p>
    <w:p w:rsidR="00E308BD" w:rsidRPr="001A523B" w:rsidRDefault="00E308BD" w:rsidP="001A523B">
      <w:pPr>
        <w:pStyle w:val="af4"/>
        <w:numPr>
          <w:ilvl w:val="0"/>
          <w:numId w:val="23"/>
        </w:numPr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 паспорте государственной программы:</w:t>
      </w:r>
    </w:p>
    <w:p w:rsidR="002F4D36" w:rsidRPr="001A523B" w:rsidRDefault="001A523B" w:rsidP="001A523B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абзац пятый </w:t>
      </w:r>
      <w:r w:rsidR="002F4D36" w:rsidRPr="001A523B">
        <w:rPr>
          <w:rFonts w:ascii="Times New Roman" w:hAnsi="Times New Roman"/>
          <w:sz w:val="28"/>
          <w:szCs w:val="28"/>
        </w:rPr>
        <w:t>строк</w:t>
      </w:r>
      <w:r>
        <w:rPr>
          <w:rFonts w:ascii="Times New Roman" w:hAnsi="Times New Roman"/>
          <w:sz w:val="28"/>
          <w:szCs w:val="28"/>
        </w:rPr>
        <w:t>и</w:t>
      </w:r>
      <w:r w:rsidR="002F4D36" w:rsidRPr="001A523B">
        <w:rPr>
          <w:rFonts w:ascii="Times New Roman" w:hAnsi="Times New Roman"/>
          <w:sz w:val="28"/>
          <w:szCs w:val="28"/>
        </w:rPr>
        <w:t xml:space="preserve"> «Исполнители программы» дополнить словами          «(далее – ГКУ Рязанской области «ДДРО»)</w:t>
      </w:r>
      <w:proofErr w:type="gramStart"/>
      <w:r w:rsidR="002F4D36" w:rsidRPr="001A523B">
        <w:rPr>
          <w:rFonts w:ascii="Times New Roman" w:hAnsi="Times New Roman"/>
          <w:sz w:val="28"/>
          <w:szCs w:val="28"/>
        </w:rPr>
        <w:t>,»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F649B0" w:rsidRPr="001A523B" w:rsidRDefault="00F649B0" w:rsidP="001A523B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строку «Целевые индикаторы» дополнить новыми абзацами </w:t>
      </w:r>
      <w:r w:rsidR="00240D98" w:rsidRPr="001A523B">
        <w:rPr>
          <w:rFonts w:ascii="Times New Roman" w:hAnsi="Times New Roman"/>
          <w:sz w:val="28"/>
          <w:szCs w:val="28"/>
        </w:rPr>
        <w:t>тридцать вторым</w:t>
      </w:r>
      <w:r w:rsidR="00210413" w:rsidRPr="001A523B">
        <w:rPr>
          <w:rFonts w:ascii="Times New Roman" w:hAnsi="Times New Roman"/>
          <w:sz w:val="28"/>
          <w:szCs w:val="28"/>
        </w:rPr>
        <w:t>,</w:t>
      </w:r>
      <w:r w:rsidR="00240D98" w:rsidRPr="001A523B">
        <w:rPr>
          <w:rFonts w:ascii="Times New Roman" w:hAnsi="Times New Roman"/>
          <w:sz w:val="28"/>
          <w:szCs w:val="28"/>
        </w:rPr>
        <w:t xml:space="preserve"> тридцать третьим </w:t>
      </w:r>
      <w:r w:rsidRPr="001A523B">
        <w:rPr>
          <w:rFonts w:ascii="Times New Roman" w:hAnsi="Times New Roman"/>
          <w:sz w:val="28"/>
          <w:szCs w:val="28"/>
        </w:rPr>
        <w:t>следующего содержания:</w:t>
      </w:r>
    </w:p>
    <w:p w:rsidR="00F649B0" w:rsidRPr="001A523B" w:rsidRDefault="00F649B0" w:rsidP="001A523B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 «выполнение </w:t>
      </w:r>
      <w:r w:rsidR="00210413" w:rsidRPr="001A523B">
        <w:rPr>
          <w:rFonts w:ascii="Times New Roman" w:hAnsi="Times New Roman"/>
          <w:sz w:val="28"/>
          <w:szCs w:val="28"/>
        </w:rPr>
        <w:t xml:space="preserve">регулярных </w:t>
      </w:r>
      <w:r w:rsidRPr="001A523B">
        <w:rPr>
          <w:rFonts w:ascii="Times New Roman" w:hAnsi="Times New Roman"/>
          <w:sz w:val="28"/>
          <w:szCs w:val="28"/>
        </w:rPr>
        <w:t>рейсов автомобильным транспортом общего пользования по межмуниципальным маршрутам</w:t>
      </w:r>
      <w:proofErr w:type="gramStart"/>
      <w:r w:rsidRPr="001A523B">
        <w:rPr>
          <w:rFonts w:ascii="Times New Roman" w:hAnsi="Times New Roman"/>
          <w:sz w:val="28"/>
          <w:szCs w:val="28"/>
        </w:rPr>
        <w:t>;»</w:t>
      </w:r>
      <w:proofErr w:type="gramEnd"/>
      <w:r w:rsidRPr="001A523B">
        <w:rPr>
          <w:rFonts w:ascii="Times New Roman" w:hAnsi="Times New Roman"/>
          <w:sz w:val="28"/>
          <w:szCs w:val="28"/>
        </w:rPr>
        <w:t>;</w:t>
      </w:r>
    </w:p>
    <w:p w:rsidR="00F649B0" w:rsidRPr="001A523B" w:rsidRDefault="00F649B0" w:rsidP="001A523B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«выполнение </w:t>
      </w:r>
      <w:r w:rsidR="00210413" w:rsidRPr="001A523B">
        <w:rPr>
          <w:rFonts w:ascii="Times New Roman" w:hAnsi="Times New Roman"/>
          <w:sz w:val="28"/>
          <w:szCs w:val="28"/>
        </w:rPr>
        <w:t xml:space="preserve">регулярных </w:t>
      </w:r>
      <w:r w:rsidRPr="001A523B">
        <w:rPr>
          <w:rFonts w:ascii="Times New Roman" w:hAnsi="Times New Roman"/>
          <w:sz w:val="28"/>
          <w:szCs w:val="28"/>
        </w:rPr>
        <w:t>рейсов автомобильным транспортом общего пользования по муниципальным маршрутам</w:t>
      </w:r>
      <w:proofErr w:type="gramStart"/>
      <w:r w:rsidRPr="001A523B">
        <w:rPr>
          <w:rFonts w:ascii="Times New Roman" w:hAnsi="Times New Roman"/>
          <w:sz w:val="28"/>
          <w:szCs w:val="28"/>
        </w:rPr>
        <w:t>;»</w:t>
      </w:r>
      <w:proofErr w:type="gramEnd"/>
      <w:r w:rsidRPr="001A523B">
        <w:rPr>
          <w:rFonts w:ascii="Times New Roman" w:hAnsi="Times New Roman"/>
          <w:sz w:val="28"/>
          <w:szCs w:val="28"/>
        </w:rPr>
        <w:t>;</w:t>
      </w:r>
    </w:p>
    <w:p w:rsidR="00915BDE" w:rsidRPr="001A523B" w:rsidRDefault="00915BDE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строку «Объемы и источники финансирования»</w:t>
      </w:r>
      <w:r w:rsidR="00F07860" w:rsidRPr="001A523B">
        <w:rPr>
          <w:rFonts w:ascii="Times New Roman" w:hAnsi="Times New Roman"/>
          <w:sz w:val="28"/>
          <w:szCs w:val="28"/>
        </w:rPr>
        <w:t xml:space="preserve"> изложить </w:t>
      </w:r>
      <w:r w:rsidR="00F07860" w:rsidRPr="001A523B">
        <w:rPr>
          <w:rFonts w:ascii="Times New Roman" w:hAnsi="Times New Roman"/>
          <w:sz w:val="28"/>
          <w:szCs w:val="28"/>
        </w:rPr>
        <w:br/>
        <w:t>в следующей редакции:</w:t>
      </w:r>
    </w:p>
    <w:p w:rsidR="007A6EE4" w:rsidRPr="001A523B" w:rsidRDefault="007A6EE4" w:rsidP="00915BD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304"/>
      </w:tblGrid>
      <w:tr w:rsidR="005E22AD" w:rsidRPr="001A523B" w:rsidTr="00F649B0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«Объемы и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04" w:type="dxa"/>
            <w:tcBorders>
              <w:top w:val="single" w:sz="4" w:space="0" w:color="auto"/>
              <w:bottom w:val="single" w:sz="4" w:space="0" w:color="auto"/>
            </w:tcBorders>
          </w:tcPr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Источником финансирования мероприятий Программы являются средства областного бюджета, в том числе бюджетные ассигнования дорожного фонда Рязанской области (далее - дорожный фонд) и средства федерального бюджета.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A523B">
              <w:rPr>
                <w:rFonts w:ascii="Times New Roman" w:hAnsi="Times New Roman"/>
                <w:sz w:val="28"/>
                <w:szCs w:val="28"/>
              </w:rPr>
              <w:t>Объем финансирования Программы составляет  7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1881731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,29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152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рублей, из них бюджетные а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ссигнования дорожного фонда - 639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9437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,6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6 тыс. рублей, в том числе: 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средства областного бюджета - 55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3504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4,8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9335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рублей, из них бюджетные а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ссигнования дорожного фонда - 4928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34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57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73539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рублей, ср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едства федерального бюджета - 15946686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3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17 тыс. рублей, из них бюджетные 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 xml:space="preserve">ассигнования дорожного фонда - 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1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4625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97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8717 тыс. рублей.</w:t>
            </w:r>
            <w:proofErr w:type="gramEnd"/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2014 год - 2740868,58882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- 3793551,71596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- 5794329,50081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- 6432188,86005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- 6318220,75605 тыс. рублей;</w:t>
            </w:r>
          </w:p>
          <w:p w:rsidR="005E22AD" w:rsidRPr="001A523B" w:rsidRDefault="00E308B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2019 год - 73941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8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1831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2020 год - 78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171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2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37748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2021 год - 9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618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06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82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77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- 9177987,06129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- 7678686,21499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- 4972786,21499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2014 год - 2740868,58882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- 3793551,71596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- 4568959,41163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- 5426490,8127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- 5183153,08319 тыс. рублей;</w:t>
            </w:r>
          </w:p>
          <w:p w:rsidR="005E22AD" w:rsidRPr="001A523B" w:rsidRDefault="00E308B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2019 год - 66262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75,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3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34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2020 год - 7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3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6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68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E308BD" w:rsidRPr="001A523B">
              <w:rPr>
                <w:rFonts w:ascii="Times New Roman" w:hAnsi="Times New Roman"/>
                <w:sz w:val="28"/>
                <w:szCs w:val="28"/>
              </w:rPr>
              <w:t>95342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E308B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2021 год - 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963030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16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3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- 7387486,5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- 7444726,5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- 4738826,5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средства областного бюджета по годам: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2014 год - 2740868,58882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- 3114508,62596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- 4727663,00081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- 5497081,18005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- 5263285,33888 тыс. рублей;</w:t>
            </w:r>
          </w:p>
          <w:p w:rsidR="005E22AD" w:rsidRPr="001A523B" w:rsidRDefault="001A32C9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2019 год - 5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28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3968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21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31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1A32C9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2020 год - 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6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97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696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87748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1A32C9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2021 год - 89171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5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8277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- 4991980,55029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- 4128786,21499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- 4292786,21499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2014 год - 2740868,58882 тыс. рублей, из них бюджетные ассигнования на финансирование фактически выполненных и неоплаченных работ в 2013 году по долгосрочной целевой </w:t>
            </w:r>
            <w:hyperlink r:id="rId14" w:history="1">
              <w:r w:rsidRPr="001A523B">
                <w:rPr>
                  <w:rFonts w:ascii="Times New Roman" w:hAnsi="Times New Roman"/>
                  <w:sz w:val="28"/>
                  <w:szCs w:val="28"/>
                </w:rPr>
                <w:t>программе</w:t>
              </w:r>
            </w:hyperlink>
            <w:r w:rsidRPr="001A523B">
              <w:rPr>
                <w:rFonts w:ascii="Times New Roman" w:hAnsi="Times New Roman"/>
                <w:sz w:val="28"/>
                <w:szCs w:val="28"/>
              </w:rPr>
              <w:t xml:space="preserve"> «Дорожное хозяйство Рязанской области на 2010-2015 годы» - 189251,96348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- 3114508,62596 тыс. рублей, из них бюджетные ассигнования на финансирование фактически выполненных и неоплаченных работ в 2014 году - 102766,00897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- 3802292,91163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- 4491383,1327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- 4128217,66602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2019 год - </w:t>
            </w:r>
            <w:r w:rsidR="001A32C9" w:rsidRPr="001A523B">
              <w:rPr>
                <w:rFonts w:ascii="Times New Roman" w:hAnsi="Times New Roman"/>
                <w:sz w:val="28"/>
                <w:szCs w:val="28"/>
              </w:rPr>
              <w:t>4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5</w:t>
            </w:r>
            <w:r w:rsidR="001A32C9" w:rsidRPr="001A523B">
              <w:rPr>
                <w:rFonts w:ascii="Times New Roman" w:hAnsi="Times New Roman"/>
                <w:sz w:val="28"/>
                <w:szCs w:val="28"/>
              </w:rPr>
              <w:t>160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6</w:t>
            </w:r>
            <w:r w:rsidR="001A32C9" w:rsidRPr="001A523B">
              <w:rPr>
                <w:rFonts w:ascii="Times New Roman" w:hAnsi="Times New Roman"/>
                <w:sz w:val="28"/>
                <w:szCs w:val="28"/>
              </w:rPr>
              <w:t>4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1A32C9" w:rsidRPr="001A523B">
              <w:rPr>
                <w:rFonts w:ascii="Times New Roman" w:hAnsi="Times New Roman"/>
                <w:sz w:val="28"/>
                <w:szCs w:val="28"/>
              </w:rPr>
              <w:t>6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="001A32C9" w:rsidRPr="001A523B">
              <w:rPr>
                <w:rFonts w:ascii="Times New Roman" w:hAnsi="Times New Roman"/>
                <w:sz w:val="28"/>
                <w:szCs w:val="28"/>
              </w:rPr>
              <w:t>34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2 тыс. рублей;</w:t>
            </w:r>
          </w:p>
          <w:p w:rsidR="005E22AD" w:rsidRPr="001A523B" w:rsidRDefault="001A32C9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2020 год - 61959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04,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45342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1A32C9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2021 год - 8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1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1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378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16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3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- 4222186,5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- 3894826,5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- 4058826,5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средства федерального бюджета по годам: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- 679043,09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- 1066666,5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- 935107,68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- 1054935,41717 тыс. рублей;</w:t>
            </w:r>
          </w:p>
          <w:p w:rsidR="005E22AD" w:rsidRPr="001A523B" w:rsidRDefault="001A32C9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2019 год - 211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21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0,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2020 год - </w:t>
            </w:r>
            <w:r w:rsidR="001A32C9" w:rsidRPr="001A523B">
              <w:rPr>
                <w:rFonts w:ascii="Times New Roman" w:hAnsi="Times New Roman"/>
                <w:sz w:val="28"/>
                <w:szCs w:val="28"/>
              </w:rPr>
              <w:t>840164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1A32C9" w:rsidRPr="001A523B">
              <w:rPr>
                <w:rFonts w:ascii="Times New Roman" w:hAnsi="Times New Roman"/>
                <w:sz w:val="28"/>
                <w:szCs w:val="28"/>
              </w:rPr>
              <w:t>5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2021 год - </w:t>
            </w:r>
            <w:r w:rsidR="001A32C9" w:rsidRPr="001A523B">
              <w:rPr>
                <w:rFonts w:ascii="Times New Roman" w:hAnsi="Times New Roman"/>
                <w:sz w:val="28"/>
                <w:szCs w:val="28"/>
              </w:rPr>
              <w:t>84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4652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- 4186006,511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- 3549900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- 680000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- 679043,09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- 766666,5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- 935107,68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- 1054935,41717 тыс. рублей;</w:t>
            </w:r>
          </w:p>
          <w:p w:rsidR="005E22AD" w:rsidRPr="001A523B" w:rsidRDefault="001A32C9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2019 год - 211021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0,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1A32C9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2020 год - 840164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5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1A32C9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2021 год - 844652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- 3165300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- 3549900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- 680000 тыс. рублей.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A523B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w:anchor="P1170" w:history="1">
              <w:r w:rsidRPr="001A523B">
                <w:rPr>
                  <w:rFonts w:ascii="Times New Roman" w:hAnsi="Times New Roman"/>
                  <w:sz w:val="28"/>
                  <w:szCs w:val="28"/>
                </w:rPr>
                <w:t>подпрограмме 1</w:t>
              </w:r>
            </w:hyperlink>
            <w:r w:rsidRPr="001A523B">
              <w:rPr>
                <w:rFonts w:ascii="Times New Roman" w:hAnsi="Times New Roman"/>
                <w:sz w:val="28"/>
                <w:szCs w:val="28"/>
              </w:rPr>
              <w:t xml:space="preserve"> «Содержание и развитие автомобильных дорог» - 6307219,91399 тыс. рублей,              из них бюджетные ассигнования дорожного фонда - 6307219,91399 тыс. рублей, в том числе: средства областного бюджета - 5673086,71399 тыс. рублей,              из них бюджетные ассигнования дорожного фонда - 5673086,71399 тыс. рублей, средства федерального бюджета - 634133,2 тыс. рублей, из них бюджетные ассигнования дорожного фонда - 634133,2 тыс. рублей, в том числе по годам:</w:t>
            </w:r>
            <w:proofErr w:type="gramEnd"/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2014 год - 2623374,43803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- 3683845,47596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средства областного бюджета по годам: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2014 год - 2623374,43803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- 3049712,27596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2014 год - 2623374,43803 тыс. рублей, из них бюджетные ассигнования на финансирование фактически выполненных и неоплаченных работ в 2013 году по долгосрочной целевой </w:t>
            </w:r>
            <w:hyperlink r:id="rId15" w:history="1">
              <w:r w:rsidRPr="001A523B">
                <w:rPr>
                  <w:rFonts w:ascii="Times New Roman" w:hAnsi="Times New Roman"/>
                  <w:sz w:val="28"/>
                  <w:szCs w:val="28"/>
                </w:rPr>
                <w:t>программе</w:t>
              </w:r>
            </w:hyperlink>
            <w:r w:rsidRPr="001A523B">
              <w:rPr>
                <w:rFonts w:ascii="Times New Roman" w:hAnsi="Times New Roman"/>
                <w:sz w:val="28"/>
                <w:szCs w:val="28"/>
              </w:rPr>
              <w:t xml:space="preserve"> «Дорожное хозяйство Рязанской области на 2010-2015 годы» - 189251,96348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- 3049712,27596 тыс. рублей, из них бюджетные ассигнования на финансирование фактически выполненных и неоплаченных работ в 2014 году - 102766,00897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средства федерального бюджета по годам: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- 634133,2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- 634133,2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w:anchor="P9427" w:history="1">
              <w:r w:rsidRPr="001A523B">
                <w:rPr>
                  <w:rFonts w:ascii="Times New Roman" w:hAnsi="Times New Roman"/>
                  <w:sz w:val="28"/>
                  <w:szCs w:val="28"/>
                </w:rPr>
                <w:t>подпрограмме 2</w:t>
              </w:r>
            </w:hyperlink>
            <w:r w:rsidRPr="001A523B">
              <w:rPr>
                <w:rFonts w:ascii="Times New Roman" w:hAnsi="Times New Roman"/>
                <w:sz w:val="28"/>
                <w:szCs w:val="28"/>
              </w:rPr>
              <w:t xml:space="preserve"> «Инновационные технологии в сфере строительства, реконструкции, капитального ремонта и </w:t>
            </w:r>
            <w:proofErr w:type="gramStart"/>
            <w:r w:rsidRPr="001A523B">
              <w:rPr>
                <w:rFonts w:ascii="Times New Roman" w:hAnsi="Times New Roman"/>
                <w:sz w:val="28"/>
                <w:szCs w:val="28"/>
              </w:rPr>
              <w:t>ремонта</w:t>
            </w:r>
            <w:proofErr w:type="gramEnd"/>
            <w:r w:rsidRPr="001A523B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общего пользования регионального или межмуниципального значения» - 222200,39079 тыс. рублей, из них бюджетные ассигнования дорожного фонда - 222200,39079 тыс. рублей, в том числе: средства областного бюджета - 177290,50079 тыс. рублей,           из них бюджетные ассигнования дорожного фонда - 177290,50079 тыс. рублей, средства федерального  бюджета - 44909,89 тыс. рублей, из них бюджетные ассигнования дорожного фонда - 44909,89 тыс. рублей, в том числе по годам: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2014 год - 117494,15079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- 104706,24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средства областного бюджета по годам: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2014 год - 117494,15079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- 59796,35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2014 год - 117494,15079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- 59796,35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средства федерального бюджета по годам: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- 44909,89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- 44909,89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w:anchor="P10158" w:history="1">
              <w:r w:rsidRPr="001A523B">
                <w:rPr>
                  <w:rFonts w:ascii="Times New Roman" w:hAnsi="Times New Roman"/>
                  <w:sz w:val="28"/>
                  <w:szCs w:val="28"/>
                </w:rPr>
                <w:t>подпрограмме 3</w:t>
              </w:r>
            </w:hyperlink>
            <w:r w:rsidRPr="001A523B">
              <w:rPr>
                <w:rFonts w:ascii="Times New Roman" w:hAnsi="Times New Roman"/>
                <w:sz w:val="28"/>
                <w:szCs w:val="28"/>
              </w:rPr>
              <w:t xml:space="preserve"> «Привлечение внебюджетных источников финансирования дорожного хозяйства» -              5000 тыс. рублей за счет средств областного бюджета, из них бюджетные ассигнования дорожного фонда - 5000 тыс. рублей, в том числе по годам: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- 5000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2015 год - 5000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A523B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w:anchor="P10322" w:history="1">
              <w:r w:rsidRPr="001A523B">
                <w:rPr>
                  <w:rFonts w:ascii="Times New Roman" w:hAnsi="Times New Roman"/>
                  <w:sz w:val="28"/>
                  <w:szCs w:val="28"/>
                </w:rPr>
                <w:t>подпрограмме 4</w:t>
              </w:r>
            </w:hyperlink>
            <w:r w:rsidRPr="001A523B">
              <w:rPr>
                <w:rFonts w:ascii="Times New Roman" w:hAnsi="Times New Roman"/>
                <w:sz w:val="28"/>
                <w:szCs w:val="28"/>
              </w:rPr>
              <w:t xml:space="preserve"> «Дорожное хозяйство» - </w:t>
            </w:r>
            <w:r w:rsidR="001A32C9" w:rsidRPr="001A523B">
              <w:rPr>
                <w:rFonts w:ascii="Times New Roman" w:hAnsi="Times New Roman"/>
                <w:sz w:val="28"/>
                <w:szCs w:val="28"/>
              </w:rPr>
              <w:t>57779368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,2</w:t>
            </w:r>
            <w:r w:rsidR="001A32C9" w:rsidRPr="001A523B">
              <w:rPr>
                <w:rFonts w:ascii="Times New Roman" w:hAnsi="Times New Roman"/>
                <w:sz w:val="28"/>
                <w:szCs w:val="28"/>
              </w:rPr>
              <w:t>101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2 тыс. рублей, из них бюджетные ассигнования дорожного фонда - 5</w:t>
            </w:r>
            <w:r w:rsidR="00A64A51" w:rsidRPr="001A523B">
              <w:rPr>
                <w:rFonts w:ascii="Times New Roman" w:hAnsi="Times New Roman"/>
                <w:sz w:val="28"/>
                <w:szCs w:val="28"/>
              </w:rPr>
              <w:t>5041689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A64A51" w:rsidRPr="001A523B">
              <w:rPr>
                <w:rFonts w:ascii="Times New Roman" w:hAnsi="Times New Roman"/>
                <w:sz w:val="28"/>
                <w:szCs w:val="28"/>
              </w:rPr>
              <w:t>908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92 тыс. рублей, в том числе: средства областного бюджета - </w:t>
            </w:r>
            <w:r w:rsidR="00A64A51" w:rsidRPr="001A523B">
              <w:rPr>
                <w:rFonts w:ascii="Times New Roman" w:hAnsi="Times New Roman"/>
                <w:sz w:val="28"/>
                <w:szCs w:val="28"/>
              </w:rPr>
              <w:t>42511724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A64A51"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="00A64A51" w:rsidRPr="001A523B">
              <w:rPr>
                <w:rFonts w:ascii="Times New Roman" w:hAnsi="Times New Roman"/>
                <w:sz w:val="28"/>
                <w:szCs w:val="28"/>
              </w:rPr>
              <w:t>1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95 тыс. рублей, из них бюджетные ассигнования дорожного фонда </w:t>
            </w:r>
            <w:r w:rsidR="003B1C2F" w:rsidRPr="001A523B">
              <w:rPr>
                <w:rFonts w:ascii="Times New Roman" w:hAnsi="Times New Roman"/>
                <w:sz w:val="28"/>
                <w:szCs w:val="28"/>
              </w:rPr>
              <w:t>-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4A51" w:rsidRPr="001A523B">
              <w:rPr>
                <w:rFonts w:ascii="Times New Roman" w:hAnsi="Times New Roman"/>
                <w:sz w:val="28"/>
                <w:szCs w:val="28"/>
              </w:rPr>
              <w:t>41094753,11175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рублей, средства федерального бюджета </w:t>
            </w:r>
            <w:r w:rsidR="00A64A51" w:rsidRPr="001A523B">
              <w:rPr>
                <w:rFonts w:ascii="Times New Roman" w:hAnsi="Times New Roman"/>
                <w:sz w:val="28"/>
                <w:szCs w:val="28"/>
              </w:rPr>
              <w:t>-</w:t>
            </w:r>
            <w:r w:rsidR="003B1C2F" w:rsidRPr="001A52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4A51" w:rsidRPr="001A523B">
              <w:rPr>
                <w:rFonts w:ascii="Times New Roman" w:hAnsi="Times New Roman"/>
                <w:sz w:val="28"/>
                <w:szCs w:val="28"/>
              </w:rPr>
              <w:t>15267643</w:t>
            </w:r>
            <w:r w:rsidR="0066506B" w:rsidRPr="001A523B">
              <w:rPr>
                <w:rFonts w:ascii="Times New Roman" w:hAnsi="Times New Roman"/>
                <w:sz w:val="28"/>
                <w:szCs w:val="28"/>
              </w:rPr>
              <w:t>,3</w:t>
            </w:r>
            <w:r w:rsidR="00A64A51" w:rsidRPr="001A523B">
              <w:rPr>
                <w:rFonts w:ascii="Times New Roman" w:hAnsi="Times New Roman"/>
                <w:sz w:val="28"/>
                <w:szCs w:val="28"/>
              </w:rPr>
              <w:t>08</w:t>
            </w:r>
            <w:r w:rsidR="0066506B" w:rsidRPr="001A523B">
              <w:rPr>
                <w:rFonts w:ascii="Times New Roman" w:hAnsi="Times New Roman"/>
                <w:sz w:val="28"/>
                <w:szCs w:val="28"/>
              </w:rPr>
              <w:t>17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рублей, из них бюджетные ассигнования дорожного фонда </w:t>
            </w:r>
            <w:r w:rsidR="0066506B" w:rsidRPr="001A523B">
              <w:rPr>
                <w:rFonts w:ascii="Times New Roman" w:hAnsi="Times New Roman"/>
                <w:sz w:val="28"/>
                <w:szCs w:val="28"/>
              </w:rPr>
              <w:t>-</w:t>
            </w:r>
            <w:r w:rsidR="003B1C2F" w:rsidRPr="001A52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2D11" w:rsidRPr="001A523B">
              <w:rPr>
                <w:rFonts w:ascii="Times New Roman" w:hAnsi="Times New Roman"/>
                <w:sz w:val="28"/>
                <w:szCs w:val="28"/>
              </w:rPr>
              <w:t>139</w:t>
            </w:r>
            <w:r w:rsidR="0066506B" w:rsidRPr="001A523B">
              <w:rPr>
                <w:rFonts w:ascii="Times New Roman" w:hAnsi="Times New Roman"/>
                <w:sz w:val="28"/>
                <w:szCs w:val="28"/>
              </w:rPr>
              <w:t>4</w:t>
            </w:r>
            <w:r w:rsidR="00292D11" w:rsidRPr="001A523B">
              <w:rPr>
                <w:rFonts w:ascii="Times New Roman" w:hAnsi="Times New Roman"/>
                <w:sz w:val="28"/>
                <w:szCs w:val="28"/>
              </w:rPr>
              <w:t>6936</w:t>
            </w:r>
            <w:r w:rsidR="0066506B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292D11" w:rsidRPr="001A523B">
              <w:rPr>
                <w:rFonts w:ascii="Times New Roman" w:hAnsi="Times New Roman"/>
                <w:sz w:val="28"/>
                <w:szCs w:val="28"/>
              </w:rPr>
              <w:t>79717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  <w:proofErr w:type="gramEnd"/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- 5003886,16219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- 5575889,0127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- 5312357,31397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2019 год - </w:t>
            </w:r>
            <w:r w:rsidR="00292D11" w:rsidRPr="001A523B">
              <w:rPr>
                <w:rFonts w:ascii="Times New Roman" w:hAnsi="Times New Roman"/>
                <w:sz w:val="28"/>
                <w:szCs w:val="28"/>
              </w:rPr>
              <w:t>6302310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292D11" w:rsidRPr="001A523B">
              <w:rPr>
                <w:rFonts w:ascii="Times New Roman" w:hAnsi="Times New Roman"/>
                <w:sz w:val="28"/>
                <w:szCs w:val="28"/>
              </w:rPr>
              <w:t>19342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2020 год - 6</w:t>
            </w:r>
            <w:r w:rsidR="00292D11" w:rsidRPr="001A523B">
              <w:rPr>
                <w:rFonts w:ascii="Times New Roman" w:hAnsi="Times New Roman"/>
                <w:sz w:val="28"/>
                <w:szCs w:val="28"/>
              </w:rPr>
              <w:t>529403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292D11" w:rsidRPr="001A523B">
              <w:rPr>
                <w:rFonts w:ascii="Times New Roman" w:hAnsi="Times New Roman"/>
                <w:sz w:val="28"/>
                <w:szCs w:val="28"/>
              </w:rPr>
              <w:t>65342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2021 год - 851</w:t>
            </w:r>
            <w:r w:rsidR="00292D11" w:rsidRPr="001A523B">
              <w:rPr>
                <w:rFonts w:ascii="Times New Roman" w:hAnsi="Times New Roman"/>
                <w:sz w:val="28"/>
                <w:szCs w:val="28"/>
              </w:rPr>
              <w:t>6860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292D11" w:rsidRPr="001A523B">
              <w:rPr>
                <w:rFonts w:ascii="Times New Roman" w:hAnsi="Times New Roman"/>
                <w:sz w:val="28"/>
                <w:szCs w:val="28"/>
              </w:rPr>
              <w:t>86342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- 8390498,011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- 7427031,5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- 4721131,5 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средства областного бюджета по годам: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- 3937219,66219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- 4640781,3327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- 4257421,8968 тыс. рублей;</w:t>
            </w:r>
          </w:p>
          <w:p w:rsidR="005E22AD" w:rsidRPr="001A523B" w:rsidRDefault="005F1012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2019 год - 41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2099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34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2020 год - 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5689239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15342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F1012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2021 год - 7672208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86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3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- 4204491,5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- 3877131,5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- 4041131,5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- 3782646,70277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- 4478583,1327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- 4110480,86602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2019 год - 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40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3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16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5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1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3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F1012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2020 год - 552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95342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3B1C2F" w:rsidRPr="001A523B">
              <w:rPr>
                <w:rFonts w:ascii="Times New Roman" w:hAnsi="Times New Roman"/>
                <w:sz w:val="28"/>
                <w:szCs w:val="28"/>
              </w:rPr>
              <w:t>-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51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1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6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66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3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42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- 4047186,5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- 3719826,5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- 3883826,5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средства федерального бюджета по годам: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- 1066666,5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- 935107,68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- 1054935,41717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2019 год - 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2110210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F1012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2020 год - 840164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5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2021 год - </w:t>
            </w:r>
            <w:r w:rsidR="005F1012" w:rsidRPr="001A523B">
              <w:rPr>
                <w:rFonts w:ascii="Times New Roman" w:hAnsi="Times New Roman"/>
                <w:sz w:val="28"/>
                <w:szCs w:val="28"/>
              </w:rPr>
              <w:t>84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4652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- 4186006,511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- 3549900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- 680000 тыс. рублей,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- 766666,5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- 935107,68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- 1054935,41717 тыс. рублей;</w:t>
            </w:r>
          </w:p>
          <w:p w:rsidR="005E22AD" w:rsidRPr="001A523B" w:rsidRDefault="00407EEC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2019 год - 2110210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407EEC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2020 год - 840164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5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407EEC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2021 год - 84465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2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- 3165300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- 3549900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- 680000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w:anchor="P42430" w:history="1">
              <w:r w:rsidRPr="001A523B">
                <w:rPr>
                  <w:rFonts w:ascii="Times New Roman" w:hAnsi="Times New Roman"/>
                  <w:sz w:val="28"/>
                  <w:szCs w:val="28"/>
                </w:rPr>
                <w:t>подпрограмме 5</w:t>
              </w:r>
            </w:hyperlink>
            <w:r w:rsidRPr="001A523B">
              <w:rPr>
                <w:rFonts w:ascii="Times New Roman" w:hAnsi="Times New Roman"/>
                <w:sz w:val="28"/>
                <w:szCs w:val="28"/>
              </w:rPr>
              <w:t xml:space="preserve"> «Транспорт» - 35</w:t>
            </w:r>
            <w:r w:rsidR="00285044" w:rsidRPr="001A523B">
              <w:rPr>
                <w:rFonts w:ascii="Times New Roman" w:hAnsi="Times New Roman"/>
                <w:sz w:val="28"/>
                <w:szCs w:val="28"/>
              </w:rPr>
              <w:t>96373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285044" w:rsidRPr="001A523B">
              <w:rPr>
                <w:rFonts w:ascii="Times New Roman" w:hAnsi="Times New Roman"/>
                <w:sz w:val="28"/>
                <w:szCs w:val="28"/>
              </w:rPr>
              <w:t>88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47</w:t>
            </w:r>
            <w:r w:rsidR="00285044"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 за счет средств областного бюджета, в том  числе по годам: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- 413461,22739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- 426591,87532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- 529275,19993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2019 год - </w:t>
            </w:r>
            <w:r w:rsidR="00285044" w:rsidRPr="001A523B">
              <w:rPr>
                <w:rFonts w:ascii="Times New Roman" w:hAnsi="Times New Roman"/>
                <w:sz w:val="28"/>
                <w:szCs w:val="28"/>
              </w:rPr>
              <w:t>55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1</w:t>
            </w:r>
            <w:r w:rsidR="00285044" w:rsidRPr="001A523B">
              <w:rPr>
                <w:rFonts w:ascii="Times New Roman" w:hAnsi="Times New Roman"/>
                <w:sz w:val="28"/>
                <w:szCs w:val="28"/>
              </w:rPr>
              <w:t>257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285044" w:rsidRPr="001A523B">
              <w:rPr>
                <w:rFonts w:ascii="Times New Roman" w:hAnsi="Times New Roman"/>
                <w:sz w:val="28"/>
                <w:szCs w:val="28"/>
              </w:rPr>
              <w:t>714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8</w:t>
            </w:r>
            <w:r w:rsidR="00285044" w:rsidRPr="001A523B">
              <w:rPr>
                <w:rFonts w:ascii="Times New Roman" w:hAnsi="Times New Roman"/>
                <w:sz w:val="28"/>
                <w:szCs w:val="28"/>
              </w:rPr>
              <w:t>1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285044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2020 год - 562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1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06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03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58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2021 год - 5</w:t>
            </w:r>
            <w:r w:rsidR="00285044"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="00285044" w:rsidRPr="001A523B">
              <w:rPr>
                <w:rFonts w:ascii="Times New Roman" w:hAnsi="Times New Roman"/>
                <w:sz w:val="28"/>
                <w:szCs w:val="28"/>
              </w:rPr>
              <w:t>847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285044" w:rsidRPr="001A523B">
              <w:rPr>
                <w:rFonts w:ascii="Times New Roman" w:hAnsi="Times New Roman"/>
                <w:sz w:val="28"/>
                <w:szCs w:val="28"/>
              </w:rPr>
              <w:t>49946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- 535834,3353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w:anchor="P42884" w:history="1">
              <w:r w:rsidRPr="001A523B">
                <w:rPr>
                  <w:rFonts w:ascii="Times New Roman" w:hAnsi="Times New Roman"/>
                  <w:sz w:val="28"/>
                  <w:szCs w:val="28"/>
                </w:rPr>
                <w:t>подпрограмме 6</w:t>
              </w:r>
            </w:hyperlink>
            <w:r w:rsidRPr="001A523B">
              <w:rPr>
                <w:rFonts w:ascii="Times New Roman" w:hAnsi="Times New Roman"/>
                <w:sz w:val="28"/>
                <w:szCs w:val="28"/>
              </w:rPr>
              <w:t xml:space="preserve"> «Повышение безопасности дорожного движения» - </w:t>
            </w:r>
            <w:r w:rsidR="00D10264" w:rsidRPr="001A523B">
              <w:rPr>
                <w:rFonts w:ascii="Times New Roman" w:hAnsi="Times New Roman"/>
                <w:sz w:val="28"/>
                <w:szCs w:val="28"/>
              </w:rPr>
              <w:t>3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1</w:t>
            </w:r>
            <w:r w:rsidR="00D10264" w:rsidRPr="001A523B">
              <w:rPr>
                <w:rFonts w:ascii="Times New Roman" w:hAnsi="Times New Roman"/>
                <w:sz w:val="28"/>
                <w:szCs w:val="28"/>
              </w:rPr>
              <w:t>94796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,80006 тыс. рублей за счет средств областного бюджета, из них бюджетные ассигнования дорожного фонда - </w:t>
            </w:r>
            <w:r w:rsidR="00D10264" w:rsidRPr="001A523B">
              <w:rPr>
                <w:rFonts w:ascii="Times New Roman" w:hAnsi="Times New Roman"/>
                <w:sz w:val="28"/>
                <w:szCs w:val="28"/>
              </w:rPr>
              <w:t>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1</w:t>
            </w:r>
            <w:r w:rsidR="00D10264" w:rsidRPr="001A523B">
              <w:rPr>
                <w:rFonts w:ascii="Times New Roman" w:hAnsi="Times New Roman"/>
                <w:sz w:val="28"/>
                <w:szCs w:val="28"/>
              </w:rPr>
              <w:t>63946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,20886 тыс. рублей, в том числе по годам: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- 308423,30886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- 363665,278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- 402404,2132 тыс. рублей;</w:t>
            </w:r>
          </w:p>
          <w:p w:rsidR="005E22AD" w:rsidRPr="001A523B" w:rsidRDefault="00D10264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2019 год - 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4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407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68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2020 год - </w:t>
            </w:r>
            <w:r w:rsidR="00D10264" w:rsidRPr="001A523B">
              <w:rPr>
                <w:rFonts w:ascii="Times New Roman" w:hAnsi="Times New Roman"/>
                <w:sz w:val="28"/>
                <w:szCs w:val="28"/>
              </w:rPr>
              <w:t>60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="00D10264"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68 тыс. рублей;</w:t>
            </w:r>
          </w:p>
          <w:p w:rsidR="005E22AD" w:rsidRPr="001A523B" w:rsidRDefault="00D10264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2021 год - 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5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46768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- 175000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- 175000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- 175000 тыс. рублей,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- 19646,20886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- 12800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- 13500 тыс. рублей;</w:t>
            </w:r>
          </w:p>
          <w:p w:rsidR="005E22AD" w:rsidRPr="001A523B" w:rsidRDefault="00D30AB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2019 год - 44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00 тыс. рублей;</w:t>
            </w:r>
          </w:p>
          <w:p w:rsidR="005E22AD" w:rsidRPr="001A523B" w:rsidRDefault="00D30AB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2020 год - 607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000 тыс. рублей;</w:t>
            </w:r>
          </w:p>
          <w:p w:rsidR="005E22AD" w:rsidRPr="001A523B" w:rsidRDefault="00D30ABD" w:rsidP="00F649B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2021 год - 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5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46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000 тыс. рублей;</w:t>
            </w:r>
          </w:p>
          <w:p w:rsidR="005E22AD" w:rsidRPr="001A523B" w:rsidRDefault="005E22AD" w:rsidP="00F649B0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- 175000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- 175000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- 175000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hyperlink w:anchor="P43758" w:history="1">
              <w:r w:rsidRPr="001A523B">
                <w:rPr>
                  <w:rFonts w:ascii="Times New Roman" w:hAnsi="Times New Roman"/>
                  <w:sz w:val="28"/>
                  <w:szCs w:val="28"/>
                </w:rPr>
                <w:t>подпрограмме 7</w:t>
              </w:r>
            </w:hyperlink>
            <w:r w:rsidRPr="001A523B">
              <w:rPr>
                <w:rFonts w:ascii="Times New Roman" w:hAnsi="Times New Roman"/>
                <w:sz w:val="28"/>
                <w:szCs w:val="28"/>
              </w:rPr>
              <w:t xml:space="preserve"> «Обеспечение реализации          Программы» - 7</w:t>
            </w:r>
            <w:r w:rsidR="006E5E64" w:rsidRPr="001A523B">
              <w:rPr>
                <w:rFonts w:ascii="Times New Roman" w:hAnsi="Times New Roman"/>
                <w:sz w:val="28"/>
                <w:szCs w:val="28"/>
              </w:rPr>
              <w:t>76772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6E5E64"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="001E478D" w:rsidRPr="001A523B">
              <w:rPr>
                <w:rFonts w:ascii="Times New Roman" w:hAnsi="Times New Roman"/>
                <w:sz w:val="28"/>
                <w:szCs w:val="28"/>
              </w:rPr>
              <w:t>9</w:t>
            </w:r>
            <w:r w:rsidR="006E5E64" w:rsidRPr="001A523B">
              <w:rPr>
                <w:rFonts w:ascii="Times New Roman" w:hAnsi="Times New Roman"/>
                <w:sz w:val="28"/>
                <w:szCs w:val="28"/>
              </w:rPr>
              <w:t>177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 за счет средств областного бюджета, из них бюджетные ассигнования дорожного фонда - </w:t>
            </w:r>
            <w:r w:rsidR="006E5E64" w:rsidRPr="001A523B">
              <w:rPr>
                <w:rFonts w:ascii="Times New Roman" w:hAnsi="Times New Roman"/>
                <w:sz w:val="28"/>
                <w:szCs w:val="28"/>
              </w:rPr>
              <w:t>169381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,2 тыс. руб., в том числе по годам: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2016 год - 68558,80237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2017 год - 66042,69403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- 74184,02895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2019 год - </w:t>
            </w:r>
            <w:r w:rsidR="006E5E64" w:rsidRPr="001A523B">
              <w:rPr>
                <w:rFonts w:ascii="Times New Roman" w:hAnsi="Times New Roman"/>
                <w:sz w:val="28"/>
                <w:szCs w:val="28"/>
              </w:rPr>
              <w:t>99843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,01</w:t>
            </w:r>
            <w:r w:rsidR="006E5E64" w:rsidRPr="001A523B">
              <w:rPr>
                <w:rFonts w:ascii="Times New Roman" w:hAnsi="Times New Roman"/>
                <w:sz w:val="28"/>
                <w:szCs w:val="28"/>
              </w:rPr>
              <w:t>008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 xml:space="preserve">2020 год - </w:t>
            </w:r>
            <w:r w:rsidR="006E5E64" w:rsidRPr="001A523B">
              <w:rPr>
                <w:rFonts w:ascii="Times New Roman" w:hAnsi="Times New Roman"/>
                <w:sz w:val="28"/>
                <w:szCs w:val="28"/>
              </w:rPr>
              <w:t>11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7</w:t>
            </w:r>
            <w:r w:rsidR="006E5E64" w:rsidRPr="001A523B">
              <w:rPr>
                <w:rFonts w:ascii="Times New Roman" w:hAnsi="Times New Roman"/>
                <w:sz w:val="28"/>
                <w:szCs w:val="28"/>
              </w:rPr>
              <w:t>849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="006E5E64" w:rsidRPr="001A523B">
              <w:rPr>
                <w:rFonts w:ascii="Times New Roman" w:hAnsi="Times New Roman"/>
                <w:sz w:val="28"/>
                <w:szCs w:val="28"/>
              </w:rPr>
              <w:t>6914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8 тыс. рублей;</w:t>
            </w:r>
          </w:p>
          <w:p w:rsidR="005E22AD" w:rsidRPr="001A523B" w:rsidRDefault="006E5E64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2021 год - 120329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,719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8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9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2022 год - 76654,71499 тыс. рублей;</w:t>
            </w:r>
          </w:p>
          <w:p w:rsidR="005E22AD" w:rsidRPr="001A523B" w:rsidRDefault="005E22AD" w:rsidP="00F649B0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2023 год - 76654,71499  тыс. рублей;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2024 год - 76654,71499  тыс. рублей,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5E22AD" w:rsidRPr="001A523B" w:rsidRDefault="005E22AD" w:rsidP="00F649B0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бюджетные ассигнования дорожного фонда:</w:t>
            </w:r>
          </w:p>
          <w:p w:rsidR="005E22AD" w:rsidRPr="001A523B" w:rsidRDefault="005E22AD" w:rsidP="005E22AD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2018 год - 4236,8 тыс. рублей;</w:t>
            </w:r>
          </w:p>
          <w:p w:rsidR="00B166D5" w:rsidRPr="001A523B" w:rsidRDefault="00B166D5" w:rsidP="00B166D5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2019 год - 44413,4 тыс. рублей;</w:t>
            </w:r>
          </w:p>
          <w:p w:rsidR="00B166D5" w:rsidRPr="001A523B" w:rsidRDefault="00B166D5" w:rsidP="00B166D5">
            <w:pPr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2020 год - 60113,5 тыс. рублей;</w:t>
            </w:r>
          </w:p>
          <w:p w:rsidR="005E22AD" w:rsidRPr="001A523B" w:rsidRDefault="00B166D5" w:rsidP="00B166D5">
            <w:pPr>
              <w:rPr>
                <w:rFonts w:ascii="Times New Roman" w:hAnsi="Times New Roman"/>
                <w:sz w:val="28"/>
                <w:szCs w:val="28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0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2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1 год - 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60617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>,</w:t>
            </w:r>
            <w:r w:rsidRPr="001A523B">
              <w:rPr>
                <w:rFonts w:ascii="Times New Roman" w:hAnsi="Times New Roman"/>
                <w:sz w:val="28"/>
                <w:szCs w:val="28"/>
              </w:rPr>
              <w:t>5</w:t>
            </w:r>
            <w:r w:rsidR="005E22AD" w:rsidRPr="001A523B">
              <w:rPr>
                <w:rFonts w:ascii="Times New Roman" w:hAnsi="Times New Roman"/>
                <w:sz w:val="28"/>
                <w:szCs w:val="28"/>
              </w:rPr>
              <w:t xml:space="preserve"> тыс. рублей»</w:t>
            </w:r>
          </w:p>
        </w:tc>
      </w:tr>
    </w:tbl>
    <w:p w:rsidR="00915BDE" w:rsidRPr="001A523B" w:rsidRDefault="00915BDE" w:rsidP="00EF72EE">
      <w:pPr>
        <w:tabs>
          <w:tab w:val="left" w:pos="993"/>
        </w:tabs>
        <w:ind w:left="709"/>
        <w:jc w:val="both"/>
        <w:rPr>
          <w:rFonts w:ascii="Times New Roman" w:hAnsi="Times New Roman"/>
          <w:sz w:val="16"/>
          <w:szCs w:val="16"/>
        </w:rPr>
      </w:pP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1A523B">
        <w:rPr>
          <w:rFonts w:ascii="Times New Roman" w:hAnsi="Times New Roman"/>
          <w:sz w:val="28"/>
          <w:szCs w:val="28"/>
        </w:rPr>
        <w:t xml:space="preserve">строке «Ожидаемые конечные результаты реализации Программы и показатели социально-экономической эффективности»: 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абзацы тридцатый - сорок четвертый изложить в следующей редакции: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«- к концу 2024 года: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обеспечение круглогодичного содержания сети автомобильных дорог общего пользования регионального или межмуниципального значения и искусственных сооружений на них в соответствии с нормативными требованиями к транспортно-эксплуатационному состоянию и условиями безопасности движения;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обеспечение </w:t>
      </w:r>
      <w:r w:rsidR="00E33719" w:rsidRPr="001A523B">
        <w:rPr>
          <w:rFonts w:ascii="Times New Roman" w:hAnsi="Times New Roman"/>
          <w:sz w:val="28"/>
          <w:szCs w:val="28"/>
        </w:rPr>
        <w:t>2945,7</w:t>
      </w:r>
      <w:r w:rsidR="00E33719"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 общей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 на 31 декабря отчетного года;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выполнение капитального ремонта </w:t>
      </w:r>
      <w:r w:rsidR="00E33719" w:rsidRPr="001A523B">
        <w:rPr>
          <w:rFonts w:ascii="Times New Roman" w:hAnsi="Times New Roman"/>
          <w:sz w:val="28"/>
          <w:szCs w:val="28"/>
        </w:rPr>
        <w:t xml:space="preserve">555,532 </w:t>
      </w:r>
      <w:r w:rsidRPr="001A523B">
        <w:rPr>
          <w:rFonts w:ascii="Times New Roman" w:hAnsi="Times New Roman"/>
          <w:sz w:val="28"/>
          <w:szCs w:val="28"/>
        </w:rPr>
        <w:t xml:space="preserve">км автомобильных дорог общего пользования регионального или межмуниципального значения и </w:t>
      </w:r>
      <w:r w:rsidR="00E33719" w:rsidRPr="001A523B">
        <w:rPr>
          <w:rFonts w:ascii="Times New Roman" w:hAnsi="Times New Roman"/>
          <w:sz w:val="28"/>
          <w:szCs w:val="28"/>
        </w:rPr>
        <w:t xml:space="preserve">470,96 </w:t>
      </w:r>
      <w:r w:rsidRPr="001A523B">
        <w:rPr>
          <w:rFonts w:ascii="Times New Roman" w:hAnsi="Times New Roman"/>
          <w:sz w:val="28"/>
          <w:szCs w:val="28"/>
        </w:rPr>
        <w:t>погонных метров искусственных сооружений на них;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выполнение ремонта </w:t>
      </w:r>
      <w:r w:rsidR="00E33719" w:rsidRPr="001A523B">
        <w:rPr>
          <w:rFonts w:ascii="Times New Roman" w:hAnsi="Times New Roman"/>
          <w:spacing w:val="-2"/>
          <w:sz w:val="28"/>
          <w:szCs w:val="28"/>
        </w:rPr>
        <w:t xml:space="preserve">1106,01 </w:t>
      </w:r>
      <w:r w:rsidRPr="001A523B">
        <w:rPr>
          <w:rFonts w:ascii="Times New Roman" w:hAnsi="Times New Roman"/>
          <w:sz w:val="28"/>
          <w:szCs w:val="28"/>
        </w:rPr>
        <w:t xml:space="preserve">км автомобильных дорог общего пользования регионального или межмуниципального значения и </w:t>
      </w:r>
      <w:r w:rsidR="00E33719" w:rsidRPr="001A523B">
        <w:rPr>
          <w:rFonts w:ascii="Times New Roman" w:hAnsi="Times New Roman"/>
          <w:sz w:val="28"/>
          <w:szCs w:val="28"/>
        </w:rPr>
        <w:t xml:space="preserve">4169,24  </w:t>
      </w:r>
      <w:r w:rsidRPr="001A523B">
        <w:rPr>
          <w:rFonts w:ascii="Times New Roman" w:hAnsi="Times New Roman"/>
          <w:sz w:val="28"/>
          <w:szCs w:val="28"/>
        </w:rPr>
        <w:t>погонных метров искусственных сооружений на них;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обеспечение протяженности сети автомобильных дорог общего пользования регионального или межмуниципального значения на территории Рязанской области </w:t>
      </w:r>
      <w:r w:rsidR="00F720EA" w:rsidRPr="001A523B">
        <w:rPr>
          <w:rFonts w:ascii="Times New Roman" w:hAnsi="Times New Roman"/>
          <w:sz w:val="28"/>
          <w:szCs w:val="28"/>
        </w:rPr>
        <w:t xml:space="preserve">6626,8 </w:t>
      </w:r>
      <w:r w:rsidRPr="001A523B">
        <w:rPr>
          <w:rFonts w:ascii="Times New Roman" w:hAnsi="Times New Roman"/>
          <w:sz w:val="28"/>
          <w:szCs w:val="28"/>
        </w:rPr>
        <w:t>км;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ввод в эксплуатацию после строительства и реконструкции </w:t>
      </w:r>
      <w:r w:rsidR="00F720EA" w:rsidRPr="001A523B">
        <w:rPr>
          <w:rFonts w:ascii="Times New Roman" w:hAnsi="Times New Roman"/>
          <w:sz w:val="28"/>
          <w:szCs w:val="28"/>
        </w:rPr>
        <w:t>172,751</w:t>
      </w:r>
      <w:r w:rsidR="00F720EA"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 xml:space="preserve">км автомобильных дорог общего пользования регионального или межмуниципального значения и </w:t>
      </w:r>
      <w:r w:rsidR="00F720EA" w:rsidRPr="001A523B">
        <w:rPr>
          <w:rFonts w:ascii="Times New Roman" w:hAnsi="Times New Roman"/>
          <w:sz w:val="28"/>
          <w:szCs w:val="28"/>
        </w:rPr>
        <w:t>329,73</w:t>
      </w:r>
      <w:r w:rsidR="00F720EA" w:rsidRPr="001A523B">
        <w:rPr>
          <w:rFonts w:ascii="Times New Roman" w:hAnsi="Times New Roman"/>
        </w:rPr>
        <w:t xml:space="preserve">  </w:t>
      </w:r>
      <w:r w:rsidRPr="001A523B">
        <w:rPr>
          <w:rFonts w:ascii="Times New Roman" w:hAnsi="Times New Roman"/>
          <w:sz w:val="28"/>
          <w:szCs w:val="28"/>
        </w:rPr>
        <w:t>погонных метров искусственных сооружений на них;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ввод в эксплуатацию после строительства и </w:t>
      </w:r>
      <w:proofErr w:type="gramStart"/>
      <w:r w:rsidRPr="001A523B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автомобильных дорог общего пользования регионального или межмуниципального значения, исходя из расчетной протяженности введенных искусственных сооружений (мостов, мостовых переходов, путепроводов, транспортных развязок), 0,32 км;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1A523B">
        <w:rPr>
          <w:rFonts w:ascii="Times New Roman" w:hAnsi="Times New Roman"/>
          <w:sz w:val="28"/>
          <w:szCs w:val="28"/>
        </w:rPr>
        <w:t>прироста протяженности сети автомобильных дорог общего пользования регионального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или межмуниципального значения на территории Рязанской области в результате строительства новых автомобильных дорог на </w:t>
      </w:r>
      <w:r w:rsidR="00F720EA" w:rsidRPr="001A523B">
        <w:rPr>
          <w:rFonts w:ascii="Times New Roman" w:hAnsi="Times New Roman"/>
          <w:sz w:val="28"/>
          <w:szCs w:val="28"/>
        </w:rPr>
        <w:t>75,549</w:t>
      </w:r>
      <w:r w:rsidR="00F720EA"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 xml:space="preserve">км и </w:t>
      </w:r>
      <w:r w:rsidR="00F720EA" w:rsidRPr="001A523B">
        <w:rPr>
          <w:rFonts w:ascii="Times New Roman" w:hAnsi="Times New Roman"/>
          <w:sz w:val="28"/>
          <w:szCs w:val="28"/>
        </w:rPr>
        <w:t>235,55</w:t>
      </w:r>
      <w:r w:rsidR="00F720EA"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погонных метров искусственных сооружений на них;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обеспечение прироста протяженности автомобильных дорог общего пользования регионального или межмуниципального значения на территории Рязанской области, соответствующих нормативным требованиям к транспортно-эксплуатационным показателям, в результате реконструкции автомобильных дорог на </w:t>
      </w:r>
      <w:r w:rsidR="00F720EA" w:rsidRPr="001A523B">
        <w:rPr>
          <w:rFonts w:ascii="Times New Roman" w:hAnsi="Times New Roman"/>
          <w:sz w:val="28"/>
          <w:szCs w:val="28"/>
        </w:rPr>
        <w:t>95,929</w:t>
      </w:r>
      <w:r w:rsidR="00F720EA" w:rsidRPr="001A523B">
        <w:rPr>
          <w:rFonts w:ascii="Times New Roman" w:hAnsi="Times New Roman"/>
        </w:rPr>
        <w:t xml:space="preserve">  </w:t>
      </w:r>
      <w:r w:rsidRPr="001A523B">
        <w:rPr>
          <w:rFonts w:ascii="Times New Roman" w:hAnsi="Times New Roman"/>
          <w:sz w:val="28"/>
          <w:szCs w:val="28"/>
        </w:rPr>
        <w:t>км и 94,18 погонных метров искусственных сооружений на них;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1A523B">
        <w:rPr>
          <w:rFonts w:ascii="Times New Roman" w:hAnsi="Times New Roman"/>
          <w:sz w:val="28"/>
          <w:szCs w:val="28"/>
        </w:rPr>
        <w:t>протяженности сети автомобильных дорог общего пользования местного значения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</w:t>
      </w:r>
      <w:r w:rsidR="00F720EA" w:rsidRPr="001A523B">
        <w:rPr>
          <w:rFonts w:ascii="Times New Roman" w:hAnsi="Times New Roman"/>
          <w:sz w:val="28"/>
          <w:szCs w:val="28"/>
        </w:rPr>
        <w:t>8852,8</w:t>
      </w:r>
      <w:r w:rsidR="00F720EA"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ввод в эксплуатацию после строительства и реконструкции </w:t>
      </w:r>
      <w:r w:rsidR="00F720EA" w:rsidRPr="001A523B">
        <w:rPr>
          <w:rFonts w:ascii="Times New Roman" w:hAnsi="Times New Roman"/>
          <w:sz w:val="28"/>
          <w:szCs w:val="28"/>
        </w:rPr>
        <w:t>37,39996</w:t>
      </w:r>
      <w:r w:rsidR="00F720EA"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 автомобильных дорог общего пользования местного значения;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1A523B">
        <w:rPr>
          <w:rFonts w:ascii="Times New Roman" w:hAnsi="Times New Roman"/>
          <w:sz w:val="28"/>
          <w:szCs w:val="28"/>
        </w:rPr>
        <w:t>прироста протяженности сети автомобильных дорог общего пользования местного значения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на территории Рязанской области в результате строительства новых автомобильных дорог на </w:t>
      </w:r>
      <w:r w:rsidR="00F720EA" w:rsidRPr="001A523B">
        <w:rPr>
          <w:rFonts w:ascii="Times New Roman" w:hAnsi="Times New Roman"/>
          <w:sz w:val="28"/>
          <w:szCs w:val="28"/>
        </w:rPr>
        <w:t>32,46996</w:t>
      </w:r>
      <w:r w:rsidR="00F720EA"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обеспечение </w:t>
      </w:r>
      <w:r w:rsidR="00F720EA" w:rsidRPr="001A523B">
        <w:rPr>
          <w:rFonts w:ascii="Times New Roman" w:hAnsi="Times New Roman"/>
          <w:sz w:val="28"/>
          <w:szCs w:val="28"/>
        </w:rPr>
        <w:t>3210,7</w:t>
      </w:r>
      <w:r w:rsidR="00F720EA" w:rsidRPr="001A523B">
        <w:rPr>
          <w:rFonts w:ascii="Times New Roman" w:hAnsi="Times New Roman"/>
        </w:rPr>
        <w:t xml:space="preserve">  </w:t>
      </w:r>
      <w:r w:rsidRPr="001A523B">
        <w:rPr>
          <w:rFonts w:ascii="Times New Roman" w:hAnsi="Times New Roman"/>
          <w:sz w:val="28"/>
          <w:szCs w:val="28"/>
        </w:rPr>
        <w:t>км общей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ввод в эксплуатацию после строительства </w:t>
      </w:r>
      <w:r w:rsidR="00F720EA" w:rsidRPr="001A523B">
        <w:rPr>
          <w:rFonts w:ascii="Times New Roman" w:hAnsi="Times New Roman"/>
          <w:sz w:val="28"/>
          <w:szCs w:val="28"/>
        </w:rPr>
        <w:t>30,5825</w:t>
      </w:r>
      <w:r w:rsidR="00F720EA"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</w:r>
      <w:proofErr w:type="gramStart"/>
      <w:r w:rsidRPr="001A523B">
        <w:rPr>
          <w:rFonts w:ascii="Times New Roman" w:hAnsi="Times New Roman"/>
          <w:sz w:val="28"/>
          <w:szCs w:val="28"/>
        </w:rPr>
        <w:t>;»</w:t>
      </w:r>
      <w:proofErr w:type="gramEnd"/>
      <w:r w:rsidRPr="001A523B">
        <w:rPr>
          <w:rFonts w:ascii="Times New Roman" w:hAnsi="Times New Roman"/>
          <w:sz w:val="28"/>
          <w:szCs w:val="28"/>
        </w:rPr>
        <w:t>;</w:t>
      </w:r>
    </w:p>
    <w:p w:rsidR="00BB5D1F" w:rsidRPr="001A523B" w:rsidRDefault="00BB5D1F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дополнить новыми абзацами </w:t>
      </w:r>
      <w:r w:rsidR="005943B3" w:rsidRPr="001A523B">
        <w:rPr>
          <w:rFonts w:ascii="Times New Roman" w:hAnsi="Times New Roman"/>
          <w:sz w:val="28"/>
          <w:szCs w:val="28"/>
        </w:rPr>
        <w:t xml:space="preserve">сорок девятым, </w:t>
      </w:r>
      <w:r w:rsidR="00795178" w:rsidRPr="001A523B">
        <w:rPr>
          <w:rFonts w:ascii="Times New Roman" w:hAnsi="Times New Roman"/>
          <w:sz w:val="28"/>
          <w:szCs w:val="28"/>
        </w:rPr>
        <w:t xml:space="preserve">пятидесятым </w:t>
      </w:r>
      <w:r w:rsidRPr="001A523B">
        <w:rPr>
          <w:rFonts w:ascii="Times New Roman" w:hAnsi="Times New Roman"/>
          <w:sz w:val="28"/>
          <w:szCs w:val="28"/>
        </w:rPr>
        <w:t>следующего содержания:</w:t>
      </w:r>
    </w:p>
    <w:p w:rsidR="00BB5D1F" w:rsidRPr="001A523B" w:rsidRDefault="00BB5D1F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«обеспечение выполнения </w:t>
      </w:r>
      <w:r w:rsidR="00210413" w:rsidRPr="001A523B">
        <w:rPr>
          <w:rFonts w:ascii="Times New Roman" w:hAnsi="Times New Roman"/>
          <w:sz w:val="28"/>
          <w:szCs w:val="28"/>
        </w:rPr>
        <w:t xml:space="preserve">регулярных </w:t>
      </w:r>
      <w:r w:rsidRPr="001A523B">
        <w:rPr>
          <w:rFonts w:ascii="Times New Roman" w:hAnsi="Times New Roman"/>
          <w:sz w:val="28"/>
          <w:szCs w:val="28"/>
        </w:rPr>
        <w:t>рейсов автомобильным транспортом общего пользования по межмуниципальным маршрутам ежегодно не менее 9</w:t>
      </w:r>
      <w:r w:rsidR="00196BA6" w:rsidRPr="001A523B">
        <w:rPr>
          <w:rFonts w:ascii="Times New Roman" w:hAnsi="Times New Roman"/>
          <w:sz w:val="28"/>
          <w:szCs w:val="28"/>
        </w:rPr>
        <w:t>6</w:t>
      </w:r>
      <w:r w:rsidRPr="001A523B">
        <w:rPr>
          <w:rFonts w:ascii="Times New Roman" w:hAnsi="Times New Roman"/>
          <w:sz w:val="28"/>
          <w:szCs w:val="28"/>
        </w:rPr>
        <w:t>%;</w:t>
      </w:r>
    </w:p>
    <w:p w:rsidR="00BB5D1F" w:rsidRPr="001A523B" w:rsidRDefault="00196BA6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</w:t>
      </w:r>
      <w:r w:rsidR="00BB5D1F" w:rsidRPr="001A523B">
        <w:rPr>
          <w:rFonts w:ascii="Times New Roman" w:hAnsi="Times New Roman"/>
          <w:sz w:val="28"/>
          <w:szCs w:val="28"/>
        </w:rPr>
        <w:t>беспечение выполнения</w:t>
      </w:r>
      <w:r w:rsidR="00210413" w:rsidRPr="001A523B">
        <w:rPr>
          <w:rFonts w:ascii="Times New Roman" w:hAnsi="Times New Roman"/>
          <w:sz w:val="28"/>
          <w:szCs w:val="28"/>
        </w:rPr>
        <w:t xml:space="preserve"> регулярных</w:t>
      </w:r>
      <w:r w:rsidR="00BB5D1F" w:rsidRPr="001A523B">
        <w:rPr>
          <w:rFonts w:ascii="Times New Roman" w:hAnsi="Times New Roman"/>
          <w:sz w:val="28"/>
          <w:szCs w:val="28"/>
        </w:rPr>
        <w:t xml:space="preserve"> рейсов автомобильным транспортом общего пользования по муниципальным маршрутам ежегодно не менее 96%;»;</w:t>
      </w:r>
    </w:p>
    <w:p w:rsidR="005E22AD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абзацы шестьдесят </w:t>
      </w:r>
      <w:r w:rsidR="000D4F87" w:rsidRPr="001A523B">
        <w:rPr>
          <w:rFonts w:ascii="Times New Roman" w:hAnsi="Times New Roman"/>
          <w:sz w:val="28"/>
          <w:szCs w:val="28"/>
        </w:rPr>
        <w:t>второй</w:t>
      </w:r>
      <w:r w:rsidRPr="001A523B">
        <w:rPr>
          <w:rFonts w:ascii="Times New Roman" w:hAnsi="Times New Roman"/>
          <w:sz w:val="28"/>
          <w:szCs w:val="28"/>
        </w:rPr>
        <w:t xml:space="preserve"> - шестьдесят </w:t>
      </w:r>
      <w:r w:rsidR="00943318" w:rsidRPr="001A523B">
        <w:rPr>
          <w:rFonts w:ascii="Times New Roman" w:hAnsi="Times New Roman"/>
          <w:sz w:val="28"/>
          <w:szCs w:val="28"/>
        </w:rPr>
        <w:t>шестой</w:t>
      </w:r>
      <w:r w:rsidRPr="001A523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0D4F87" w:rsidRPr="001A523B" w:rsidRDefault="005E22AD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«</w:t>
      </w:r>
      <w:r w:rsidR="000D4F87" w:rsidRPr="001A523B">
        <w:rPr>
          <w:rFonts w:ascii="Times New Roman" w:hAnsi="Times New Roman"/>
          <w:sz w:val="28"/>
          <w:szCs w:val="28"/>
        </w:rPr>
        <w:t xml:space="preserve">приобретение и распространение не менее </w:t>
      </w:r>
      <w:r w:rsidR="005664F5" w:rsidRPr="001A523B">
        <w:rPr>
          <w:rFonts w:ascii="Times New Roman" w:hAnsi="Times New Roman"/>
          <w:sz w:val="28"/>
          <w:szCs w:val="28"/>
        </w:rPr>
        <w:t>78</w:t>
      </w:r>
      <w:r w:rsidR="000D4F87" w:rsidRPr="001A523B">
        <w:rPr>
          <w:rFonts w:ascii="Times New Roman" w:hAnsi="Times New Roman"/>
          <w:sz w:val="28"/>
          <w:szCs w:val="28"/>
        </w:rPr>
        <w:t xml:space="preserve">00 </w:t>
      </w:r>
      <w:proofErr w:type="spellStart"/>
      <w:r w:rsidR="000D4F87" w:rsidRPr="001A523B">
        <w:rPr>
          <w:rFonts w:ascii="Times New Roman" w:hAnsi="Times New Roman"/>
          <w:sz w:val="28"/>
          <w:szCs w:val="28"/>
        </w:rPr>
        <w:t>световозвращающих</w:t>
      </w:r>
      <w:proofErr w:type="spellEnd"/>
      <w:r w:rsidR="000D4F87" w:rsidRPr="001A523B">
        <w:rPr>
          <w:rFonts w:ascii="Times New Roman" w:hAnsi="Times New Roman"/>
          <w:sz w:val="28"/>
          <w:szCs w:val="28"/>
        </w:rPr>
        <w:t xml:space="preserve"> приспособлений в среде дошкольников и учащихся младших классов образовательных организаций;</w:t>
      </w:r>
    </w:p>
    <w:p w:rsidR="000D4F87" w:rsidRPr="001A523B" w:rsidRDefault="000D4F87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проведение 6 областных и участие в 6 всероссийских конкурсах-фестивалях отрядов юных инспекторов движения;</w:t>
      </w:r>
    </w:p>
    <w:p w:rsidR="00943318" w:rsidRPr="001A523B" w:rsidRDefault="0094331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модернизация (реконструкция) не менее 54 светофорных объектов;</w:t>
      </w:r>
    </w:p>
    <w:p w:rsidR="00943318" w:rsidRPr="001A523B" w:rsidRDefault="005E22AD" w:rsidP="001A523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оборудование не менее 1</w:t>
      </w:r>
      <w:r w:rsidR="000D4F87" w:rsidRPr="001A523B">
        <w:rPr>
          <w:rFonts w:ascii="Times New Roman" w:hAnsi="Times New Roman"/>
          <w:sz w:val="28"/>
          <w:szCs w:val="28"/>
        </w:rPr>
        <w:t>09</w:t>
      </w:r>
      <w:r w:rsidRPr="001A523B">
        <w:rPr>
          <w:rFonts w:ascii="Times New Roman" w:hAnsi="Times New Roman"/>
          <w:sz w:val="28"/>
          <w:szCs w:val="28"/>
        </w:rPr>
        <w:t xml:space="preserve"> нерегулируем</w:t>
      </w:r>
      <w:r w:rsidR="00943318" w:rsidRPr="001A523B">
        <w:rPr>
          <w:rFonts w:ascii="Times New Roman" w:hAnsi="Times New Roman"/>
          <w:sz w:val="28"/>
          <w:szCs w:val="28"/>
        </w:rPr>
        <w:t>ых</w:t>
      </w:r>
      <w:r w:rsidRPr="001A523B">
        <w:rPr>
          <w:rFonts w:ascii="Times New Roman" w:hAnsi="Times New Roman"/>
          <w:sz w:val="28"/>
          <w:szCs w:val="28"/>
        </w:rPr>
        <w:t xml:space="preserve"> пешеходн</w:t>
      </w:r>
      <w:r w:rsidR="00943318" w:rsidRPr="001A523B">
        <w:rPr>
          <w:rFonts w:ascii="Times New Roman" w:hAnsi="Times New Roman"/>
          <w:sz w:val="28"/>
          <w:szCs w:val="28"/>
        </w:rPr>
        <w:t>ых</w:t>
      </w:r>
      <w:r w:rsidRPr="001A523B">
        <w:rPr>
          <w:rFonts w:ascii="Times New Roman" w:hAnsi="Times New Roman"/>
          <w:sz w:val="28"/>
          <w:szCs w:val="28"/>
        </w:rPr>
        <w:t xml:space="preserve"> переход</w:t>
      </w:r>
      <w:r w:rsidR="00943318" w:rsidRPr="001A523B">
        <w:rPr>
          <w:rFonts w:ascii="Times New Roman" w:hAnsi="Times New Roman"/>
          <w:sz w:val="28"/>
          <w:szCs w:val="28"/>
        </w:rPr>
        <w:t>ов</w:t>
      </w:r>
      <w:r w:rsidRPr="001A523B">
        <w:rPr>
          <w:rFonts w:ascii="Times New Roman" w:hAnsi="Times New Roman"/>
          <w:sz w:val="28"/>
          <w:szCs w:val="28"/>
        </w:rPr>
        <w:t>;</w:t>
      </w:r>
    </w:p>
    <w:p w:rsidR="005E22AD" w:rsidRPr="001A523B" w:rsidRDefault="00943318" w:rsidP="001A523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строительство не менее 19 светофорных объектов</w:t>
      </w:r>
      <w:proofErr w:type="gramStart"/>
      <w:r w:rsidRPr="001A523B">
        <w:rPr>
          <w:rFonts w:ascii="Times New Roman" w:hAnsi="Times New Roman"/>
          <w:sz w:val="28"/>
          <w:szCs w:val="28"/>
        </w:rPr>
        <w:t>;</w:t>
      </w:r>
      <w:r w:rsidR="005E22AD" w:rsidRPr="001A523B">
        <w:rPr>
          <w:rFonts w:ascii="Times New Roman" w:hAnsi="Times New Roman"/>
          <w:sz w:val="28"/>
          <w:szCs w:val="28"/>
        </w:rPr>
        <w:t>»</w:t>
      </w:r>
      <w:proofErr w:type="gramEnd"/>
      <w:r w:rsidR="005E22AD" w:rsidRPr="001A523B">
        <w:rPr>
          <w:rFonts w:ascii="Times New Roman" w:hAnsi="Times New Roman"/>
          <w:sz w:val="28"/>
          <w:szCs w:val="28"/>
        </w:rPr>
        <w:t>;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абзац семьдесят шестой изложить в следующей редакции: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«сокращение случаев смерти в результате дорожно-транспортных происшествий, в том числе детей, на 283 человека (86,54%);»;</w:t>
      </w:r>
    </w:p>
    <w:p w:rsidR="005E22AD" w:rsidRPr="001A523B" w:rsidRDefault="005E22AD" w:rsidP="001A523B">
      <w:pPr>
        <w:tabs>
          <w:tab w:val="left" w:pos="102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 раздел 4 «Ресурсное обеспечение</w:t>
      </w:r>
      <w:r w:rsidRPr="001A523B">
        <w:rPr>
          <w:rFonts w:ascii="Times New Roman" w:hAnsi="Times New Roman"/>
          <w:color w:val="000000"/>
          <w:sz w:val="28"/>
          <w:szCs w:val="28"/>
        </w:rPr>
        <w:t xml:space="preserve"> Программы» </w:t>
      </w:r>
      <w:r w:rsidRPr="001A523B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5E22AD" w:rsidRPr="001A523B" w:rsidRDefault="005E22AD" w:rsidP="005E22AD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«4. Ресурсное обеспечение</w:t>
      </w:r>
      <w:r w:rsidRPr="001A523B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</w:p>
    <w:p w:rsidR="00D44E37" w:rsidRPr="001A523B" w:rsidRDefault="00D44E37" w:rsidP="005E22AD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</w:rPr>
      </w:pPr>
    </w:p>
    <w:p w:rsidR="005E22AD" w:rsidRPr="001A523B" w:rsidRDefault="005E22AD" w:rsidP="001A523B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23B">
        <w:rPr>
          <w:rFonts w:ascii="Times New Roman" w:hAnsi="Times New Roman" w:cs="Times New Roman"/>
          <w:sz w:val="28"/>
          <w:szCs w:val="28"/>
        </w:rPr>
        <w:t>Источником финансирования мероприятий Программы являются средства областного бюджета, в том числе бюджетные ассигнования дорожного фонда</w:t>
      </w:r>
      <w:r w:rsidR="001A523B">
        <w:rPr>
          <w:rFonts w:ascii="Times New Roman" w:hAnsi="Times New Roman" w:cs="Times New Roman"/>
          <w:sz w:val="28"/>
          <w:szCs w:val="28"/>
        </w:rPr>
        <w:t>,</w:t>
      </w:r>
      <w:r w:rsidRPr="001A523B">
        <w:rPr>
          <w:rFonts w:ascii="Times New Roman" w:hAnsi="Times New Roman" w:cs="Times New Roman"/>
          <w:sz w:val="28"/>
          <w:szCs w:val="28"/>
        </w:rPr>
        <w:t xml:space="preserve"> и средства федерального бюджета.</w:t>
      </w:r>
    </w:p>
    <w:p w:rsidR="005E22AD" w:rsidRPr="001A523B" w:rsidRDefault="005E22AD" w:rsidP="001A523B">
      <w:pPr>
        <w:ind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523B">
        <w:rPr>
          <w:rFonts w:ascii="Times New Roman" w:hAnsi="Times New Roman"/>
          <w:sz w:val="28"/>
          <w:szCs w:val="28"/>
        </w:rPr>
        <w:t>Объем финансирования Программы составляет</w:t>
      </w:r>
      <w:r w:rsidR="00C03A4B" w:rsidRPr="001A523B">
        <w:rPr>
          <w:rFonts w:ascii="Times New Roman" w:hAnsi="Times New Roman"/>
          <w:sz w:val="28"/>
          <w:szCs w:val="28"/>
        </w:rPr>
        <w:t xml:space="preserve"> 71881731,29152</w:t>
      </w:r>
      <w:r w:rsidRPr="001A523B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63909437,62256</w:t>
      </w:r>
      <w:r w:rsidRPr="001A523B">
        <w:rPr>
          <w:rFonts w:ascii="Times New Roman" w:hAnsi="Times New Roman"/>
          <w:sz w:val="28"/>
          <w:szCs w:val="28"/>
        </w:rPr>
        <w:t xml:space="preserve"> тыс. рублей, в том числе: средства областного бюджета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55935044,89335</w:t>
      </w:r>
      <w:r w:rsidRPr="001A523B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49283457,73539</w:t>
      </w:r>
      <w:r w:rsidRPr="001A523B">
        <w:rPr>
          <w:rFonts w:ascii="Times New Roman" w:hAnsi="Times New Roman"/>
          <w:sz w:val="28"/>
          <w:szCs w:val="28"/>
        </w:rPr>
        <w:t xml:space="preserve"> тыс. рублей, средства федерального бюджета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15946686,39817</w:t>
      </w:r>
      <w:r w:rsidRPr="001A523B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14625979,88717</w:t>
      </w:r>
      <w:r w:rsidRPr="001A523B">
        <w:rPr>
          <w:rFonts w:ascii="Times New Roman" w:hAnsi="Times New Roman"/>
          <w:sz w:val="28"/>
          <w:szCs w:val="28"/>
        </w:rPr>
        <w:t xml:space="preserve"> тыс. рублей.</w:t>
      </w:r>
      <w:proofErr w:type="gramEnd"/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 том числе по годам: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2014 год - 2740868,58882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- 3793551,71596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- 5794329,50081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- 6432188,86005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- 6318220,75605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7394178,91831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7817127,37748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9</w:t>
      </w:r>
      <w:r w:rsidR="00C03A4B" w:rsidRPr="001A523B">
        <w:rPr>
          <w:rFonts w:ascii="Times New Roman" w:hAnsi="Times New Roman"/>
          <w:sz w:val="28"/>
          <w:szCs w:val="28"/>
        </w:rPr>
        <w:t>761806,08227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- 9177987,06129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- 7678686,21499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- 4972786,21499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2014 год - 2740868,58882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- 3793551,71596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- 4568959,41163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- 5426490,8127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- 5183153,08319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6626275,39342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7036068,95342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8963030,16342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- 7387486,5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- 7444726,5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- 4738826,5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 том числе: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средства областного бюджета по годам: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2014 год - 2740868,58882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- 3114508,62596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- 4727663,00081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- 5497081,18005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- 5263285,33888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5283968,21831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6976962,87748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</w:t>
      </w:r>
      <w:r w:rsidR="00C03A4B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C03A4B" w:rsidRPr="001A523B">
        <w:rPr>
          <w:rFonts w:ascii="Times New Roman" w:hAnsi="Times New Roman"/>
          <w:sz w:val="28"/>
          <w:szCs w:val="28"/>
        </w:rPr>
        <w:t>8917154,08277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- 4991980,55029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- 4128786,21499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- 4292786,21499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2014 год - 2740868,58882 тыс. рублей, из них бюджетные ассигнования на финансирование фактически выполненных и неоплаченных работ в         2013 году по долгосрочной целевой </w:t>
      </w:r>
      <w:hyperlink r:id="rId16" w:history="1">
        <w:r w:rsidRPr="001A523B">
          <w:rPr>
            <w:rFonts w:ascii="Times New Roman" w:hAnsi="Times New Roman"/>
            <w:sz w:val="28"/>
            <w:szCs w:val="28"/>
          </w:rPr>
          <w:t>программе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«Дорожное хозяйство Рязанской области на 2010-2015 годы» - 189251,96348 тыс. рублей;</w:t>
      </w:r>
    </w:p>
    <w:p w:rsidR="005E22AD" w:rsidRPr="001A523B" w:rsidRDefault="005E22AD" w:rsidP="001A523B">
      <w:pPr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- 3114508,62596 тыс. рублей, из них бюджетные ассигнования на финансирование фактически выполненных и неоплаченных работ в        2014 году - 102766,00897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- 3802292,91163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- 4491383,1327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- 4128217,66602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4516064,69342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6195904,45342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8118378,16342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- 4222186,5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- 3894826,5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- 4058826,5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средства федерального бюджета по годам: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- 679043,09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- 1066666,5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- 935107,68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- 1054935,41717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2110210,7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840164,5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- </w:t>
      </w:r>
      <w:r w:rsidR="001D5085" w:rsidRPr="001A523B">
        <w:rPr>
          <w:rFonts w:ascii="Times New Roman" w:hAnsi="Times New Roman"/>
          <w:sz w:val="28"/>
          <w:szCs w:val="28"/>
        </w:rPr>
        <w:t>844652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- 4186006,511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- 3549900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- 680000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- 679043,09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- 766666,5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- 935107,68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- 1054935,41717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2110210,7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840164,5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- </w:t>
      </w:r>
      <w:r w:rsidR="001D5085" w:rsidRPr="001A523B">
        <w:rPr>
          <w:rFonts w:ascii="Times New Roman" w:hAnsi="Times New Roman"/>
          <w:sz w:val="28"/>
          <w:szCs w:val="28"/>
        </w:rPr>
        <w:t>844652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- 3165300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- 3549900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- 680000 тыс. рублей.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 том числе:</w:t>
      </w:r>
    </w:p>
    <w:p w:rsidR="005E22AD" w:rsidRPr="001A523B" w:rsidRDefault="005E22AD" w:rsidP="001A523B">
      <w:pPr>
        <w:ind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523B">
        <w:rPr>
          <w:rFonts w:ascii="Times New Roman" w:hAnsi="Times New Roman"/>
          <w:sz w:val="28"/>
          <w:szCs w:val="28"/>
        </w:rPr>
        <w:t xml:space="preserve">по </w:t>
      </w:r>
      <w:hyperlink w:anchor="P1170" w:history="1">
        <w:r w:rsidRPr="001A523B">
          <w:rPr>
            <w:rFonts w:ascii="Times New Roman" w:hAnsi="Times New Roman"/>
            <w:sz w:val="28"/>
            <w:szCs w:val="28"/>
          </w:rPr>
          <w:t>подпрограмме 1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«Содержание и развитие автомобильных дорог» - 6307219,91399 тыс. рублей, из них бюджетные ассигнования дорожного     фонда - 6307219,91399 тыс. рублей, в том числе: средства областного  бюджета - 5673086,71399 тыс. рублей, из них бюджетные ассигнования дорожного фонда - 5673086,71399 тыс. рублей, средства федерального бюджета - 634133,2 тыс. рублей, из них бюджетные ассигнования дорожного фонда - 634133,2 тыс. рублей, в том числе по годам:</w:t>
      </w:r>
      <w:proofErr w:type="gramEnd"/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2014 год - 2623374,43803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- 3683845,47596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 том числе: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средства областного бюджета по годам: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2014 год - 2623374,43803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- 3049712,27596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2014 год - 2623374,43803 тыс. рублей, из них бюджетные ассигнования на финансирование фактически выполненных и неоплаченных работ в                 2013 году по долгосрочной целевой </w:t>
      </w:r>
      <w:hyperlink r:id="rId17" w:history="1">
        <w:r w:rsidRPr="001A523B">
          <w:rPr>
            <w:rFonts w:ascii="Times New Roman" w:hAnsi="Times New Roman"/>
            <w:sz w:val="28"/>
            <w:szCs w:val="28"/>
          </w:rPr>
          <w:t>программе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«Дорожное хозяйство Рязанской области на 2010-2015 годы» - 189251,96348 тыс. рублей;</w:t>
      </w:r>
    </w:p>
    <w:p w:rsidR="005E22AD" w:rsidRPr="001A523B" w:rsidRDefault="005E22AD" w:rsidP="001A523B">
      <w:pPr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- 3049712,27596 тыс. рублей, из них бюджетные ассигнования на финансирование фактически выполненных и неоплаченных работ в                 2014 году - 102766,00897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средства федерального бюджета по годам: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- 634133,2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- 634133,2 тыс. рублей;</w:t>
      </w:r>
    </w:p>
    <w:p w:rsidR="005E22AD" w:rsidRPr="001A523B" w:rsidRDefault="005E22AD" w:rsidP="001A523B">
      <w:pPr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по </w:t>
      </w:r>
      <w:hyperlink w:anchor="P9427" w:history="1">
        <w:r w:rsidRPr="001A523B">
          <w:rPr>
            <w:rFonts w:ascii="Times New Roman" w:hAnsi="Times New Roman"/>
            <w:sz w:val="28"/>
            <w:szCs w:val="28"/>
          </w:rPr>
          <w:t>подпрограмме 2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«Инновационные технологии в сфере строительства, реконструкции, капитального ремонта и </w:t>
      </w:r>
      <w:proofErr w:type="gramStart"/>
      <w:r w:rsidRPr="001A523B">
        <w:rPr>
          <w:rFonts w:ascii="Times New Roman" w:hAnsi="Times New Roman"/>
          <w:sz w:val="28"/>
          <w:szCs w:val="28"/>
        </w:rPr>
        <w:t>ремонта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автомобильных дорог общего пользования регионального или межмуниципального значения» - </w:t>
      </w:r>
      <w:r w:rsidRPr="003F284A">
        <w:rPr>
          <w:rFonts w:ascii="Times New Roman" w:hAnsi="Times New Roman"/>
          <w:spacing w:val="-2"/>
          <w:sz w:val="28"/>
          <w:szCs w:val="28"/>
        </w:rPr>
        <w:t>222200,39079 тыс. рублей, из них бюджетные ассигнования дорожного фонда -</w:t>
      </w:r>
      <w:r w:rsidRPr="001A523B">
        <w:rPr>
          <w:rFonts w:ascii="Times New Roman" w:hAnsi="Times New Roman"/>
          <w:sz w:val="28"/>
          <w:szCs w:val="28"/>
        </w:rPr>
        <w:t xml:space="preserve"> 222200,39079 тыс. рублей, в том числе: средства областного бюджета - </w:t>
      </w:r>
      <w:r w:rsidRPr="003F284A">
        <w:rPr>
          <w:rFonts w:ascii="Times New Roman" w:hAnsi="Times New Roman"/>
          <w:spacing w:val="-2"/>
          <w:sz w:val="28"/>
          <w:szCs w:val="28"/>
        </w:rPr>
        <w:t>177290,50079 тыс. рублей, из них бюджетные ассигнования дорожного фонда -</w:t>
      </w:r>
      <w:r w:rsidRPr="001A523B">
        <w:rPr>
          <w:rFonts w:ascii="Times New Roman" w:hAnsi="Times New Roman"/>
          <w:sz w:val="28"/>
          <w:szCs w:val="28"/>
        </w:rPr>
        <w:t xml:space="preserve"> 177290,50079 тыс. рублей, средства федерального бюджета - 44909,89 тыс. рублей, из них бюджетные ассигнования дорожного фонда - 44909,89 тыс. рублей, в том числе по годам: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2014 год - 117494,15079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- 104706,24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 том числе: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средства областного бюджета по годам: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2014 год - 117494,15079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- 59796,35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2014 год - 117494,15079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- 59796,35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средства федерального бюджета по годам: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- 44909,89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- 44909,89 тыс. рублей;</w:t>
      </w:r>
    </w:p>
    <w:p w:rsidR="005E22AD" w:rsidRPr="001A523B" w:rsidRDefault="005E22AD" w:rsidP="001A523B">
      <w:pPr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по </w:t>
      </w:r>
      <w:hyperlink w:anchor="P10158" w:history="1">
        <w:r w:rsidRPr="001A523B">
          <w:rPr>
            <w:rFonts w:ascii="Times New Roman" w:hAnsi="Times New Roman"/>
            <w:sz w:val="28"/>
            <w:szCs w:val="28"/>
          </w:rPr>
          <w:t>подпрограмме 3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«Привлечение внебюджетных источников финансирования дорожного хозяйства» - 5000 тыс. рублей за счет средств областного бюджета, из них бюджетные ассигнования дорожного фонда - 5000 тыс. рублей, в том числе по годам: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- 5000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2015 год - 5000 тыс. рублей;</w:t>
      </w:r>
    </w:p>
    <w:p w:rsidR="005E22AD" w:rsidRPr="001A523B" w:rsidRDefault="005E22AD" w:rsidP="001A523B">
      <w:pPr>
        <w:ind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523B">
        <w:rPr>
          <w:rFonts w:ascii="Times New Roman" w:hAnsi="Times New Roman"/>
          <w:sz w:val="28"/>
          <w:szCs w:val="28"/>
        </w:rPr>
        <w:t xml:space="preserve">по </w:t>
      </w:r>
      <w:hyperlink w:anchor="P10322" w:history="1">
        <w:r w:rsidRPr="001A523B">
          <w:rPr>
            <w:rFonts w:ascii="Times New Roman" w:hAnsi="Times New Roman"/>
            <w:sz w:val="28"/>
            <w:szCs w:val="28"/>
          </w:rPr>
          <w:t>подпрограмме 4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«Дорожное хозяйство» - </w:t>
      </w:r>
      <w:r w:rsidR="001D5085" w:rsidRPr="001A523B">
        <w:rPr>
          <w:rFonts w:ascii="Times New Roman" w:hAnsi="Times New Roman"/>
          <w:sz w:val="28"/>
          <w:szCs w:val="28"/>
        </w:rPr>
        <w:t>57779368,21012</w:t>
      </w:r>
      <w:r w:rsidRPr="001A523B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55041689,90892</w:t>
      </w:r>
      <w:r w:rsidRPr="001A523B">
        <w:rPr>
          <w:rFonts w:ascii="Times New Roman" w:hAnsi="Times New Roman"/>
          <w:sz w:val="28"/>
          <w:szCs w:val="28"/>
        </w:rPr>
        <w:t xml:space="preserve"> тыс. рублей, в том числе: средства областного бюджета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42511724,90195</w:t>
      </w:r>
      <w:r w:rsidRPr="001A523B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41094753,11175</w:t>
      </w:r>
      <w:r w:rsidRPr="001A523B">
        <w:rPr>
          <w:rFonts w:ascii="Times New Roman" w:hAnsi="Times New Roman"/>
          <w:sz w:val="28"/>
          <w:szCs w:val="28"/>
        </w:rPr>
        <w:t xml:space="preserve"> тыс. рублей, средства федерального бюджета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15267643,30817</w:t>
      </w:r>
      <w:r w:rsidRPr="001A523B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13946936,79717</w:t>
      </w:r>
      <w:r w:rsidRPr="001A523B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  <w:proofErr w:type="gramEnd"/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- 5003886,16219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- 5575889,0127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- 5312357,31397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6302310,19342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6529403,65342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8516860,86342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- 8390498,011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- 7427031,5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- 4721131,5 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 том числе: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средства областного бюджета по годам: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- 3937219,66219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- 4640781,3327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- 4257421,8968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4192099,49342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5689239,15342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</w:t>
      </w:r>
      <w:r w:rsidR="001D5085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D5085" w:rsidRPr="001A523B">
        <w:rPr>
          <w:rFonts w:ascii="Times New Roman" w:hAnsi="Times New Roman"/>
          <w:sz w:val="28"/>
          <w:szCs w:val="28"/>
        </w:rPr>
        <w:t>7672208,86342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- 4204491,5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- 3877131,5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- 4041131,5 тыс. рублей,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- 3782646,70277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- 4478583,1327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- 4110480,86602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94256A" w:rsidRPr="001A523B">
        <w:rPr>
          <w:rFonts w:ascii="Times New Roman" w:hAnsi="Times New Roman"/>
          <w:sz w:val="28"/>
          <w:szCs w:val="28"/>
        </w:rPr>
        <w:t>4031651,29342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94256A" w:rsidRPr="001A523B">
        <w:rPr>
          <w:rFonts w:ascii="Times New Roman" w:hAnsi="Times New Roman"/>
          <w:sz w:val="28"/>
          <w:szCs w:val="28"/>
        </w:rPr>
        <w:t>5528790,95342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94256A" w:rsidRPr="001A523B">
        <w:rPr>
          <w:rFonts w:ascii="Times New Roman" w:hAnsi="Times New Roman"/>
          <w:sz w:val="28"/>
          <w:szCs w:val="28"/>
        </w:rPr>
        <w:t>7511760,66342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- 4047186,5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- 3719826,5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- 3883826,5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средства федерального бюджета по годам: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- 1066666,5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- 935107,68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- 1054935,41717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94256A" w:rsidRPr="001A523B">
        <w:rPr>
          <w:rFonts w:ascii="Times New Roman" w:hAnsi="Times New Roman"/>
          <w:sz w:val="28"/>
          <w:szCs w:val="28"/>
        </w:rPr>
        <w:t>2110210,7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94256A" w:rsidRPr="001A523B">
        <w:rPr>
          <w:rFonts w:ascii="Times New Roman" w:hAnsi="Times New Roman"/>
          <w:sz w:val="28"/>
          <w:szCs w:val="28"/>
        </w:rPr>
        <w:t>840164,5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- </w:t>
      </w:r>
      <w:r w:rsidR="0094256A" w:rsidRPr="001A523B">
        <w:rPr>
          <w:rFonts w:ascii="Times New Roman" w:hAnsi="Times New Roman"/>
          <w:sz w:val="28"/>
          <w:szCs w:val="28"/>
        </w:rPr>
        <w:t>844652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- 4186006,511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- 3549900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- 680000 тыс. рублей,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- 766666,5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- 935107,68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- 1054935,41717 тыс. рублей;</w:t>
      </w:r>
    </w:p>
    <w:p w:rsidR="0094256A" w:rsidRPr="001A523B" w:rsidRDefault="0094256A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- 2110210,7 тыс. рублей;</w:t>
      </w:r>
    </w:p>
    <w:p w:rsidR="0094256A" w:rsidRPr="001A523B" w:rsidRDefault="0094256A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2020 год - 840164,5 тыс. рублей;</w:t>
      </w:r>
    </w:p>
    <w:p w:rsidR="0094256A" w:rsidRPr="001A523B" w:rsidRDefault="0094256A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- 844652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- 3165300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- 3549900 тыс. рублей;</w:t>
      </w:r>
    </w:p>
    <w:p w:rsidR="005E22AD" w:rsidRPr="001A523B" w:rsidRDefault="005E22AD" w:rsidP="001A523B">
      <w:pPr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- 680000 тыс. рублей</w:t>
      </w:r>
      <w:r w:rsidR="00D44E37" w:rsidRPr="001A523B">
        <w:rPr>
          <w:rFonts w:ascii="Times New Roman" w:hAnsi="Times New Roman"/>
          <w:sz w:val="28"/>
          <w:szCs w:val="28"/>
        </w:rPr>
        <w:t>;</w:t>
      </w:r>
    </w:p>
    <w:p w:rsidR="005E22AD" w:rsidRPr="001A523B" w:rsidRDefault="005E22AD" w:rsidP="001A523B">
      <w:pPr>
        <w:spacing w:line="235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по </w:t>
      </w:r>
      <w:hyperlink w:anchor="P42430" w:history="1">
        <w:r w:rsidRPr="001A523B">
          <w:rPr>
            <w:rFonts w:ascii="Times New Roman" w:hAnsi="Times New Roman"/>
            <w:sz w:val="28"/>
            <w:szCs w:val="28"/>
          </w:rPr>
          <w:t>подпрограмме 5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«Транспорт» - </w:t>
      </w:r>
      <w:r w:rsidR="0094256A" w:rsidRPr="001A523B">
        <w:rPr>
          <w:rFonts w:ascii="Times New Roman" w:hAnsi="Times New Roman"/>
          <w:sz w:val="28"/>
          <w:szCs w:val="28"/>
        </w:rPr>
        <w:t>3596373,88479</w:t>
      </w:r>
      <w:r w:rsidRPr="001A523B">
        <w:rPr>
          <w:rFonts w:ascii="Times New Roman" w:hAnsi="Times New Roman"/>
          <w:sz w:val="28"/>
          <w:szCs w:val="28"/>
        </w:rPr>
        <w:t xml:space="preserve"> тыс. рублей за счет средств областного бюджета, в том числе по годам: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- 413461,22739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- 426591,87532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- 529275,19993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196BA6" w:rsidRPr="001A523B">
        <w:rPr>
          <w:rFonts w:ascii="Times New Roman" w:hAnsi="Times New Roman"/>
          <w:sz w:val="28"/>
          <w:szCs w:val="28"/>
        </w:rPr>
        <w:t>551257,7148</w:t>
      </w:r>
      <w:r w:rsidR="0094256A" w:rsidRPr="001A523B">
        <w:rPr>
          <w:rFonts w:ascii="Times New Roman" w:hAnsi="Times New Roman"/>
          <w:sz w:val="28"/>
          <w:szCs w:val="28"/>
        </w:rPr>
        <w:t>1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94256A" w:rsidRPr="001A523B">
        <w:rPr>
          <w:rFonts w:ascii="Times New Roman" w:hAnsi="Times New Roman"/>
          <w:sz w:val="28"/>
          <w:szCs w:val="28"/>
        </w:rPr>
        <w:t>562106,03258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94256A" w:rsidRPr="001A523B">
        <w:rPr>
          <w:rFonts w:ascii="Times New Roman" w:hAnsi="Times New Roman"/>
          <w:sz w:val="28"/>
          <w:szCs w:val="28"/>
        </w:rPr>
        <w:t>577847,49946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- 535834,3353 тыс. рублей;</w:t>
      </w:r>
    </w:p>
    <w:p w:rsidR="005E22AD" w:rsidRPr="001A523B" w:rsidRDefault="005E22AD" w:rsidP="001A523B">
      <w:pPr>
        <w:spacing w:line="235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по </w:t>
      </w:r>
      <w:hyperlink w:anchor="P42884" w:history="1">
        <w:r w:rsidRPr="001A523B">
          <w:rPr>
            <w:rFonts w:ascii="Times New Roman" w:hAnsi="Times New Roman"/>
            <w:sz w:val="28"/>
            <w:szCs w:val="28"/>
          </w:rPr>
          <w:t>подпрограмме 6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«Повышение безопасности дорожного движения» - </w:t>
      </w:r>
      <w:r w:rsidR="0094256A" w:rsidRPr="001A523B">
        <w:rPr>
          <w:rFonts w:ascii="Times New Roman" w:hAnsi="Times New Roman"/>
          <w:sz w:val="28"/>
          <w:szCs w:val="28"/>
        </w:rPr>
        <w:t>3194796</w:t>
      </w:r>
      <w:r w:rsidRPr="001A523B">
        <w:rPr>
          <w:rFonts w:ascii="Times New Roman" w:hAnsi="Times New Roman"/>
          <w:sz w:val="28"/>
          <w:szCs w:val="28"/>
        </w:rPr>
        <w:t xml:space="preserve">,80006 тыс. рублей за счет средств областного бюджета, из них бюджетные ассигнования дорожного фонда - </w:t>
      </w:r>
      <w:r w:rsidR="0094256A" w:rsidRPr="001A523B">
        <w:rPr>
          <w:rFonts w:ascii="Times New Roman" w:hAnsi="Times New Roman"/>
          <w:sz w:val="28"/>
          <w:szCs w:val="28"/>
        </w:rPr>
        <w:t>2163946</w:t>
      </w:r>
      <w:r w:rsidRPr="001A523B">
        <w:rPr>
          <w:rFonts w:ascii="Times New Roman" w:hAnsi="Times New Roman"/>
          <w:sz w:val="28"/>
          <w:szCs w:val="28"/>
        </w:rPr>
        <w:t>,20886 тыс. рублей, в том числе по годам:</w:t>
      </w:r>
    </w:p>
    <w:p w:rsidR="005E22AD" w:rsidRPr="001A523B" w:rsidRDefault="005E22AD" w:rsidP="001A523B">
      <w:pPr>
        <w:tabs>
          <w:tab w:val="left" w:pos="8470"/>
        </w:tabs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- 308423,30886 тыс. рублей;</w:t>
      </w:r>
      <w:r w:rsidR="001A523B">
        <w:rPr>
          <w:rFonts w:ascii="Times New Roman" w:hAnsi="Times New Roman"/>
          <w:sz w:val="28"/>
          <w:szCs w:val="28"/>
        </w:rPr>
        <w:tab/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- 363665,278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- 402404,2132 тыс. рублей;</w:t>
      </w:r>
    </w:p>
    <w:p w:rsidR="005E22AD" w:rsidRPr="001A523B" w:rsidRDefault="0094256A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- 440768</w:t>
      </w:r>
      <w:r w:rsidR="005E22AD"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- </w:t>
      </w:r>
      <w:r w:rsidR="0094256A" w:rsidRPr="001A523B">
        <w:rPr>
          <w:rFonts w:ascii="Times New Roman" w:hAnsi="Times New Roman"/>
          <w:sz w:val="28"/>
          <w:szCs w:val="28"/>
        </w:rPr>
        <w:t>607768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- </w:t>
      </w:r>
      <w:r w:rsidR="0094256A" w:rsidRPr="001A523B">
        <w:rPr>
          <w:rFonts w:ascii="Times New Roman" w:hAnsi="Times New Roman"/>
          <w:sz w:val="28"/>
          <w:szCs w:val="28"/>
        </w:rPr>
        <w:t>546768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- 175000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- 175000 тыс. рублей;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- 175000 тыс. рублей,</w:t>
      </w:r>
    </w:p>
    <w:p w:rsidR="005E22AD" w:rsidRPr="001A523B" w:rsidRDefault="005E22AD" w:rsidP="001A523B">
      <w:pPr>
        <w:spacing w:line="235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- 19646,20886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- 12800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- 13500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- </w:t>
      </w:r>
      <w:r w:rsidR="0094256A" w:rsidRPr="001A523B">
        <w:rPr>
          <w:rFonts w:ascii="Times New Roman" w:hAnsi="Times New Roman"/>
          <w:sz w:val="28"/>
          <w:szCs w:val="28"/>
        </w:rPr>
        <w:t>440000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- </w:t>
      </w:r>
      <w:r w:rsidR="0094256A" w:rsidRPr="001A523B">
        <w:rPr>
          <w:rFonts w:ascii="Times New Roman" w:hAnsi="Times New Roman"/>
          <w:sz w:val="28"/>
          <w:szCs w:val="28"/>
        </w:rPr>
        <w:t>607000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pStyle w:val="af2"/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- </w:t>
      </w:r>
      <w:r w:rsidR="0094256A" w:rsidRPr="001A523B">
        <w:rPr>
          <w:rFonts w:ascii="Times New Roman" w:hAnsi="Times New Roman"/>
          <w:sz w:val="28"/>
          <w:szCs w:val="28"/>
        </w:rPr>
        <w:t>546000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pStyle w:val="af2"/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- 175000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- 175000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- 175000 тыс. рублей;</w:t>
      </w:r>
    </w:p>
    <w:p w:rsidR="005E22AD" w:rsidRPr="001A523B" w:rsidRDefault="005E22AD" w:rsidP="001A523B">
      <w:pPr>
        <w:spacing w:line="228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по </w:t>
      </w:r>
      <w:hyperlink w:anchor="P43758" w:history="1">
        <w:r w:rsidRPr="001A523B">
          <w:rPr>
            <w:rFonts w:ascii="Times New Roman" w:hAnsi="Times New Roman"/>
            <w:sz w:val="28"/>
            <w:szCs w:val="28"/>
          </w:rPr>
          <w:t>подпрограмме 7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«Обеспечение реализации Программы» - </w:t>
      </w:r>
      <w:r w:rsidR="0094256A" w:rsidRPr="001A523B">
        <w:rPr>
          <w:rFonts w:ascii="Times New Roman" w:hAnsi="Times New Roman"/>
          <w:sz w:val="28"/>
          <w:szCs w:val="28"/>
        </w:rPr>
        <w:t>776772,09177</w:t>
      </w:r>
      <w:r w:rsidRPr="001A523B">
        <w:rPr>
          <w:rFonts w:ascii="Times New Roman" w:hAnsi="Times New Roman"/>
          <w:sz w:val="28"/>
          <w:szCs w:val="28"/>
        </w:rPr>
        <w:t xml:space="preserve"> тыс. рублей за счет средств областного бюджета, из них бюджетные ассигнования дорожного фонда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94256A" w:rsidRPr="001A523B">
        <w:rPr>
          <w:rFonts w:ascii="Times New Roman" w:hAnsi="Times New Roman"/>
          <w:sz w:val="28"/>
          <w:szCs w:val="28"/>
        </w:rPr>
        <w:t>169381,2</w:t>
      </w:r>
      <w:r w:rsidRPr="001A523B">
        <w:rPr>
          <w:rFonts w:ascii="Times New Roman" w:hAnsi="Times New Roman"/>
          <w:sz w:val="28"/>
          <w:szCs w:val="28"/>
        </w:rPr>
        <w:t xml:space="preserve"> тыс. руб., в том числе по годам: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- 68558,80237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- 66042,69403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- 74184,02895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2019 год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94256A" w:rsidRPr="001A523B">
        <w:rPr>
          <w:rFonts w:ascii="Times New Roman" w:hAnsi="Times New Roman"/>
          <w:sz w:val="28"/>
          <w:szCs w:val="28"/>
        </w:rPr>
        <w:t>99843,01008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2020 год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94256A" w:rsidRPr="001A523B">
        <w:rPr>
          <w:rFonts w:ascii="Times New Roman" w:hAnsi="Times New Roman"/>
          <w:sz w:val="28"/>
          <w:szCs w:val="28"/>
        </w:rPr>
        <w:t>117849,69148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2021 год </w:t>
      </w:r>
      <w:r w:rsidR="0094256A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94256A" w:rsidRPr="001A523B">
        <w:rPr>
          <w:rFonts w:ascii="Times New Roman" w:hAnsi="Times New Roman"/>
          <w:sz w:val="28"/>
          <w:szCs w:val="28"/>
        </w:rPr>
        <w:t>120329,71989</w:t>
      </w:r>
      <w:r w:rsidRPr="001A523B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- 76654,71499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- 76654,71499  тыс. рублей;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- 76654,71499  тыс. рублей,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- 4236,8 тыс. рублей;</w:t>
      </w:r>
    </w:p>
    <w:p w:rsidR="0094256A" w:rsidRPr="001A523B" w:rsidRDefault="00D44E37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- 44413,4 тыс. рублей</w:t>
      </w:r>
    </w:p>
    <w:p w:rsidR="0094256A" w:rsidRPr="001A523B" w:rsidRDefault="0094256A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- 60113,5 тыс. рублей;</w:t>
      </w:r>
    </w:p>
    <w:p w:rsidR="007A6EE4" w:rsidRPr="001A523B" w:rsidRDefault="0094256A" w:rsidP="001A523B">
      <w:pPr>
        <w:spacing w:line="228" w:lineRule="auto"/>
        <w:ind w:right="57"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- 60617,5 тыс. рублей.</w:t>
      </w:r>
    </w:p>
    <w:p w:rsidR="00E93995" w:rsidRDefault="00E93995" w:rsidP="00D44E37">
      <w:pPr>
        <w:spacing w:line="228" w:lineRule="auto"/>
        <w:ind w:firstLine="708"/>
        <w:rPr>
          <w:rFonts w:ascii="Times New Roman" w:hAnsi="Times New Roman"/>
        </w:rPr>
      </w:pPr>
    </w:p>
    <w:p w:rsidR="001A523B" w:rsidRDefault="001A523B" w:rsidP="00D44E37">
      <w:pPr>
        <w:spacing w:line="228" w:lineRule="auto"/>
        <w:ind w:firstLine="708"/>
        <w:rPr>
          <w:rFonts w:ascii="Times New Roman" w:hAnsi="Times New Roman"/>
        </w:rPr>
      </w:pPr>
    </w:p>
    <w:p w:rsidR="001A523B" w:rsidRDefault="001A523B" w:rsidP="00D44E37">
      <w:pPr>
        <w:spacing w:line="228" w:lineRule="auto"/>
        <w:ind w:firstLine="708"/>
        <w:rPr>
          <w:rFonts w:ascii="Times New Roman" w:hAnsi="Times New Roman"/>
        </w:rPr>
      </w:pPr>
    </w:p>
    <w:p w:rsidR="001A523B" w:rsidRDefault="001A523B" w:rsidP="00D44E37">
      <w:pPr>
        <w:spacing w:line="228" w:lineRule="auto"/>
        <w:ind w:firstLine="708"/>
        <w:rPr>
          <w:rFonts w:ascii="Times New Roman" w:hAnsi="Times New Roman"/>
        </w:rPr>
      </w:pPr>
    </w:p>
    <w:p w:rsidR="001A523B" w:rsidRDefault="001A523B" w:rsidP="00D44E37">
      <w:pPr>
        <w:spacing w:line="228" w:lineRule="auto"/>
        <w:ind w:firstLine="708"/>
        <w:rPr>
          <w:rFonts w:ascii="Times New Roman" w:hAnsi="Times New Roman"/>
        </w:rPr>
      </w:pPr>
    </w:p>
    <w:p w:rsidR="001A523B" w:rsidRDefault="001A523B" w:rsidP="00D44E37">
      <w:pPr>
        <w:spacing w:line="228" w:lineRule="auto"/>
        <w:ind w:firstLine="708"/>
        <w:rPr>
          <w:rFonts w:ascii="Times New Roman" w:hAnsi="Times New Roman"/>
        </w:rPr>
      </w:pPr>
    </w:p>
    <w:p w:rsidR="001A523B" w:rsidRDefault="001A523B" w:rsidP="00D44E37">
      <w:pPr>
        <w:spacing w:line="228" w:lineRule="auto"/>
        <w:ind w:firstLine="708"/>
        <w:rPr>
          <w:rFonts w:ascii="Times New Roman" w:hAnsi="Times New Roman"/>
        </w:rPr>
      </w:pPr>
    </w:p>
    <w:p w:rsidR="001A523B" w:rsidRDefault="001A523B" w:rsidP="00D44E37">
      <w:pPr>
        <w:spacing w:line="228" w:lineRule="auto"/>
        <w:ind w:firstLine="708"/>
        <w:rPr>
          <w:rFonts w:ascii="Times New Roman" w:hAnsi="Times New Roman"/>
        </w:rPr>
      </w:pPr>
    </w:p>
    <w:p w:rsidR="001A523B" w:rsidRPr="001A523B" w:rsidRDefault="001A523B" w:rsidP="00D44E37">
      <w:pPr>
        <w:spacing w:line="228" w:lineRule="auto"/>
        <w:ind w:firstLine="708"/>
        <w:rPr>
          <w:rFonts w:ascii="Times New Roman" w:hAnsi="Times New Roman"/>
        </w:rPr>
      </w:pPr>
    </w:p>
    <w:p w:rsidR="005700D7" w:rsidRPr="001A523B" w:rsidRDefault="005700D7" w:rsidP="00D44E37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A523B">
        <w:rPr>
          <w:rFonts w:ascii="Times New Roman" w:hAnsi="Times New Roman"/>
          <w:color w:val="000000"/>
          <w:sz w:val="28"/>
          <w:szCs w:val="28"/>
        </w:rPr>
        <w:t>Распределение средств областного и федерального</w:t>
      </w:r>
    </w:p>
    <w:p w:rsidR="007A6EE4" w:rsidRPr="001A523B" w:rsidRDefault="005700D7" w:rsidP="00D44E37">
      <w:pPr>
        <w:autoSpaceDE w:val="0"/>
        <w:autoSpaceDN w:val="0"/>
        <w:adjustRightInd w:val="0"/>
        <w:spacing w:line="228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A523B">
        <w:rPr>
          <w:rFonts w:ascii="Times New Roman" w:hAnsi="Times New Roman"/>
          <w:color w:val="000000"/>
          <w:sz w:val="28"/>
          <w:szCs w:val="28"/>
        </w:rPr>
        <w:t>бюджетов по главным распорядителям</w:t>
      </w:r>
    </w:p>
    <w:p w:rsidR="00EF72EE" w:rsidRPr="001A523B" w:rsidRDefault="00EF72EE" w:rsidP="00D44E37">
      <w:pPr>
        <w:autoSpaceDE w:val="0"/>
        <w:autoSpaceDN w:val="0"/>
        <w:adjustRightInd w:val="0"/>
        <w:spacing w:line="228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8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1"/>
        <w:gridCol w:w="845"/>
        <w:gridCol w:w="567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33"/>
      </w:tblGrid>
      <w:tr w:rsidR="00EF72EE" w:rsidRPr="001A523B" w:rsidTr="00F649B0">
        <w:trPr>
          <w:trHeight w:val="137"/>
          <w:tblHeader/>
          <w:jc w:val="right"/>
        </w:trPr>
        <w:tc>
          <w:tcPr>
            <w:tcW w:w="426" w:type="dxa"/>
            <w:vMerge w:val="restart"/>
            <w:tcBorders>
              <w:bottom w:val="nil"/>
            </w:tcBorders>
            <w:shd w:val="clear" w:color="auto" w:fill="auto"/>
          </w:tcPr>
          <w:p w:rsidR="00EF72EE" w:rsidRPr="001A523B" w:rsidRDefault="00EF72EE" w:rsidP="00D44E37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EF72EE" w:rsidRPr="001A523B" w:rsidRDefault="00EF72EE" w:rsidP="00D44E37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1A523B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1A523B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991" w:type="dxa"/>
            <w:vMerge w:val="restart"/>
            <w:tcBorders>
              <w:bottom w:val="nil"/>
            </w:tcBorders>
            <w:shd w:val="clear" w:color="auto" w:fill="auto"/>
          </w:tcPr>
          <w:p w:rsidR="00EF72EE" w:rsidRPr="001A523B" w:rsidRDefault="00EF72EE" w:rsidP="00D44E37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распоря-дители</w:t>
            </w:r>
            <w:proofErr w:type="spellEnd"/>
            <w:proofErr w:type="gramEnd"/>
          </w:p>
        </w:tc>
        <w:tc>
          <w:tcPr>
            <w:tcW w:w="845" w:type="dxa"/>
            <w:vMerge w:val="restart"/>
            <w:tcBorders>
              <w:bottom w:val="nil"/>
            </w:tcBorders>
            <w:shd w:val="clear" w:color="auto" w:fill="auto"/>
          </w:tcPr>
          <w:p w:rsidR="00EF72EE" w:rsidRPr="001A523B" w:rsidRDefault="00EF72EE" w:rsidP="00D44E37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Источ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>-ник</w:t>
            </w:r>
            <w:proofErr w:type="gramEnd"/>
            <w:r w:rsidR="001A52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A523B">
              <w:rPr>
                <w:rFonts w:ascii="Times New Roman" w:hAnsi="Times New Roman" w:cs="Times New Roman"/>
                <w:color w:val="000000"/>
              </w:rPr>
              <w:t>финан-сирова-ния</w:t>
            </w:r>
            <w:proofErr w:type="spellEnd"/>
          </w:p>
        </w:tc>
        <w:tc>
          <w:tcPr>
            <w:tcW w:w="7620" w:type="dxa"/>
            <w:gridSpan w:val="12"/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Объемы финансирования, тыс. рублей *</w:t>
            </w:r>
          </w:p>
        </w:tc>
      </w:tr>
      <w:tr w:rsidR="00EF72EE" w:rsidRPr="001A523B" w:rsidTr="00F649B0">
        <w:trPr>
          <w:trHeight w:val="137"/>
          <w:tblHeader/>
          <w:jc w:val="right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705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EF72EE" w:rsidRPr="001A523B" w:rsidTr="00F649B0">
        <w:trPr>
          <w:trHeight w:val="137"/>
          <w:tblHeader/>
          <w:jc w:val="right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bCs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2014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2015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2017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2018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2019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2020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2021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2022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2023</w:t>
            </w:r>
          </w:p>
        </w:tc>
        <w:tc>
          <w:tcPr>
            <w:tcW w:w="533" w:type="dxa"/>
            <w:tcBorders>
              <w:bottom w:val="nil"/>
            </w:tcBorders>
            <w:vAlign w:val="center"/>
          </w:tcPr>
          <w:p w:rsidR="00EF72EE" w:rsidRPr="001A523B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2024</w:t>
            </w:r>
          </w:p>
        </w:tc>
      </w:tr>
    </w:tbl>
    <w:p w:rsidR="00EF72EE" w:rsidRPr="001A523B" w:rsidRDefault="00EF72EE" w:rsidP="00EF72EE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851"/>
        <w:gridCol w:w="567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33"/>
      </w:tblGrid>
      <w:tr w:rsidR="00EF72EE" w:rsidRPr="001A523B" w:rsidTr="00F649B0">
        <w:trPr>
          <w:trHeight w:val="137"/>
          <w:tblHeader/>
          <w:jc w:val="right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567" w:type="dxa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  <w:tc>
          <w:tcPr>
            <w:tcW w:w="567" w:type="dxa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12</w:t>
            </w:r>
          </w:p>
        </w:tc>
        <w:tc>
          <w:tcPr>
            <w:tcW w:w="567" w:type="dxa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13</w:t>
            </w:r>
          </w:p>
        </w:tc>
        <w:tc>
          <w:tcPr>
            <w:tcW w:w="567" w:type="dxa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  <w:tc>
          <w:tcPr>
            <w:tcW w:w="533" w:type="dxa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</w:tr>
      <w:tr w:rsidR="0097557E" w:rsidRPr="001A523B" w:rsidTr="00D44E37">
        <w:trPr>
          <w:cantSplit/>
          <w:trHeight w:val="1804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1A523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97557E" w:rsidRPr="001A523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557E" w:rsidRPr="001A523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>Минтранс Рязанской области</w:t>
            </w:r>
          </w:p>
          <w:p w:rsidR="0097557E" w:rsidRPr="001A523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 xml:space="preserve">всего, </w:t>
            </w: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71878023,49232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5793861,50081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6431720,86005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6317752,95685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7393410,91831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7816359,37748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97557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9761038,08277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9177987,06129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7678686,21499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4972786,21499</w:t>
            </w:r>
          </w:p>
        </w:tc>
      </w:tr>
      <w:tr w:rsidR="0097557E" w:rsidRPr="001A523B" w:rsidTr="00F649B0">
        <w:trPr>
          <w:cantSplit/>
          <w:trHeight w:val="1770"/>
          <w:jc w:val="right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1A52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A523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63909437,62256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4568959,41163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5426490,8127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5183153,08319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6626275,39342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7036068,95342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8963030,16342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7387486,5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7444726,5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4738826,5</w:t>
            </w:r>
          </w:p>
        </w:tc>
      </w:tr>
      <w:tr w:rsidR="0097557E" w:rsidRPr="001A523B" w:rsidTr="00F649B0">
        <w:trPr>
          <w:cantSplit/>
          <w:trHeight w:val="1728"/>
          <w:jc w:val="right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1A523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55931337,09415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4727195,00081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5496613,18005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5262817,53968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5283200,21831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6976194,87748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8916386,08277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4991980,55029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4128786,21499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4292786,21499</w:t>
            </w:r>
          </w:p>
        </w:tc>
      </w:tr>
      <w:tr w:rsidR="0097557E" w:rsidRPr="001A523B" w:rsidTr="00F649B0">
        <w:trPr>
          <w:cantSplit/>
          <w:trHeight w:val="1843"/>
          <w:jc w:val="right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1A52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A523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49283457,73539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3802292,91163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4491383,1327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4128217,66602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4516064,69342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6195904,45342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8118378,16342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4222186,5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3894826,5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4058826,5</w:t>
            </w:r>
          </w:p>
        </w:tc>
      </w:tr>
      <w:tr w:rsidR="0097557E" w:rsidRPr="001A523B" w:rsidTr="00F649B0">
        <w:trPr>
          <w:cantSplit/>
          <w:trHeight w:val="1551"/>
          <w:jc w:val="right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феде-ральный</w:t>
            </w:r>
            <w:proofErr w:type="spellEnd"/>
            <w:proofErr w:type="gramEnd"/>
            <w:r w:rsidRPr="001A523B">
              <w:rPr>
                <w:rFonts w:ascii="Times New Roman" w:hAnsi="Times New Roman" w:cs="Times New Roman"/>
                <w:color w:val="000000"/>
              </w:rPr>
              <w:t xml:space="preserve"> бюджет,               из них:</w:t>
            </w: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15946686,39817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2110210,7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4186006,511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1A523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97557E" w:rsidRPr="001A523B" w:rsidTr="00F649B0">
        <w:trPr>
          <w:cantSplit/>
          <w:trHeight w:val="1423"/>
          <w:jc w:val="right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1A52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A523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97557E" w:rsidRPr="001A523B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14625979,88717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1A523B" w:rsidRDefault="0097557E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2110210,7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6661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3165300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1A523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1A523B" w:rsidRDefault="0097557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EF72EE" w:rsidRPr="001A523B" w:rsidTr="00F649B0">
        <w:trPr>
          <w:cantSplit/>
          <w:trHeight w:val="910"/>
          <w:jc w:val="right"/>
        </w:trPr>
        <w:tc>
          <w:tcPr>
            <w:tcW w:w="426" w:type="dxa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A523B">
              <w:rPr>
                <w:rFonts w:ascii="Times New Roman" w:hAnsi="Times New Roman" w:cs="Times New Roman"/>
                <w:color w:val="000000"/>
              </w:rPr>
              <w:t>Минобра-зование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 xml:space="preserve"> Рязанской области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1A523B">
              <w:rPr>
                <w:rFonts w:ascii="Times New Roman" w:hAnsi="Times New Roman" w:cs="Times New Roman"/>
                <w:color w:val="000000"/>
              </w:rPr>
              <w:t xml:space="preserve"> бюджет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1A523B" w:rsidRDefault="008F2C7D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3707</w:t>
            </w:r>
            <w:r w:rsidR="0097557E"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,7992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467,7992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EF72EE" w:rsidRPr="001A523B" w:rsidTr="00F649B0">
        <w:trPr>
          <w:cantSplit/>
          <w:trHeight w:val="1405"/>
          <w:jc w:val="right"/>
        </w:trPr>
        <w:tc>
          <w:tcPr>
            <w:tcW w:w="426" w:type="dxa"/>
            <w:vMerge w:val="restart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30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 xml:space="preserve">Итого по </w:t>
            </w: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Програм-ме</w:t>
            </w:r>
            <w:proofErr w:type="spellEnd"/>
            <w:proofErr w:type="gramEnd"/>
            <w:r w:rsidRPr="001A523B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71881731,29152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5794329,50081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6432188,86005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6318220,75605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7394178,91831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7817127,37748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9761806,08277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9177987,06129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7678686,21499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4972786,21499</w:t>
            </w:r>
          </w:p>
        </w:tc>
      </w:tr>
      <w:tr w:rsidR="00EF72EE" w:rsidRPr="001A523B" w:rsidTr="00F649B0">
        <w:trPr>
          <w:cantSplit/>
          <w:trHeight w:val="1832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1A523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 xml:space="preserve">из них: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1A523B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55935044,89335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4727663,00081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5497081,18005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5263285,33888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5283968,21831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6976962,87748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8917154,08277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4991980,55029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4128786,21499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4292786,21499</w:t>
            </w:r>
          </w:p>
        </w:tc>
      </w:tr>
      <w:tr w:rsidR="00EF72EE" w:rsidRPr="001A523B" w:rsidTr="00F649B0">
        <w:trPr>
          <w:cantSplit/>
          <w:trHeight w:val="1830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1A52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A523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49283457,73539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3802292,91163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4491383,1327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4128217,66602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4516064,69342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6195904,45342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8118378,16342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4222186,5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3894826,5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4058826,5</w:t>
            </w:r>
          </w:p>
        </w:tc>
      </w:tr>
      <w:tr w:rsidR="00EF72EE" w:rsidRPr="001A523B" w:rsidTr="00F649B0">
        <w:trPr>
          <w:cantSplit/>
          <w:trHeight w:val="1265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феде-ральный</w:t>
            </w:r>
            <w:proofErr w:type="spellEnd"/>
            <w:proofErr w:type="gramEnd"/>
            <w:r w:rsidRPr="001A523B">
              <w:rPr>
                <w:rFonts w:ascii="Times New Roman" w:hAnsi="Times New Roman" w:cs="Times New Roman"/>
                <w:color w:val="000000"/>
              </w:rPr>
              <w:t xml:space="preserve"> бюджет,              из них: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15946686,39817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2110210,7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EF72E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4186006,511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1A523B" w:rsidRDefault="00EF72E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1A523B" w:rsidRDefault="00EF72EE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  <w:tr w:rsidR="007B1DA1" w:rsidRPr="001A523B" w:rsidTr="00F649B0">
        <w:trPr>
          <w:cantSplit/>
          <w:trHeight w:val="1433"/>
          <w:jc w:val="right"/>
        </w:trPr>
        <w:tc>
          <w:tcPr>
            <w:tcW w:w="426" w:type="dxa"/>
            <w:vMerge/>
            <w:shd w:val="clear" w:color="auto" w:fill="auto"/>
          </w:tcPr>
          <w:p w:rsidR="007B1DA1" w:rsidRPr="001A523B" w:rsidRDefault="007B1DA1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B1DA1" w:rsidRPr="001A523B" w:rsidRDefault="007B1DA1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B1DA1" w:rsidRPr="001A523B" w:rsidRDefault="007B1DA1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1C069C" w:rsidRPr="001A52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A523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  <w:p w:rsidR="007B1DA1" w:rsidRPr="001A523B" w:rsidRDefault="007B1DA1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B1DA1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14625979,88717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1DA1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1A523B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1DA1" w:rsidRPr="001A523B" w:rsidRDefault="007B1DA1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2110210,7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1A523B" w:rsidRDefault="007B1DA1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840164,5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1A523B" w:rsidRDefault="007B1DA1" w:rsidP="006661FF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844652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1A523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3165300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1A523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7B1DA1" w:rsidRPr="001A523B" w:rsidRDefault="007B1DA1" w:rsidP="00F649B0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680000</w:t>
            </w:r>
          </w:p>
        </w:tc>
      </w:tr>
    </w:tbl>
    <w:p w:rsidR="005700D7" w:rsidRPr="001A523B" w:rsidRDefault="005700D7" w:rsidP="005700D7">
      <w:pPr>
        <w:rPr>
          <w:rFonts w:ascii="Times New Roman" w:hAnsi="Times New Roman"/>
          <w:color w:val="000000"/>
          <w:sz w:val="2"/>
          <w:szCs w:val="2"/>
        </w:rPr>
      </w:pPr>
    </w:p>
    <w:p w:rsidR="001F1AA8" w:rsidRPr="001A523B" w:rsidRDefault="000D3137" w:rsidP="001A523B">
      <w:pPr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523B">
        <w:rPr>
          <w:rFonts w:ascii="Times New Roman" w:hAnsi="Times New Roman"/>
          <w:sz w:val="28"/>
          <w:szCs w:val="28"/>
        </w:rPr>
        <w:t>*</w:t>
      </w:r>
      <w:r w:rsidR="0056353F" w:rsidRPr="001A523B">
        <w:rPr>
          <w:rFonts w:ascii="Times New Roman" w:hAnsi="Times New Roman"/>
          <w:sz w:val="28"/>
          <w:szCs w:val="28"/>
        </w:rPr>
        <w:t> </w:t>
      </w:r>
      <w:r w:rsidR="005700D7" w:rsidRPr="001A523B">
        <w:rPr>
          <w:rFonts w:ascii="Times New Roman" w:hAnsi="Times New Roman"/>
          <w:sz w:val="24"/>
          <w:szCs w:val="24"/>
        </w:rPr>
        <w:t>Объемы финансирования Программы подлежат уточнению при изменении объемов средств, выделяемых из областного или федерального бюджет</w:t>
      </w:r>
      <w:r w:rsidR="0075344E" w:rsidRPr="001A523B">
        <w:rPr>
          <w:rFonts w:ascii="Times New Roman" w:hAnsi="Times New Roman"/>
          <w:sz w:val="24"/>
          <w:szCs w:val="24"/>
        </w:rPr>
        <w:t>а</w:t>
      </w:r>
      <w:proofErr w:type="gramStart"/>
      <w:r w:rsidR="005700D7" w:rsidRPr="001A523B">
        <w:rPr>
          <w:rFonts w:ascii="Times New Roman" w:hAnsi="Times New Roman"/>
          <w:sz w:val="24"/>
          <w:szCs w:val="24"/>
        </w:rPr>
        <w:t>.»;</w:t>
      </w:r>
      <w:proofErr w:type="gramEnd"/>
    </w:p>
    <w:p w:rsidR="005E22AD" w:rsidRPr="001A523B" w:rsidRDefault="005E22AD" w:rsidP="001A523B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23B">
        <w:rPr>
          <w:rFonts w:ascii="Times New Roman" w:hAnsi="Times New Roman" w:cs="Times New Roman"/>
          <w:sz w:val="28"/>
          <w:szCs w:val="28"/>
        </w:rPr>
        <w:t xml:space="preserve">- в разделе 6 «Ожидаемые конечные результаты реализации Программы и показатели социально-экономической эффективности»: </w:t>
      </w:r>
    </w:p>
    <w:p w:rsidR="005E22AD" w:rsidRPr="001A523B" w:rsidRDefault="005E22AD" w:rsidP="001A523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абзацы тридцатый - сорок четвертый изложить в следующей редакции:</w:t>
      </w:r>
    </w:p>
    <w:p w:rsidR="005E22AD" w:rsidRPr="001A523B" w:rsidRDefault="005E22AD" w:rsidP="001A523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«- к концу 2024 года: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обеспечение круглогодичного содержания сети автомобильных дорог общего пользования регионального или межмуниципального значения и искусственных сооружений на них в соответствии с нормативными требованиями к транспортно-эксплуатационному состоянию и условиями безопасности движения;</w:t>
      </w:r>
    </w:p>
    <w:p w:rsidR="00E33719" w:rsidRPr="001A523B" w:rsidRDefault="00E33719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обеспечение 2945,7</w:t>
      </w:r>
      <w:r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 общей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 на 31 декабря отчетного года;</w:t>
      </w:r>
    </w:p>
    <w:p w:rsidR="00E33719" w:rsidRPr="001A523B" w:rsidRDefault="00E33719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выполнение капитального ремонта 555,532 км автомобильных дорог общего пользования регионального или межмуниципального значения и 470,96 погонных метров искусственных сооружений на них;</w:t>
      </w:r>
    </w:p>
    <w:p w:rsidR="00E33719" w:rsidRPr="001A523B" w:rsidRDefault="00E33719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выполнение ремонта </w:t>
      </w:r>
      <w:r w:rsidRPr="001A523B">
        <w:rPr>
          <w:rFonts w:ascii="Times New Roman" w:hAnsi="Times New Roman"/>
          <w:spacing w:val="-2"/>
          <w:sz w:val="28"/>
          <w:szCs w:val="28"/>
        </w:rPr>
        <w:t xml:space="preserve">1106,01 </w:t>
      </w:r>
      <w:r w:rsidRPr="001A523B">
        <w:rPr>
          <w:rFonts w:ascii="Times New Roman" w:hAnsi="Times New Roman"/>
          <w:sz w:val="28"/>
          <w:szCs w:val="28"/>
        </w:rPr>
        <w:t>км автомобильных дорог общего пользования регионального или межмуниципального значения и 4169,24  погонных метров искусственных сооружений на них;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обеспечение протяженности сети автомобильных дорог общего пользования регионального или межмуниципального значения на территории Рязанской области 6626,8 км;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ввод в эксплуатацию после строительства и реконструкции 172,751</w:t>
      </w:r>
      <w:r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 автомобильных дорог общего пользования регионального или межмуниципального значения и 329,73</w:t>
      </w:r>
      <w:r w:rsidRPr="001A523B">
        <w:rPr>
          <w:rFonts w:ascii="Times New Roman" w:hAnsi="Times New Roman"/>
        </w:rPr>
        <w:t xml:space="preserve">  </w:t>
      </w:r>
      <w:r w:rsidRPr="001A523B">
        <w:rPr>
          <w:rFonts w:ascii="Times New Roman" w:hAnsi="Times New Roman"/>
          <w:sz w:val="28"/>
          <w:szCs w:val="28"/>
        </w:rPr>
        <w:t>погонных метров искусственных сооружений на них;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ввод в эксплуатацию после строительства и </w:t>
      </w:r>
      <w:proofErr w:type="gramStart"/>
      <w:r w:rsidRPr="001A523B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автомобильных дорог общего пользования регионального или межмуниципального значения, исходя из расчетной протяженности введенных искусственных сооружений (мостов, мостовых переходов, путепроводов, транспортных развязок), 0,32 км;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1A523B">
        <w:rPr>
          <w:rFonts w:ascii="Times New Roman" w:hAnsi="Times New Roman"/>
          <w:sz w:val="28"/>
          <w:szCs w:val="28"/>
        </w:rPr>
        <w:t>прироста протяженности сети автомобильных дорог общего пользования регионального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или межмуниципального значения на территории Рязанской области в результате строительства новых автомобильных дорог на 75,549</w:t>
      </w:r>
      <w:r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 и 235,55</w:t>
      </w:r>
      <w:r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погонных метров искусственных сооружений на них;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обеспечение прироста протяженности автомобильных дорог общего пользования регионального или межмуниципального значения на территории Рязанской области, соответствующих нормативным требованиям к транспортно-эксплуатационным показателям, в результате реконструкции автомобильных дорог на 95,929</w:t>
      </w:r>
      <w:r w:rsidRPr="001A523B">
        <w:rPr>
          <w:rFonts w:ascii="Times New Roman" w:hAnsi="Times New Roman"/>
        </w:rPr>
        <w:t xml:space="preserve">  </w:t>
      </w:r>
      <w:r w:rsidRPr="001A523B">
        <w:rPr>
          <w:rFonts w:ascii="Times New Roman" w:hAnsi="Times New Roman"/>
          <w:sz w:val="28"/>
          <w:szCs w:val="28"/>
        </w:rPr>
        <w:t>км и 94,18 погонных метров искусственных сооружений на них;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1A523B">
        <w:rPr>
          <w:rFonts w:ascii="Times New Roman" w:hAnsi="Times New Roman"/>
          <w:sz w:val="28"/>
          <w:szCs w:val="28"/>
        </w:rPr>
        <w:t>протяженности сети автомобильных дорог общего пользования местного значения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8852,8</w:t>
      </w:r>
      <w:r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км;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ввод в эксплуатацию после строительства и реконструкции 37,39996</w:t>
      </w:r>
      <w:r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 автомобильных дорог общего пользования местного значения;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1A523B">
        <w:rPr>
          <w:rFonts w:ascii="Times New Roman" w:hAnsi="Times New Roman"/>
          <w:sz w:val="28"/>
          <w:szCs w:val="28"/>
        </w:rPr>
        <w:t>прироста протяженности сети автомобильных дорог общего пользования местного значения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на территории Рязанской области в результате строительства новых автомобильных дорог на 32,46996</w:t>
      </w:r>
      <w:r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км;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обеспечение 3210,7</w:t>
      </w:r>
      <w:r w:rsidRPr="001A523B">
        <w:rPr>
          <w:rFonts w:ascii="Times New Roman" w:hAnsi="Times New Roman"/>
        </w:rPr>
        <w:t xml:space="preserve">  </w:t>
      </w:r>
      <w:r w:rsidRPr="001A523B">
        <w:rPr>
          <w:rFonts w:ascii="Times New Roman" w:hAnsi="Times New Roman"/>
          <w:sz w:val="28"/>
          <w:szCs w:val="28"/>
        </w:rPr>
        <w:t>км общей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года;</w:t>
      </w:r>
    </w:p>
    <w:p w:rsidR="005E22AD" w:rsidRPr="001A523B" w:rsidRDefault="00F720EA" w:rsidP="001A523B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ввод в эксплуатацию после строительства 30,5825</w:t>
      </w:r>
      <w:r w:rsidRPr="001A523B">
        <w:rPr>
          <w:rFonts w:ascii="Times New Roman" w:hAnsi="Times New Roman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км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</w:r>
      <w:proofErr w:type="gramStart"/>
      <w:r w:rsidR="005E22AD" w:rsidRPr="001A523B">
        <w:rPr>
          <w:rFonts w:ascii="Times New Roman" w:hAnsi="Times New Roman"/>
          <w:sz w:val="28"/>
          <w:szCs w:val="28"/>
        </w:rPr>
        <w:t>;»</w:t>
      </w:r>
      <w:proofErr w:type="gramEnd"/>
      <w:r w:rsidR="005E22AD" w:rsidRPr="001A523B">
        <w:rPr>
          <w:rFonts w:ascii="Times New Roman" w:hAnsi="Times New Roman"/>
          <w:sz w:val="28"/>
          <w:szCs w:val="28"/>
        </w:rPr>
        <w:t>;</w:t>
      </w:r>
    </w:p>
    <w:p w:rsidR="00C92461" w:rsidRPr="001A523B" w:rsidRDefault="00C92461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дополнить новыми абзацами </w:t>
      </w:r>
      <w:r w:rsidR="005943B3" w:rsidRPr="001A523B">
        <w:rPr>
          <w:rFonts w:ascii="Times New Roman" w:hAnsi="Times New Roman"/>
          <w:sz w:val="28"/>
          <w:szCs w:val="28"/>
        </w:rPr>
        <w:t xml:space="preserve">сорок девятым, пятидесятым </w:t>
      </w:r>
      <w:r w:rsidRPr="001A523B">
        <w:rPr>
          <w:rFonts w:ascii="Times New Roman" w:hAnsi="Times New Roman"/>
          <w:sz w:val="28"/>
          <w:szCs w:val="28"/>
        </w:rPr>
        <w:t>следующего содержания:</w:t>
      </w:r>
    </w:p>
    <w:p w:rsidR="00C92461" w:rsidRPr="001A523B" w:rsidRDefault="00C92461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«обеспечение выполнения </w:t>
      </w:r>
      <w:r w:rsidR="00210413" w:rsidRPr="001A523B">
        <w:rPr>
          <w:rFonts w:ascii="Times New Roman" w:hAnsi="Times New Roman"/>
          <w:sz w:val="28"/>
          <w:szCs w:val="28"/>
        </w:rPr>
        <w:t xml:space="preserve">регулярных </w:t>
      </w:r>
      <w:r w:rsidRPr="001A523B">
        <w:rPr>
          <w:rFonts w:ascii="Times New Roman" w:hAnsi="Times New Roman"/>
          <w:sz w:val="28"/>
          <w:szCs w:val="28"/>
        </w:rPr>
        <w:t>рейсов автомобильным транспортом общего пользования по межмуниципальным маршрутам ежегодно не менее 9</w:t>
      </w:r>
      <w:r w:rsidR="00196BA6" w:rsidRPr="001A523B">
        <w:rPr>
          <w:rFonts w:ascii="Times New Roman" w:hAnsi="Times New Roman"/>
          <w:sz w:val="28"/>
          <w:szCs w:val="28"/>
        </w:rPr>
        <w:t>6</w:t>
      </w:r>
      <w:r w:rsidRPr="001A523B">
        <w:rPr>
          <w:rFonts w:ascii="Times New Roman" w:hAnsi="Times New Roman"/>
          <w:sz w:val="28"/>
          <w:szCs w:val="28"/>
        </w:rPr>
        <w:t>%;</w:t>
      </w:r>
    </w:p>
    <w:p w:rsidR="00C92461" w:rsidRPr="001A523B" w:rsidRDefault="00196BA6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</w:t>
      </w:r>
      <w:r w:rsidR="00C92461" w:rsidRPr="001A523B">
        <w:rPr>
          <w:rFonts w:ascii="Times New Roman" w:hAnsi="Times New Roman"/>
          <w:sz w:val="28"/>
          <w:szCs w:val="28"/>
        </w:rPr>
        <w:t xml:space="preserve">беспечение выполнения </w:t>
      </w:r>
      <w:r w:rsidR="00210413" w:rsidRPr="001A523B">
        <w:rPr>
          <w:rFonts w:ascii="Times New Roman" w:hAnsi="Times New Roman"/>
          <w:sz w:val="28"/>
          <w:szCs w:val="28"/>
        </w:rPr>
        <w:t xml:space="preserve">регулярных </w:t>
      </w:r>
      <w:r w:rsidR="00C92461" w:rsidRPr="001A523B">
        <w:rPr>
          <w:rFonts w:ascii="Times New Roman" w:hAnsi="Times New Roman"/>
          <w:sz w:val="28"/>
          <w:szCs w:val="28"/>
        </w:rPr>
        <w:t>рейсов автомобильным транспортом общего пользования по муниципальным маршрутам ежегодно не менее 96%;»;</w:t>
      </w:r>
    </w:p>
    <w:p w:rsidR="00943318" w:rsidRPr="001A523B" w:rsidRDefault="0094331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абзацы шестьдесят второй - шестьдесят шестой изложить в следующей редакции:</w:t>
      </w:r>
    </w:p>
    <w:p w:rsidR="00943318" w:rsidRPr="001A523B" w:rsidRDefault="0094331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«приобретение и распространение не менее </w:t>
      </w:r>
      <w:r w:rsidR="005664F5" w:rsidRPr="001A523B">
        <w:rPr>
          <w:rFonts w:ascii="Times New Roman" w:hAnsi="Times New Roman"/>
          <w:sz w:val="28"/>
          <w:szCs w:val="28"/>
        </w:rPr>
        <w:t>78</w:t>
      </w:r>
      <w:r w:rsidRPr="001A523B">
        <w:rPr>
          <w:rFonts w:ascii="Times New Roman" w:hAnsi="Times New Roman"/>
          <w:sz w:val="28"/>
          <w:szCs w:val="28"/>
        </w:rPr>
        <w:t xml:space="preserve">00 </w:t>
      </w:r>
      <w:proofErr w:type="spellStart"/>
      <w:r w:rsidRPr="001A523B">
        <w:rPr>
          <w:rFonts w:ascii="Times New Roman" w:hAnsi="Times New Roman"/>
          <w:sz w:val="28"/>
          <w:szCs w:val="28"/>
        </w:rPr>
        <w:t>световозвращающих</w:t>
      </w:r>
      <w:proofErr w:type="spellEnd"/>
      <w:r w:rsidRPr="001A523B">
        <w:rPr>
          <w:rFonts w:ascii="Times New Roman" w:hAnsi="Times New Roman"/>
          <w:sz w:val="28"/>
          <w:szCs w:val="28"/>
        </w:rPr>
        <w:t xml:space="preserve"> приспособлений в среде дошкольников и учащихся младших классов образовательных организаций;</w:t>
      </w:r>
    </w:p>
    <w:p w:rsidR="00943318" w:rsidRPr="001A523B" w:rsidRDefault="0094331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проведение 6 областных и участие в 6 всероссийских конкурсах-фестивалях отрядов юных инспекторов движения;</w:t>
      </w:r>
    </w:p>
    <w:p w:rsidR="00943318" w:rsidRPr="001A523B" w:rsidRDefault="0094331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модернизация (реконструкция) не менее 54 светофорных объектов;</w:t>
      </w:r>
    </w:p>
    <w:p w:rsidR="00943318" w:rsidRPr="001A523B" w:rsidRDefault="00943318" w:rsidP="001A523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оборудование не менее 109 нерегулируемых пешеходных переходов;</w:t>
      </w:r>
    </w:p>
    <w:p w:rsidR="00943318" w:rsidRPr="001A523B" w:rsidRDefault="00943318" w:rsidP="001A523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строительство не менее 19 светофорных объектов</w:t>
      </w:r>
      <w:proofErr w:type="gramStart"/>
      <w:r w:rsidRPr="001A523B">
        <w:rPr>
          <w:rFonts w:ascii="Times New Roman" w:hAnsi="Times New Roman"/>
          <w:sz w:val="28"/>
          <w:szCs w:val="28"/>
        </w:rPr>
        <w:t>;»</w:t>
      </w:r>
      <w:proofErr w:type="gramEnd"/>
      <w:r w:rsidRPr="001A523B">
        <w:rPr>
          <w:rFonts w:ascii="Times New Roman" w:hAnsi="Times New Roman"/>
          <w:sz w:val="28"/>
          <w:szCs w:val="28"/>
        </w:rPr>
        <w:t>;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абзац семьдесят седьмой изложить в следующей редакции:</w:t>
      </w:r>
    </w:p>
    <w:p w:rsidR="00F720EA" w:rsidRPr="001A523B" w:rsidRDefault="00F720EA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«сокращение случаев смерти в результате дорожно-транспортных происшествий, в том числе детей, на 283 человека (86,54%);»;</w:t>
      </w:r>
    </w:p>
    <w:p w:rsidR="005E22AD" w:rsidRPr="001A523B" w:rsidRDefault="001A523B" w:rsidP="001A523B">
      <w:pPr>
        <w:pStyle w:val="ConsPlusNormal"/>
        <w:spacing w:line="233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5E22AD" w:rsidRPr="001A523B">
        <w:rPr>
          <w:rFonts w:ascii="Times New Roman" w:hAnsi="Times New Roman" w:cs="Times New Roman"/>
          <w:sz w:val="28"/>
          <w:szCs w:val="28"/>
        </w:rPr>
        <w:t>в приложении № 4 к государственной программе:</w:t>
      </w:r>
    </w:p>
    <w:p w:rsidR="005E22AD" w:rsidRPr="001A523B" w:rsidRDefault="001A523B" w:rsidP="001A523B">
      <w:pPr>
        <w:pStyle w:val="ad"/>
        <w:widowControl w:val="0"/>
        <w:suppressLineNumbers/>
        <w:spacing w:line="233" w:lineRule="auto"/>
        <w:ind w:firstLine="709"/>
        <w:rPr>
          <w:szCs w:val="28"/>
        </w:rPr>
      </w:pPr>
      <w:r>
        <w:rPr>
          <w:szCs w:val="28"/>
        </w:rPr>
        <w:t>- </w:t>
      </w:r>
      <w:r w:rsidR="005E22AD" w:rsidRPr="001A523B">
        <w:rPr>
          <w:szCs w:val="28"/>
        </w:rPr>
        <w:t xml:space="preserve">раздел 3 «Ресурсное обеспечение подпрограммы» изложить в следующей редакции: </w:t>
      </w:r>
    </w:p>
    <w:p w:rsidR="00343C4C" w:rsidRPr="001A523B" w:rsidRDefault="00343C4C" w:rsidP="00343C4C">
      <w:pPr>
        <w:pStyle w:val="ad"/>
        <w:widowControl w:val="0"/>
        <w:suppressLineNumbers/>
        <w:spacing w:line="233" w:lineRule="auto"/>
        <w:ind w:firstLine="709"/>
        <w:rPr>
          <w:sz w:val="24"/>
        </w:rPr>
      </w:pPr>
    </w:p>
    <w:p w:rsidR="005E22AD" w:rsidRPr="001A523B" w:rsidRDefault="005E22AD" w:rsidP="00343C4C">
      <w:pPr>
        <w:pStyle w:val="ad"/>
        <w:widowControl w:val="0"/>
        <w:suppressLineNumbers/>
        <w:spacing w:line="233" w:lineRule="auto"/>
        <w:ind w:firstLine="709"/>
        <w:jc w:val="center"/>
        <w:rPr>
          <w:szCs w:val="28"/>
        </w:rPr>
      </w:pPr>
      <w:r w:rsidRPr="001A523B">
        <w:rPr>
          <w:szCs w:val="28"/>
        </w:rPr>
        <w:t>«3. Ресурсное обеспечение подпрограммы</w:t>
      </w:r>
    </w:p>
    <w:p w:rsidR="00343C4C" w:rsidRPr="001A523B" w:rsidRDefault="00343C4C" w:rsidP="00343C4C">
      <w:pPr>
        <w:pStyle w:val="ad"/>
        <w:widowControl w:val="0"/>
        <w:suppressLineNumbers/>
        <w:spacing w:line="233" w:lineRule="auto"/>
        <w:ind w:firstLine="709"/>
        <w:jc w:val="center"/>
        <w:rPr>
          <w:sz w:val="24"/>
        </w:rPr>
      </w:pPr>
    </w:p>
    <w:p w:rsidR="005E22AD" w:rsidRPr="001A523B" w:rsidRDefault="005E22AD" w:rsidP="001A523B">
      <w:pPr>
        <w:pStyle w:val="af2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Источником финансирования мероприятий подпрограммы являются средства областного бюджета, в том числе бюджетные ассигнования дорожного фонда</w:t>
      </w:r>
      <w:r w:rsidR="001A523B">
        <w:rPr>
          <w:rFonts w:ascii="Times New Roman" w:hAnsi="Times New Roman"/>
          <w:sz w:val="28"/>
          <w:szCs w:val="28"/>
        </w:rPr>
        <w:t>,</w:t>
      </w:r>
      <w:r w:rsidRPr="001A523B">
        <w:rPr>
          <w:rFonts w:ascii="Times New Roman" w:hAnsi="Times New Roman"/>
          <w:sz w:val="28"/>
          <w:szCs w:val="28"/>
        </w:rPr>
        <w:t xml:space="preserve"> и средства федерального бюджета.</w:t>
      </w:r>
    </w:p>
    <w:p w:rsidR="005E22AD" w:rsidRPr="001A523B" w:rsidRDefault="005E22AD" w:rsidP="001A523B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523B">
        <w:rPr>
          <w:rFonts w:ascii="Times New Roman" w:hAnsi="Times New Roman"/>
          <w:sz w:val="28"/>
          <w:szCs w:val="28"/>
        </w:rPr>
        <w:t xml:space="preserve">Объем средств, необходимых для реализации всего комплекса мероприятий подпрограммы </w:t>
      </w:r>
      <w:r w:rsidRPr="001A523B">
        <w:rPr>
          <w:rFonts w:ascii="Times New Roman" w:hAnsi="Times New Roman"/>
          <w:color w:val="000000" w:themeColor="text1"/>
          <w:sz w:val="28"/>
          <w:szCs w:val="28"/>
        </w:rPr>
        <w:t>на период 2016-2024 годов</w:t>
      </w:r>
      <w:r w:rsidRPr="001A523B">
        <w:rPr>
          <w:rFonts w:ascii="Times New Roman" w:hAnsi="Times New Roman"/>
          <w:sz w:val="28"/>
          <w:szCs w:val="28"/>
        </w:rPr>
        <w:t xml:space="preserve">, составляет  </w:t>
      </w:r>
      <w:r w:rsidR="006661FF" w:rsidRPr="001A523B">
        <w:rPr>
          <w:rFonts w:ascii="Times New Roman" w:hAnsi="Times New Roman"/>
          <w:sz w:val="28"/>
          <w:szCs w:val="28"/>
        </w:rPr>
        <w:t xml:space="preserve">57779368,21012 </w:t>
      </w:r>
      <w:r w:rsidRPr="001A523B">
        <w:rPr>
          <w:rFonts w:ascii="Times New Roman" w:hAnsi="Times New Roman"/>
          <w:sz w:val="28"/>
          <w:szCs w:val="28"/>
        </w:rPr>
        <w:t xml:space="preserve">тыс. рублей, из них бюджетные ассигнования дорожного фонда </w:t>
      </w:r>
      <w:r w:rsidR="006661FF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6661FF" w:rsidRPr="001A523B">
        <w:rPr>
          <w:rFonts w:ascii="Times New Roman" w:hAnsi="Times New Roman"/>
          <w:sz w:val="28"/>
          <w:szCs w:val="28"/>
        </w:rPr>
        <w:t>55041689,90892</w:t>
      </w:r>
      <w:r w:rsidRPr="001A523B">
        <w:rPr>
          <w:rFonts w:ascii="Times New Roman" w:hAnsi="Times New Roman"/>
          <w:sz w:val="28"/>
          <w:szCs w:val="28"/>
        </w:rPr>
        <w:t xml:space="preserve"> тыс. рублей, в том числ</w:t>
      </w:r>
      <w:r w:rsidR="006661FF" w:rsidRPr="001A523B">
        <w:rPr>
          <w:rFonts w:ascii="Times New Roman" w:hAnsi="Times New Roman"/>
          <w:sz w:val="28"/>
          <w:szCs w:val="28"/>
        </w:rPr>
        <w:t>е: средства областного бюджета 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6661FF" w:rsidRPr="001A523B">
        <w:rPr>
          <w:rFonts w:ascii="Times New Roman" w:hAnsi="Times New Roman"/>
          <w:sz w:val="28"/>
          <w:szCs w:val="28"/>
        </w:rPr>
        <w:t>42511724,90195</w:t>
      </w:r>
      <w:r w:rsidRPr="001A523B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6661FF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6661FF" w:rsidRPr="001A523B">
        <w:rPr>
          <w:rFonts w:ascii="Times New Roman" w:hAnsi="Times New Roman"/>
          <w:sz w:val="28"/>
          <w:szCs w:val="28"/>
        </w:rPr>
        <w:t>41094753,11175</w:t>
      </w:r>
      <w:r w:rsidRPr="001A523B">
        <w:rPr>
          <w:rFonts w:ascii="Times New Roman" w:hAnsi="Times New Roman"/>
          <w:sz w:val="28"/>
          <w:szCs w:val="28"/>
        </w:rPr>
        <w:t xml:space="preserve"> тыс. рублей, средства федерального бюджета </w:t>
      </w:r>
      <w:r w:rsidR="006661FF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6661FF" w:rsidRPr="001A523B">
        <w:rPr>
          <w:rFonts w:ascii="Times New Roman" w:hAnsi="Times New Roman"/>
          <w:sz w:val="28"/>
          <w:szCs w:val="28"/>
        </w:rPr>
        <w:t>15267643,30817</w:t>
      </w:r>
      <w:r w:rsidRPr="001A523B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6661FF" w:rsidRPr="001A523B">
        <w:rPr>
          <w:rFonts w:ascii="Times New Roman" w:hAnsi="Times New Roman"/>
          <w:sz w:val="28"/>
          <w:szCs w:val="28"/>
        </w:rPr>
        <w:t>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6661FF" w:rsidRPr="001A523B">
        <w:rPr>
          <w:rFonts w:ascii="Times New Roman" w:hAnsi="Times New Roman"/>
          <w:sz w:val="28"/>
          <w:szCs w:val="28"/>
        </w:rPr>
        <w:t>13946936,79717</w:t>
      </w:r>
      <w:r w:rsidRPr="001A523B">
        <w:rPr>
          <w:rFonts w:ascii="Times New Roman" w:hAnsi="Times New Roman"/>
          <w:sz w:val="28"/>
          <w:szCs w:val="28"/>
        </w:rPr>
        <w:t xml:space="preserve"> тыс. рублей, в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том числе по годам: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- 5003886,16219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- 5575889,0127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- 5312357,31397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- 6302310,19342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2020 год - 6529403,65342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- 8516860,86342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- 8390498,011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- 7427031,5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- 4721131,5  тыс. рублей,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 том числе: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средства областного бюджета по годам: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- 3937219,66219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- 4640781,3327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- 4257421,8968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- 4192099,49342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2020 год - 5689239,15342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- 7672208,86342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- 4204491,5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- 3877131,5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- 4041131,5 тыс. рублей,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- 3782646,70277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- 4478583,1327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- 4110480,86602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- 4031651,29342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2020 год - 5528790,95342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- 7511760,66342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- 4047186,5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- 3719826,5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- 3883826,5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средства федерального бюджета по годам: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- 1066666,5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- 935107,68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- 1054935,41717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- 2110210,7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2020 год - 840164,5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- 844652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- 4186006,511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- 3549900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- 680000 тыс. рублей,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- 766666,5 тыс. рублей;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- 935107,68 тыс. рублей;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- 1054935,41717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- 2110210,7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2020 год - 840164,5 тыс. рублей;</w:t>
      </w:r>
    </w:p>
    <w:p w:rsidR="006661FF" w:rsidRPr="001A523B" w:rsidRDefault="006661FF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- 844652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- 3165300 тыс. рублей;</w:t>
      </w:r>
    </w:p>
    <w:p w:rsidR="005E22A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- 3549900 тыс. рублей;</w:t>
      </w:r>
    </w:p>
    <w:p w:rsidR="007E2A4D" w:rsidRPr="001A523B" w:rsidRDefault="005E22AD" w:rsidP="001A523B">
      <w:pPr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- 680000 тыс. рублей.</w:t>
      </w:r>
    </w:p>
    <w:p w:rsidR="005E22AD" w:rsidRPr="001A523B" w:rsidRDefault="005E22AD" w:rsidP="001A523B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523B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или федерального бюджетов.</w:t>
      </w:r>
      <w:r w:rsidR="00D44E37" w:rsidRPr="001A523B">
        <w:rPr>
          <w:rFonts w:ascii="Times New Roman" w:hAnsi="Times New Roman"/>
          <w:sz w:val="28"/>
          <w:szCs w:val="28"/>
        </w:rPr>
        <w:t>»;</w:t>
      </w:r>
      <w:proofErr w:type="gramEnd"/>
    </w:p>
    <w:p w:rsidR="009E63FF" w:rsidRPr="001A523B" w:rsidRDefault="008D6C58" w:rsidP="001A523B">
      <w:pPr>
        <w:autoSpaceDE w:val="0"/>
        <w:autoSpaceDN w:val="0"/>
        <w:adjustRightInd w:val="0"/>
        <w:spacing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</w:t>
      </w:r>
      <w:r w:rsidR="001A523B">
        <w:rPr>
          <w:rFonts w:ascii="Times New Roman" w:hAnsi="Times New Roman"/>
          <w:sz w:val="28"/>
          <w:szCs w:val="28"/>
        </w:rPr>
        <w:t> </w:t>
      </w:r>
      <w:r w:rsidR="009E63FF" w:rsidRPr="001A523B">
        <w:rPr>
          <w:rFonts w:ascii="Times New Roman" w:hAnsi="Times New Roman"/>
          <w:sz w:val="28"/>
          <w:szCs w:val="28"/>
        </w:rPr>
        <w:t xml:space="preserve">таблицы </w:t>
      </w:r>
      <w:r w:rsidR="009E63FF" w:rsidRPr="001A523B">
        <w:rPr>
          <w:rFonts w:ascii="Times New Roman" w:hAnsi="Times New Roman"/>
          <w:sz w:val="28"/>
          <w:szCs w:val="24"/>
        </w:rPr>
        <w:t xml:space="preserve">№ </w:t>
      </w:r>
      <w:r w:rsidR="00E93995" w:rsidRPr="001A523B">
        <w:rPr>
          <w:rFonts w:ascii="Times New Roman" w:hAnsi="Times New Roman"/>
          <w:sz w:val="28"/>
          <w:szCs w:val="24"/>
        </w:rPr>
        <w:t xml:space="preserve">1, 2.1, 3.2, 4, 5, 6 </w:t>
      </w:r>
      <w:r w:rsidR="009E63FF" w:rsidRPr="001A523B">
        <w:rPr>
          <w:rFonts w:ascii="Times New Roman" w:hAnsi="Times New Roman"/>
          <w:sz w:val="28"/>
          <w:szCs w:val="28"/>
        </w:rPr>
        <w:t xml:space="preserve">раздела 5 «Система программных мероприятий», раздел 6 «Целевые индикаторы эффективности исполнения подпрограммы» </w:t>
      </w:r>
      <w:r w:rsidR="009E63FF" w:rsidRPr="001A523B">
        <w:rPr>
          <w:rFonts w:ascii="Times New Roman" w:hAnsi="Times New Roman"/>
          <w:sz w:val="28"/>
          <w:szCs w:val="24"/>
        </w:rPr>
        <w:t xml:space="preserve">изложить в новой редакции </w:t>
      </w:r>
      <w:r w:rsidR="009E63FF" w:rsidRPr="001A523B">
        <w:rPr>
          <w:rFonts w:ascii="Times New Roman" w:hAnsi="Times New Roman"/>
          <w:sz w:val="28"/>
          <w:szCs w:val="28"/>
        </w:rPr>
        <w:t>согласно приложению № 1 к настоящему постановлению;</w:t>
      </w:r>
    </w:p>
    <w:p w:rsidR="008D6C58" w:rsidRPr="001A523B" w:rsidRDefault="001A523B" w:rsidP="001A523B">
      <w:pPr>
        <w:autoSpaceDE w:val="0"/>
        <w:autoSpaceDN w:val="0"/>
        <w:adjustRightInd w:val="0"/>
        <w:spacing w:line="22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8D6C58" w:rsidRPr="001A523B">
        <w:rPr>
          <w:rFonts w:ascii="Times New Roman" w:hAnsi="Times New Roman"/>
          <w:sz w:val="28"/>
          <w:szCs w:val="28"/>
        </w:rPr>
        <w:t>в приложении № 5 к государственной программе:</w:t>
      </w:r>
    </w:p>
    <w:p w:rsidR="008D6C58" w:rsidRPr="001A523B" w:rsidRDefault="001A523B" w:rsidP="001A523B">
      <w:pPr>
        <w:pStyle w:val="ad"/>
        <w:widowControl w:val="0"/>
        <w:suppressLineNumbers/>
        <w:spacing w:line="226" w:lineRule="auto"/>
        <w:ind w:firstLine="709"/>
        <w:rPr>
          <w:szCs w:val="28"/>
        </w:rPr>
      </w:pPr>
      <w:r>
        <w:rPr>
          <w:szCs w:val="28"/>
        </w:rPr>
        <w:t>- </w:t>
      </w:r>
      <w:r w:rsidR="008D6C58" w:rsidRPr="001A523B">
        <w:rPr>
          <w:szCs w:val="28"/>
        </w:rPr>
        <w:t xml:space="preserve">раздел 3 «Ресурсное обеспечение подпрограммы» изложить в следующей редакции: </w:t>
      </w:r>
    </w:p>
    <w:p w:rsidR="008D6C58" w:rsidRPr="001A523B" w:rsidRDefault="008D6C58" w:rsidP="008D6C58">
      <w:pPr>
        <w:pStyle w:val="ad"/>
        <w:widowControl w:val="0"/>
        <w:suppressLineNumbers/>
        <w:spacing w:line="226" w:lineRule="auto"/>
        <w:ind w:left="707" w:firstLine="709"/>
        <w:jc w:val="center"/>
        <w:rPr>
          <w:szCs w:val="28"/>
        </w:rPr>
      </w:pPr>
      <w:r w:rsidRPr="001A523B">
        <w:rPr>
          <w:szCs w:val="28"/>
        </w:rPr>
        <w:t>«3. Ресурсное обеспечение подпрограммы</w:t>
      </w:r>
    </w:p>
    <w:p w:rsidR="00F720EA" w:rsidRPr="001A523B" w:rsidRDefault="00F720EA" w:rsidP="008D6C58">
      <w:pPr>
        <w:pStyle w:val="ad"/>
        <w:widowControl w:val="0"/>
        <w:suppressLineNumbers/>
        <w:spacing w:line="226" w:lineRule="auto"/>
        <w:ind w:left="707" w:firstLine="709"/>
        <w:jc w:val="center"/>
        <w:rPr>
          <w:szCs w:val="28"/>
        </w:rPr>
      </w:pPr>
    </w:p>
    <w:p w:rsidR="008D6C58" w:rsidRPr="001A523B" w:rsidRDefault="008D6C5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Общий объем финансирования реализации подпрограммы осуществляется за счет средств областного бюджета и составляет 3596373,88479 тыс. рублей, из них:</w:t>
      </w:r>
    </w:p>
    <w:p w:rsidR="008D6C58" w:rsidRPr="001A523B" w:rsidRDefault="008D6C58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- 413461,22739 тыс. рублей;</w:t>
      </w:r>
    </w:p>
    <w:p w:rsidR="008D6C58" w:rsidRPr="001A523B" w:rsidRDefault="008D6C58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- 426591,87532 тыс. рублей;</w:t>
      </w:r>
    </w:p>
    <w:p w:rsidR="008D6C58" w:rsidRPr="001A523B" w:rsidRDefault="008D6C58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- 529275,19993 тыс. рублей;</w:t>
      </w:r>
    </w:p>
    <w:p w:rsidR="008D6C58" w:rsidRPr="001A523B" w:rsidRDefault="008D6C58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- 551257,71481 тыс. рублей;</w:t>
      </w:r>
    </w:p>
    <w:p w:rsidR="008D6C58" w:rsidRPr="001A523B" w:rsidRDefault="008D6C58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2020 год - 562106,03258 тыс. рублей;</w:t>
      </w:r>
    </w:p>
    <w:p w:rsidR="008D6C58" w:rsidRPr="001A523B" w:rsidRDefault="008D6C58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- 577847,49946 тыс. рублей;</w:t>
      </w:r>
    </w:p>
    <w:p w:rsidR="008D6C58" w:rsidRPr="001A523B" w:rsidRDefault="008D6C58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- 535834,3353 тыс. рублей.</w:t>
      </w:r>
    </w:p>
    <w:p w:rsidR="008D6C58" w:rsidRPr="001A523B" w:rsidRDefault="008D6C5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</w:t>
      </w:r>
      <w:r w:rsidR="001A523B">
        <w:rPr>
          <w:rFonts w:ascii="Times New Roman" w:hAnsi="Times New Roman"/>
          <w:sz w:val="28"/>
          <w:szCs w:val="28"/>
        </w:rPr>
        <w:t>еляемых из областного бюджета</w:t>
      </w:r>
      <w:proofErr w:type="gramStart"/>
      <w:r w:rsidR="001A523B">
        <w:rPr>
          <w:rFonts w:ascii="Times New Roman" w:hAnsi="Times New Roman"/>
          <w:sz w:val="28"/>
          <w:szCs w:val="28"/>
        </w:rPr>
        <w:t>.»;</w:t>
      </w:r>
      <w:proofErr w:type="gramEnd"/>
    </w:p>
    <w:p w:rsidR="008D6C58" w:rsidRPr="001A523B" w:rsidRDefault="008D6C5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23B">
        <w:rPr>
          <w:rFonts w:ascii="Times New Roman" w:hAnsi="Times New Roman"/>
          <w:color w:val="000000"/>
          <w:sz w:val="28"/>
          <w:szCs w:val="28"/>
        </w:rPr>
        <w:t xml:space="preserve">- раздел 4 «Механизм реализации подпрограммы» изложить в </w:t>
      </w:r>
      <w:r w:rsidR="00F94766" w:rsidRPr="001A523B">
        <w:rPr>
          <w:rFonts w:ascii="Times New Roman" w:hAnsi="Times New Roman"/>
          <w:color w:val="000000"/>
          <w:sz w:val="28"/>
          <w:szCs w:val="28"/>
        </w:rPr>
        <w:t>новой</w:t>
      </w:r>
      <w:r w:rsidRPr="001A523B">
        <w:rPr>
          <w:rFonts w:ascii="Times New Roman" w:hAnsi="Times New Roman"/>
          <w:color w:val="000000"/>
          <w:sz w:val="28"/>
          <w:szCs w:val="28"/>
        </w:rPr>
        <w:t xml:space="preserve"> редакции: </w:t>
      </w:r>
    </w:p>
    <w:p w:rsidR="00433198" w:rsidRPr="001A523B" w:rsidRDefault="00433198" w:rsidP="0043319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 w:rsidRPr="001A523B">
        <w:rPr>
          <w:rFonts w:ascii="Times New Roman" w:hAnsi="Times New Roman"/>
          <w:color w:val="000000"/>
          <w:sz w:val="28"/>
          <w:szCs w:val="28"/>
        </w:rPr>
        <w:t>«4. М</w:t>
      </w:r>
      <w:r w:rsidR="001A523B">
        <w:rPr>
          <w:rFonts w:ascii="Times New Roman" w:hAnsi="Times New Roman"/>
          <w:color w:val="000000"/>
          <w:sz w:val="28"/>
          <w:szCs w:val="28"/>
        </w:rPr>
        <w:t>еханизм реализации подпрограммы</w:t>
      </w:r>
    </w:p>
    <w:p w:rsidR="00433198" w:rsidRPr="001A523B" w:rsidRDefault="00433198" w:rsidP="0043319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4.1. Подпрограмма реализуется в виде комплекса мероприятий, взаимосвязанных между собой и направленных на решение поставленных задач.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Главным распорядителем бюджетных средств, выделяемых на реализацию мероприятий подпрограммы, является Минтранс Рязанской области.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Главный распорядитель обеспечивает результативность, адресность, целевой характер использования бюджетных средств.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Исполнитель подпрограммы выполняет следующие функции при реализации мероприятий настоящей подпрограммы: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 проводит размещение государственного заказа по реализации мероприятий подпрограммы в соответствии с Федеральным законом от             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 несет ответственность за качественное и своевременное выполнение мероприятий подпрограммы, целевое и рациональное использование финансовых средств, выделяемых на реализацию подпрограммы;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 иные функции по реализации подпрограммы в пределах своих полномочий в течение срока подготовки и проведения программных мероприятий.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4.2. Реализация мероприятий, указанных в разделе 5 «Система программных мероприятий» настоящей подпрограммы, осуществляется: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523B">
        <w:rPr>
          <w:rFonts w:ascii="Times New Roman" w:hAnsi="Times New Roman"/>
          <w:sz w:val="28"/>
          <w:szCs w:val="28"/>
        </w:rPr>
        <w:t>- предусмотренных подпунктами 1.1, 3.1</w:t>
      </w:r>
      <w:r w:rsidR="001A523B">
        <w:rPr>
          <w:rFonts w:ascii="Times New Roman" w:hAnsi="Times New Roman"/>
          <w:sz w:val="28"/>
          <w:szCs w:val="28"/>
        </w:rPr>
        <w:t>, –</w:t>
      </w:r>
      <w:r w:rsidRPr="001A523B">
        <w:rPr>
          <w:rFonts w:ascii="Times New Roman" w:hAnsi="Times New Roman"/>
          <w:sz w:val="28"/>
          <w:szCs w:val="28"/>
        </w:rPr>
        <w:t xml:space="preserve"> в</w:t>
      </w:r>
      <w:r w:rsidR="001A523B">
        <w:rPr>
          <w:rFonts w:ascii="Times New Roman" w:hAnsi="Times New Roman"/>
          <w:sz w:val="28"/>
          <w:szCs w:val="28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 xml:space="preserve">соответствии с </w:t>
      </w:r>
      <w:r w:rsidR="001A523B">
        <w:rPr>
          <w:rFonts w:ascii="Times New Roman" w:hAnsi="Times New Roman"/>
          <w:sz w:val="28"/>
          <w:szCs w:val="28"/>
        </w:rPr>
        <w:t>п</w:t>
      </w:r>
      <w:r w:rsidRPr="001A523B">
        <w:rPr>
          <w:rFonts w:ascii="Times New Roman" w:hAnsi="Times New Roman"/>
          <w:sz w:val="28"/>
          <w:szCs w:val="28"/>
        </w:rPr>
        <w:t>остановлением Правительства Рязанской области от 28.12.2012 № 407 «Об утверждении порядков предоставления юридическим лицам и индивидуальным предпринимателям субсидий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A523B">
        <w:rPr>
          <w:rFonts w:ascii="Times New Roman" w:hAnsi="Times New Roman"/>
          <w:sz w:val="28"/>
          <w:szCs w:val="28"/>
        </w:rPr>
        <w:t>административный центр муниципального района Рязанской области с населенными пунктами данного муниципального района, граждан, имеющих право на меры социальной поддержки в виде льготного проезда в соответствии с законодательством Рязанской области, а также возникающих в результате государственного регулирования тарифов на услуги по перевозке пассажиров автомобильным транспортом общего пользования в городском и пригородном сообщении на территории Рязанской области»;</w:t>
      </w:r>
      <w:proofErr w:type="gramEnd"/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 предусмотренных подпунктом 1.2</w:t>
      </w:r>
      <w:r w:rsidR="001A523B">
        <w:rPr>
          <w:rFonts w:ascii="Times New Roman" w:hAnsi="Times New Roman"/>
          <w:sz w:val="28"/>
          <w:szCs w:val="28"/>
        </w:rPr>
        <w:t>, –</w:t>
      </w:r>
      <w:r w:rsidRPr="001A523B">
        <w:rPr>
          <w:rFonts w:ascii="Times New Roman" w:hAnsi="Times New Roman"/>
          <w:sz w:val="28"/>
          <w:szCs w:val="28"/>
        </w:rPr>
        <w:t xml:space="preserve"> в соответствии с </w:t>
      </w:r>
      <w:r w:rsidR="001A523B">
        <w:rPr>
          <w:rFonts w:ascii="Times New Roman" w:hAnsi="Times New Roman"/>
          <w:sz w:val="28"/>
          <w:szCs w:val="28"/>
        </w:rPr>
        <w:t>п</w:t>
      </w:r>
      <w:r w:rsidRPr="001A523B">
        <w:rPr>
          <w:rFonts w:ascii="Times New Roman" w:hAnsi="Times New Roman"/>
          <w:sz w:val="28"/>
          <w:szCs w:val="28"/>
        </w:rPr>
        <w:t>остановлением Правительства Рязанской области от 21.12.2011 № 435 «О Порядке предоставления субсидий организациям железнодорожного транспорта в целях возмещения недополученных доходов, возникающих в результате государственного регулирования тарифов на услуги по перевозке пассажиров железнодорожным транспортом в пригородном сообщении на территории Рязанской области»;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 предусмотренных подпунктом 1.3</w:t>
      </w:r>
      <w:r w:rsidR="001A523B">
        <w:rPr>
          <w:rFonts w:ascii="Times New Roman" w:hAnsi="Times New Roman"/>
          <w:sz w:val="28"/>
          <w:szCs w:val="28"/>
        </w:rPr>
        <w:t>, –</w:t>
      </w:r>
      <w:r w:rsidRPr="001A523B">
        <w:rPr>
          <w:rFonts w:ascii="Times New Roman" w:hAnsi="Times New Roman"/>
          <w:sz w:val="28"/>
          <w:szCs w:val="28"/>
        </w:rPr>
        <w:t xml:space="preserve"> в соответствии с Законом Рязанской области от 10.12.2012 № 94-ОЗ «О наделении органов местного самоуправления отдельными государственными полномочиями Рязанской области по организации регулярных перевозок пассажиров и багажа автомобильным транспортом и транспортного обслуживания населения водным транспортом»;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 предусмотренных подпунктом 1.4</w:t>
      </w:r>
      <w:r w:rsidR="001A523B">
        <w:rPr>
          <w:rFonts w:ascii="Times New Roman" w:hAnsi="Times New Roman"/>
          <w:sz w:val="28"/>
          <w:szCs w:val="28"/>
        </w:rPr>
        <w:t>, –</w:t>
      </w:r>
      <w:r w:rsidRPr="001A523B">
        <w:rPr>
          <w:rFonts w:ascii="Times New Roman" w:hAnsi="Times New Roman"/>
          <w:sz w:val="28"/>
          <w:szCs w:val="28"/>
        </w:rPr>
        <w:t xml:space="preserve">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110AA3" w:rsidRPr="001A523B">
        <w:rPr>
          <w:rFonts w:ascii="Times New Roman" w:hAnsi="Times New Roman"/>
          <w:sz w:val="28"/>
          <w:szCs w:val="28"/>
        </w:rPr>
        <w:t xml:space="preserve"> (далее – Федеральный закон от 05.04.2013 № 44-ФЗ)</w:t>
      </w:r>
      <w:r w:rsidRPr="001A523B">
        <w:rPr>
          <w:rFonts w:ascii="Times New Roman" w:hAnsi="Times New Roman"/>
          <w:sz w:val="28"/>
          <w:szCs w:val="28"/>
        </w:rPr>
        <w:t>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 предусмотренных подпунктом 3.2</w:t>
      </w:r>
      <w:r w:rsidR="001A523B">
        <w:rPr>
          <w:rFonts w:ascii="Times New Roman" w:hAnsi="Times New Roman"/>
          <w:sz w:val="28"/>
          <w:szCs w:val="28"/>
        </w:rPr>
        <w:t>, –</w:t>
      </w:r>
      <w:r w:rsidRPr="001A523B">
        <w:rPr>
          <w:rFonts w:ascii="Times New Roman" w:hAnsi="Times New Roman"/>
          <w:sz w:val="28"/>
          <w:szCs w:val="28"/>
        </w:rPr>
        <w:t xml:space="preserve"> в соответствии с </w:t>
      </w:r>
      <w:r w:rsidR="001A523B">
        <w:rPr>
          <w:rFonts w:ascii="Times New Roman" w:hAnsi="Times New Roman"/>
          <w:sz w:val="28"/>
          <w:szCs w:val="28"/>
        </w:rPr>
        <w:t>п</w:t>
      </w:r>
      <w:r w:rsidRPr="001A523B">
        <w:rPr>
          <w:rFonts w:ascii="Times New Roman" w:hAnsi="Times New Roman"/>
          <w:sz w:val="28"/>
          <w:szCs w:val="28"/>
        </w:rPr>
        <w:t>остановлением Правительства Рязанской области от 16.03.2011 № 40 «О возмещении недополученных доходов организациям железнодорожного транспорта»;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</w:t>
      </w:r>
      <w:r w:rsidR="001A523B">
        <w:rPr>
          <w:rFonts w:ascii="Times New Roman" w:hAnsi="Times New Roman"/>
          <w:sz w:val="28"/>
          <w:szCs w:val="28"/>
        </w:rPr>
        <w:t> </w:t>
      </w:r>
      <w:r w:rsidRPr="001A523B">
        <w:rPr>
          <w:rFonts w:ascii="Times New Roman" w:hAnsi="Times New Roman"/>
          <w:sz w:val="28"/>
          <w:szCs w:val="28"/>
        </w:rPr>
        <w:t>предусмотренных подпунктом 3.3</w:t>
      </w:r>
      <w:r w:rsidR="001A523B">
        <w:rPr>
          <w:rFonts w:ascii="Times New Roman" w:hAnsi="Times New Roman"/>
          <w:sz w:val="28"/>
          <w:szCs w:val="28"/>
        </w:rPr>
        <w:t>, –</w:t>
      </w:r>
      <w:r w:rsidRPr="001A523B">
        <w:rPr>
          <w:rFonts w:ascii="Times New Roman" w:hAnsi="Times New Roman"/>
          <w:sz w:val="28"/>
          <w:szCs w:val="28"/>
        </w:rPr>
        <w:t xml:space="preserve"> в соответствии с Законом Рязанской области от 22.12.2016 №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В текущем финансовом году предусматривается финансовое обеспечение мероприятий настоящей подпрограммы, в рамках которого финансируются соответствующие расходные обязательства, принятые и не оплаченные в предшествующем году. 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4.3. Финансовое обеспечение мероприятия подпункта 1.5 раздела 5 «Система программных мероприятий» настоящей подпрограммы, которые предусматривают участие органов местного самоуправления муниципальных образований Рязанской области, осуществляется за счет предоставления </w:t>
      </w:r>
      <w:r w:rsidR="00505199" w:rsidRPr="001A523B">
        <w:rPr>
          <w:rFonts w:ascii="Times New Roman" w:hAnsi="Times New Roman"/>
          <w:sz w:val="28"/>
          <w:szCs w:val="28"/>
        </w:rPr>
        <w:t xml:space="preserve">муниципальным образованиям Рязанской области </w:t>
      </w:r>
      <w:r w:rsidRPr="001A523B">
        <w:rPr>
          <w:rFonts w:ascii="Times New Roman" w:hAnsi="Times New Roman"/>
          <w:sz w:val="28"/>
          <w:szCs w:val="28"/>
        </w:rPr>
        <w:t>субсидий из областного бюджета</w:t>
      </w:r>
      <w:r w:rsidR="00126361" w:rsidRPr="001A523B">
        <w:rPr>
          <w:rFonts w:ascii="Times New Roman" w:hAnsi="Times New Roman"/>
          <w:sz w:val="28"/>
          <w:szCs w:val="28"/>
        </w:rPr>
        <w:t xml:space="preserve">. 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pacing w:val="-2"/>
          <w:sz w:val="28"/>
          <w:szCs w:val="28"/>
        </w:rPr>
        <w:t xml:space="preserve">Субсидии на </w:t>
      </w:r>
      <w:r w:rsidR="000E33CB" w:rsidRPr="001A523B">
        <w:rPr>
          <w:rFonts w:ascii="Times New Roman" w:hAnsi="Times New Roman"/>
          <w:spacing w:val="-2"/>
          <w:sz w:val="28"/>
          <w:szCs w:val="28"/>
        </w:rPr>
        <w:t>реализацию</w:t>
      </w:r>
      <w:r w:rsidRPr="001A523B">
        <w:rPr>
          <w:rFonts w:ascii="Times New Roman" w:hAnsi="Times New Roman"/>
          <w:spacing w:val="-2"/>
          <w:sz w:val="28"/>
          <w:szCs w:val="28"/>
        </w:rPr>
        <w:t xml:space="preserve"> мероприятия, предусмотренного </w:t>
      </w:r>
      <w:r w:rsidR="001A523B">
        <w:rPr>
          <w:rFonts w:ascii="Times New Roman" w:hAnsi="Times New Roman"/>
          <w:spacing w:val="-2"/>
          <w:sz w:val="28"/>
          <w:szCs w:val="28"/>
        </w:rPr>
        <w:br/>
      </w:r>
      <w:hyperlink r:id="rId18" w:history="1">
        <w:r w:rsidRPr="001A523B">
          <w:rPr>
            <w:rFonts w:ascii="Times New Roman" w:hAnsi="Times New Roman"/>
            <w:spacing w:val="-2"/>
            <w:sz w:val="28"/>
            <w:szCs w:val="28"/>
          </w:rPr>
          <w:t>подпунктом</w:t>
        </w:r>
      </w:hyperlink>
      <w:r w:rsidR="001A523B" w:rsidRPr="001A523B">
        <w:rPr>
          <w:rFonts w:ascii="Times New Roman" w:hAnsi="Times New Roman"/>
          <w:spacing w:val="-2"/>
          <w:sz w:val="28"/>
          <w:szCs w:val="28"/>
        </w:rPr>
        <w:t xml:space="preserve"> </w:t>
      </w:r>
      <w:hyperlink r:id="rId19" w:history="1">
        <w:r w:rsidR="001A523B" w:rsidRPr="001A523B">
          <w:rPr>
            <w:rFonts w:ascii="Times New Roman" w:hAnsi="Times New Roman"/>
            <w:spacing w:val="-2"/>
            <w:sz w:val="28"/>
            <w:szCs w:val="28"/>
          </w:rPr>
          <w:t xml:space="preserve">1.5 </w:t>
        </w:r>
        <w:r w:rsidRPr="001A523B">
          <w:rPr>
            <w:rFonts w:ascii="Times New Roman" w:hAnsi="Times New Roman"/>
            <w:spacing w:val="-2"/>
            <w:sz w:val="28"/>
            <w:szCs w:val="28"/>
          </w:rPr>
          <w:t>раздела</w:t>
        </w:r>
        <w:r w:rsidR="001A523B" w:rsidRPr="001A523B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  <w:r w:rsidRPr="001A523B">
          <w:rPr>
            <w:rFonts w:ascii="Times New Roman" w:hAnsi="Times New Roman"/>
            <w:spacing w:val="-2"/>
            <w:sz w:val="28"/>
            <w:szCs w:val="28"/>
          </w:rPr>
          <w:t>5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предоставляются </w:t>
      </w:r>
      <w:r w:rsidR="000E33CB" w:rsidRPr="001A523B">
        <w:rPr>
          <w:rFonts w:ascii="Times New Roman" w:hAnsi="Times New Roman"/>
          <w:sz w:val="28"/>
          <w:szCs w:val="28"/>
        </w:rPr>
        <w:t xml:space="preserve">муниципальным образованиям Рязанской области </w:t>
      </w:r>
      <w:r w:rsidRPr="001A523B">
        <w:rPr>
          <w:rFonts w:ascii="Times New Roman" w:hAnsi="Times New Roman"/>
          <w:sz w:val="28"/>
          <w:szCs w:val="28"/>
        </w:rPr>
        <w:t>при соблюдении следующих условий:</w:t>
      </w:r>
    </w:p>
    <w:p w:rsidR="00433198" w:rsidRPr="001A523B" w:rsidRDefault="001A523B" w:rsidP="001A52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 условий</w:t>
      </w:r>
      <w:r w:rsidR="00433198" w:rsidRPr="001A523B">
        <w:rPr>
          <w:rFonts w:ascii="Times New Roman" w:eastAsiaTheme="minorHAnsi" w:hAnsi="Times New Roman"/>
          <w:sz w:val="28"/>
          <w:szCs w:val="28"/>
          <w:lang w:eastAsia="en-US"/>
        </w:rPr>
        <w:t>, предусмотренны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433198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20" w:history="1">
        <w:r w:rsidR="00433198" w:rsidRPr="001A523B">
          <w:rPr>
            <w:rFonts w:ascii="Times New Roman" w:eastAsiaTheme="minorHAnsi" w:hAnsi="Times New Roman"/>
            <w:sz w:val="28"/>
            <w:szCs w:val="28"/>
            <w:lang w:eastAsia="en-US"/>
          </w:rPr>
          <w:t>абзацами вторым</w:t>
        </w:r>
      </w:hyperlink>
      <w:r w:rsidR="00433198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1" w:history="1">
        <w:r w:rsidR="00433198" w:rsidRPr="001A523B">
          <w:rPr>
            <w:rFonts w:ascii="Times New Roman" w:eastAsiaTheme="minorHAnsi" w:hAnsi="Times New Roman"/>
            <w:sz w:val="28"/>
            <w:szCs w:val="28"/>
            <w:lang w:eastAsia="en-US"/>
          </w:rPr>
          <w:t>третьим пункта 1</w:t>
        </w:r>
      </w:hyperlink>
      <w:r w:rsidR="00433198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F284A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433198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остановления Правительства Рязанской области от 31.03.2017 № 56 «О некоторых вопросах предоставления субсидий местным бюджетам из областного бюджета» (далее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433198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Постановление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33198" w:rsidRPr="001A523B">
        <w:rPr>
          <w:rFonts w:ascii="Times New Roman" w:eastAsiaTheme="minorHAnsi" w:hAnsi="Times New Roman"/>
          <w:sz w:val="28"/>
          <w:szCs w:val="28"/>
          <w:lang w:eastAsia="en-US"/>
        </w:rPr>
        <w:t>Правительства Рязанской области от 31.03.2017 № 56);</w:t>
      </w:r>
    </w:p>
    <w:p w:rsidR="004203E4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- наличие в </w:t>
      </w:r>
      <w:r w:rsidR="001C4394" w:rsidRPr="001A523B">
        <w:rPr>
          <w:rFonts w:ascii="Times New Roman" w:hAnsi="Times New Roman"/>
          <w:sz w:val="28"/>
          <w:szCs w:val="28"/>
        </w:rPr>
        <w:t xml:space="preserve">бюджете муниципального образования Рязанской области </w:t>
      </w:r>
      <w:r w:rsidRPr="001A523B">
        <w:rPr>
          <w:rFonts w:ascii="Times New Roman" w:hAnsi="Times New Roman"/>
          <w:sz w:val="28"/>
          <w:szCs w:val="28"/>
        </w:rPr>
        <w:t xml:space="preserve">на соответствующий финансовый год бюджетных ассигнований на исполнение расходного обязательства муниципального образования </w:t>
      </w:r>
      <w:r w:rsidR="001C4394" w:rsidRPr="001A523B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1A523B">
        <w:rPr>
          <w:rFonts w:ascii="Times New Roman" w:hAnsi="Times New Roman"/>
          <w:sz w:val="28"/>
          <w:szCs w:val="28"/>
        </w:rPr>
        <w:t xml:space="preserve">в объеме не менее </w:t>
      </w:r>
      <w:r w:rsidR="001C4394" w:rsidRPr="001A523B">
        <w:rPr>
          <w:rFonts w:ascii="Times New Roman" w:hAnsi="Times New Roman"/>
          <w:sz w:val="28"/>
          <w:szCs w:val="28"/>
        </w:rPr>
        <w:t>75</w:t>
      </w:r>
      <w:r w:rsidRPr="001A523B">
        <w:rPr>
          <w:rFonts w:ascii="Times New Roman" w:hAnsi="Times New Roman"/>
          <w:sz w:val="28"/>
          <w:szCs w:val="28"/>
        </w:rPr>
        <w:t xml:space="preserve">% от </w:t>
      </w:r>
      <w:r w:rsidR="004203E4" w:rsidRPr="001A523B">
        <w:rPr>
          <w:rFonts w:ascii="Times New Roman" w:hAnsi="Times New Roman"/>
          <w:sz w:val="28"/>
          <w:szCs w:val="28"/>
        </w:rPr>
        <w:t>расчета стоимости мероприятия на соответствующий финансовый год;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</w:t>
      </w:r>
      <w:r w:rsidR="001A523B">
        <w:rPr>
          <w:rFonts w:ascii="Times New Roman" w:hAnsi="Times New Roman"/>
          <w:sz w:val="28"/>
          <w:szCs w:val="28"/>
        </w:rPr>
        <w:t> </w:t>
      </w:r>
      <w:r w:rsidRPr="001A523B">
        <w:rPr>
          <w:rFonts w:ascii="Times New Roman" w:hAnsi="Times New Roman"/>
          <w:sz w:val="28"/>
          <w:szCs w:val="28"/>
        </w:rPr>
        <w:t xml:space="preserve">возврат средств в областной бюджет в порядке, установленном </w:t>
      </w:r>
      <w:hyperlink r:id="rId22" w:history="1">
        <w:r w:rsidRPr="001A523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1A523B">
        <w:rPr>
          <w:rFonts w:ascii="Times New Roman" w:hAnsi="Times New Roman"/>
          <w:sz w:val="28"/>
          <w:szCs w:val="28"/>
        </w:rPr>
        <w:t xml:space="preserve"> Правительства Рязанской области от 31.03.2017 № 56, в случае неисполнения муниципальным образованием обязательств, предусмотренных соглашением о предоставлении субсидии в соответствии с </w:t>
      </w:r>
      <w:hyperlink r:id="rId23" w:history="1">
        <w:r w:rsidRPr="001A523B">
          <w:rPr>
            <w:rFonts w:ascii="Times New Roman" w:hAnsi="Times New Roman"/>
            <w:sz w:val="28"/>
            <w:szCs w:val="28"/>
          </w:rPr>
          <w:t>абзацами третьим</w:t>
        </w:r>
      </w:hyperlink>
      <w:r w:rsidRPr="001A523B">
        <w:rPr>
          <w:rFonts w:ascii="Times New Roman" w:hAnsi="Times New Roman"/>
          <w:sz w:val="28"/>
          <w:szCs w:val="28"/>
        </w:rPr>
        <w:t>, четвертым Постановления Правительства Рязанской области от 31.03.2017 № 56;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</w:t>
      </w:r>
      <w:r w:rsidR="001A523B">
        <w:rPr>
          <w:rFonts w:ascii="Times New Roman" w:hAnsi="Times New Roman"/>
          <w:sz w:val="28"/>
          <w:szCs w:val="28"/>
        </w:rPr>
        <w:t> </w:t>
      </w:r>
      <w:r w:rsidRPr="001A523B">
        <w:rPr>
          <w:rFonts w:ascii="Times New Roman" w:hAnsi="Times New Roman"/>
          <w:sz w:val="28"/>
          <w:szCs w:val="28"/>
        </w:rPr>
        <w:t xml:space="preserve">исполнение муниципальным образованием в течение двух лет, предшествующих году получения субсидии, условия предоставления субсидий, предусмотренного </w:t>
      </w:r>
      <w:hyperlink r:id="rId24" w:history="1">
        <w:r w:rsidRPr="001A523B">
          <w:rPr>
            <w:rFonts w:ascii="Times New Roman" w:hAnsi="Times New Roman"/>
            <w:sz w:val="28"/>
            <w:szCs w:val="28"/>
          </w:rPr>
          <w:t>абзацем пятым пункта 1</w:t>
        </w:r>
      </w:hyperlink>
      <w:r w:rsidRPr="001A523B">
        <w:rPr>
          <w:rFonts w:ascii="Times New Roman" w:hAnsi="Times New Roman"/>
          <w:sz w:val="28"/>
          <w:szCs w:val="28"/>
        </w:rPr>
        <w:t xml:space="preserve"> Постановления Правительства Рязанской области от 31.03.2017 № 56;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38"/>
      <w:bookmarkEnd w:id="1"/>
      <w:r w:rsidRPr="001A523B">
        <w:rPr>
          <w:rFonts w:ascii="Times New Roman" w:hAnsi="Times New Roman"/>
          <w:sz w:val="28"/>
          <w:szCs w:val="28"/>
        </w:rPr>
        <w:t>- централизация закупок в соответствии с распоряжением Правительства Рязанско</w:t>
      </w:r>
      <w:r w:rsidR="001C4394" w:rsidRPr="001A523B">
        <w:rPr>
          <w:rFonts w:ascii="Times New Roman" w:hAnsi="Times New Roman"/>
          <w:sz w:val="28"/>
          <w:szCs w:val="28"/>
        </w:rPr>
        <w:t>й области от 25.04.2017 №</w:t>
      </w:r>
      <w:r w:rsidR="00110AA3" w:rsidRPr="001A523B">
        <w:rPr>
          <w:rFonts w:ascii="Times New Roman" w:hAnsi="Times New Roman"/>
          <w:sz w:val="28"/>
          <w:szCs w:val="28"/>
        </w:rPr>
        <w:t xml:space="preserve"> 178-р, за исключением:</w:t>
      </w:r>
    </w:p>
    <w:p w:rsidR="00110AA3" w:rsidRPr="001A523B" w:rsidRDefault="001A523B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закупок, в отношении которых </w:t>
      </w:r>
      <w:r w:rsidR="00110AA3" w:rsidRPr="001A523B">
        <w:rPr>
          <w:rFonts w:ascii="Times New Roman" w:hAnsi="Times New Roman"/>
          <w:sz w:val="28"/>
          <w:szCs w:val="28"/>
        </w:rPr>
        <w:t>муниципальные контракты заключены до даты размещения извещения (информации) о начале проведения отбора муниципальных образований Рязанской области для предоставления субсидии;</w:t>
      </w:r>
    </w:p>
    <w:p w:rsidR="00110AA3" w:rsidRPr="001A523B" w:rsidRDefault="001A523B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A523B">
        <w:rPr>
          <w:rFonts w:ascii="Times New Roman" w:hAnsi="Times New Roman"/>
          <w:spacing w:val="-2"/>
          <w:sz w:val="28"/>
          <w:szCs w:val="28"/>
        </w:rPr>
        <w:t xml:space="preserve">закупок, в отношении которых </w:t>
      </w:r>
      <w:r w:rsidR="00110AA3" w:rsidRPr="001A523B">
        <w:rPr>
          <w:rFonts w:ascii="Times New Roman" w:hAnsi="Times New Roman"/>
          <w:spacing w:val="-2"/>
          <w:sz w:val="28"/>
          <w:szCs w:val="28"/>
        </w:rPr>
        <w:t>муниципальные контракты заключаются в соответствии с частью 1 статьи 93 Федерального закона от 05.04.2013 № 44-ФЗ;</w:t>
      </w:r>
    </w:p>
    <w:p w:rsidR="001F71EF" w:rsidRPr="001A523B" w:rsidRDefault="001C4394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</w:t>
      </w:r>
      <w:r w:rsidR="001A523B">
        <w:rPr>
          <w:rFonts w:ascii="Times New Roman" w:hAnsi="Times New Roman"/>
          <w:sz w:val="28"/>
          <w:szCs w:val="28"/>
        </w:rPr>
        <w:t> </w:t>
      </w:r>
      <w:r w:rsidR="001F71EF" w:rsidRPr="001A523B">
        <w:rPr>
          <w:rFonts w:ascii="Times New Roman" w:hAnsi="Times New Roman"/>
          <w:sz w:val="28"/>
          <w:szCs w:val="28"/>
        </w:rPr>
        <w:t>наличие расчета стоимости мероприятия на соответствующий финансовый год.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Критерием отбора муниципальных образований для предоставления субсидий на реализацию мероприятия, предусмотренного </w:t>
      </w:r>
      <w:hyperlink r:id="rId25" w:history="1">
        <w:r w:rsidRPr="001A523B">
          <w:rPr>
            <w:rFonts w:ascii="Times New Roman" w:hAnsi="Times New Roman"/>
            <w:sz w:val="28"/>
            <w:szCs w:val="28"/>
          </w:rPr>
          <w:t>подпунктом 1.5 раздела 5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является осуществление регулярных перевозок пассажиров и багажа автомобильным транспортом по регулируемым тарифам </w:t>
      </w:r>
      <w:r w:rsidR="0050310C" w:rsidRPr="001A523B">
        <w:rPr>
          <w:rFonts w:ascii="Times New Roman" w:hAnsi="Times New Roman"/>
          <w:sz w:val="28"/>
          <w:szCs w:val="28"/>
        </w:rPr>
        <w:t>в границах двух и более поселений одного муниципального района</w:t>
      </w:r>
      <w:r w:rsidRPr="001A523B">
        <w:rPr>
          <w:rFonts w:ascii="Times New Roman" w:hAnsi="Times New Roman"/>
          <w:sz w:val="28"/>
          <w:szCs w:val="28"/>
        </w:rPr>
        <w:t>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Проведение отбора осуществляется в порядке, установленном Минтрансом Рязанской области.</w:t>
      </w:r>
    </w:p>
    <w:p w:rsidR="003A6FB5" w:rsidRPr="001A523B" w:rsidRDefault="003A6FB5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Субсидии муниципальным образованиям Рязанской области распределяются в </w:t>
      </w:r>
      <w:proofErr w:type="gramStart"/>
      <w:r w:rsidRPr="001A523B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 (далее – ЛБО) на соответствующий финансовый год.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При предоставлении субсидий бюджетам муниципальных образований</w:t>
      </w:r>
      <w:r w:rsidR="008D2099" w:rsidRPr="001A523B">
        <w:rPr>
          <w:rFonts w:ascii="Times New Roman" w:hAnsi="Times New Roman"/>
          <w:sz w:val="28"/>
          <w:szCs w:val="28"/>
        </w:rPr>
        <w:t xml:space="preserve"> Рязанской области </w:t>
      </w:r>
      <w:r w:rsidRPr="001A523B">
        <w:rPr>
          <w:rFonts w:ascii="Times New Roman" w:hAnsi="Times New Roman"/>
          <w:sz w:val="28"/>
          <w:szCs w:val="28"/>
        </w:rPr>
        <w:t>применяется следующая методика расчета: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523B">
        <w:rPr>
          <w:rFonts w:ascii="Times New Roman" w:hAnsi="Times New Roman"/>
          <w:sz w:val="28"/>
          <w:szCs w:val="28"/>
        </w:rPr>
        <w:t xml:space="preserve">общий объем субсидий, предоставляемых из областного бюджета бюджетам муниципальных образований </w:t>
      </w: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Рязанской области, равен сумме субсидий бюджетам муниципальных образований</w:t>
      </w:r>
      <w:r w:rsidR="008D2099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Рязанской области</w:t>
      </w: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, прошедших отбор;</w:t>
      </w:r>
    </w:p>
    <w:p w:rsidR="0050310C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общий объем субсидий бюджету отдельного муниципального образования Рязанской области равен сумме выделенных бюджетных ассигнований</w:t>
      </w:r>
      <w:r w:rsidRPr="001A523B">
        <w:rPr>
          <w:rFonts w:ascii="Times New Roman" w:hAnsi="Times New Roman"/>
          <w:sz w:val="28"/>
          <w:szCs w:val="28"/>
        </w:rPr>
        <w:t xml:space="preserve"> на выполнени</w:t>
      </w:r>
      <w:r w:rsidR="008D2099" w:rsidRPr="001A523B">
        <w:rPr>
          <w:rFonts w:ascii="Times New Roman" w:hAnsi="Times New Roman"/>
          <w:sz w:val="28"/>
          <w:szCs w:val="28"/>
        </w:rPr>
        <w:t>е</w:t>
      </w:r>
      <w:r w:rsidRPr="001A523B">
        <w:rPr>
          <w:rFonts w:ascii="Times New Roman" w:hAnsi="Times New Roman"/>
          <w:sz w:val="28"/>
          <w:szCs w:val="28"/>
        </w:rPr>
        <w:t xml:space="preserve"> работ, связанных с осуществлением регулярных перевозок пассажиров и багажа автомобильным транспортом по регулируемым тарифам </w:t>
      </w:r>
      <w:r w:rsidR="0050310C" w:rsidRPr="001A523B">
        <w:rPr>
          <w:rFonts w:ascii="Times New Roman" w:hAnsi="Times New Roman"/>
          <w:sz w:val="28"/>
          <w:szCs w:val="28"/>
        </w:rPr>
        <w:t>по муниципальным маршрутам;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сумма выделенных бюджетных ассигнований</w:t>
      </w:r>
      <w:r w:rsidR="008D2099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соответствующем финансовом году</w:t>
      </w: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рассчитывается по формуле</w:t>
      </w:r>
      <w:r w:rsidR="008D2099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(С)</w:t>
      </w: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8D2099" w:rsidRPr="001A523B" w:rsidRDefault="008D2099" w:rsidP="0043319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33198" w:rsidRPr="001A523B" w:rsidRDefault="00433198" w:rsidP="00433198">
      <w:pPr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proofErr w:type="gramStart"/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= С</w:t>
      </w:r>
      <w:proofErr w:type="gramEnd"/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о - См,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где: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Со</w:t>
      </w:r>
      <w:proofErr w:type="gramEnd"/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- общий объем средств, необходимых бюджету муниципального образования</w:t>
      </w:r>
      <w:r w:rsidR="008D2099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Рязанской области на</w:t>
      </w:r>
      <w:r w:rsidR="008D2099" w:rsidRPr="001A523B">
        <w:rPr>
          <w:rFonts w:ascii="Times New Roman" w:hAnsi="Times New Roman"/>
          <w:sz w:val="28"/>
          <w:szCs w:val="28"/>
        </w:rPr>
        <w:t xml:space="preserve"> </w:t>
      </w:r>
      <w:r w:rsidR="008D2099" w:rsidRPr="001A523B">
        <w:rPr>
          <w:rFonts w:ascii="Times New Roman" w:eastAsiaTheme="minorHAnsi" w:hAnsi="Times New Roman"/>
          <w:sz w:val="28"/>
          <w:szCs w:val="28"/>
          <w:lang w:eastAsia="en-US"/>
        </w:rPr>
        <w:t>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</w:t>
      </w: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, в соответствующем финансовом году;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См</w:t>
      </w:r>
      <w:proofErr w:type="gramEnd"/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- средства бюджета муниципального образования</w:t>
      </w:r>
      <w:r w:rsidR="008742D6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Рязанской области</w:t>
      </w: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, направленные на </w:t>
      </w:r>
      <w:r w:rsidR="008742D6" w:rsidRPr="001A523B">
        <w:rPr>
          <w:rFonts w:ascii="Times New Roman" w:eastAsiaTheme="minorHAnsi" w:hAnsi="Times New Roman"/>
          <w:sz w:val="28"/>
          <w:szCs w:val="28"/>
          <w:lang w:eastAsia="en-US"/>
        </w:rPr>
        <w:t>реализацию мероприятия муниципальной программы,</w:t>
      </w:r>
      <w:r w:rsid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в соответствующем финансовом году.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общий размер средств, запрашиваемых заявителями, превышает сумму доведенных ЛБО на соответствующий финансовый год на предоставление указанной субсидии, распределение субсидии между муниципальными образованиями </w:t>
      </w:r>
      <w:r w:rsidR="00C92742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Рязанской области </w:t>
      </w: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осуществляется в пределах доведенных ЛБО на соответствующий </w:t>
      </w:r>
      <w:r w:rsidR="00C92742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финансовый </w:t>
      </w: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год по формуле: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433198" w:rsidRPr="001A523B" w:rsidRDefault="00433198" w:rsidP="0043319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A523B">
        <w:rPr>
          <w:rFonts w:ascii="Times New Roman" w:hAnsi="Times New Roman"/>
          <w:sz w:val="28"/>
          <w:szCs w:val="28"/>
        </w:rPr>
        <w:t>С</w:t>
      </w:r>
      <w:proofErr w:type="gramStart"/>
      <w:r w:rsidRPr="001A523B"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 w:rsidRPr="001A523B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1A523B">
        <w:rPr>
          <w:rFonts w:ascii="Times New Roman" w:hAnsi="Times New Roman"/>
          <w:sz w:val="28"/>
          <w:szCs w:val="28"/>
        </w:rPr>
        <w:t>Cзi</w:t>
      </w:r>
      <w:proofErr w:type="spellEnd"/>
      <w:r w:rsidRPr="001A523B">
        <w:rPr>
          <w:rFonts w:ascii="Times New Roman" w:hAnsi="Times New Roman"/>
          <w:sz w:val="28"/>
          <w:szCs w:val="28"/>
        </w:rPr>
        <w:t xml:space="preserve"> × k,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где: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523B">
        <w:rPr>
          <w:rFonts w:ascii="Times New Roman" w:hAnsi="Times New Roman"/>
          <w:sz w:val="28"/>
          <w:szCs w:val="28"/>
        </w:rPr>
        <w:t>С</w:t>
      </w:r>
      <w:proofErr w:type="gramStart"/>
      <w:r w:rsidRPr="001A523B"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 w:rsidRPr="001A523B">
        <w:rPr>
          <w:rFonts w:ascii="Times New Roman" w:hAnsi="Times New Roman"/>
          <w:sz w:val="28"/>
          <w:szCs w:val="28"/>
        </w:rPr>
        <w:t xml:space="preserve"> - сумма ЛБО, </w:t>
      </w:r>
      <w:r w:rsidR="003A2C63" w:rsidRPr="001A523B">
        <w:rPr>
          <w:rFonts w:ascii="Times New Roman" w:hAnsi="Times New Roman"/>
          <w:sz w:val="28"/>
          <w:szCs w:val="28"/>
        </w:rPr>
        <w:t>направляемая бюджету i-</w:t>
      </w:r>
      <w:proofErr w:type="spellStart"/>
      <w:r w:rsidR="003A2C63" w:rsidRPr="001A523B">
        <w:rPr>
          <w:rFonts w:ascii="Times New Roman" w:hAnsi="Times New Roman"/>
          <w:sz w:val="28"/>
          <w:szCs w:val="28"/>
        </w:rPr>
        <w:t>го</w:t>
      </w:r>
      <w:proofErr w:type="spellEnd"/>
      <w:r w:rsidR="003A2C63" w:rsidRPr="001A523B">
        <w:rPr>
          <w:rFonts w:ascii="Times New Roman" w:hAnsi="Times New Roman"/>
          <w:sz w:val="28"/>
          <w:szCs w:val="28"/>
        </w:rPr>
        <w:t xml:space="preserve"> муниципального образования Рязанской области на </w:t>
      </w:r>
      <w:r w:rsidRPr="001A523B">
        <w:rPr>
          <w:rFonts w:ascii="Times New Roman" w:hAnsi="Times New Roman"/>
          <w:sz w:val="28"/>
          <w:szCs w:val="28"/>
        </w:rPr>
        <w:t>выполнени</w:t>
      </w:r>
      <w:r w:rsidR="003A2C63" w:rsidRPr="001A523B">
        <w:rPr>
          <w:rFonts w:ascii="Times New Roman" w:hAnsi="Times New Roman"/>
          <w:sz w:val="28"/>
          <w:szCs w:val="28"/>
        </w:rPr>
        <w:t>е</w:t>
      </w:r>
      <w:r w:rsidRPr="001A523B">
        <w:rPr>
          <w:rFonts w:ascii="Times New Roman" w:hAnsi="Times New Roman"/>
          <w:sz w:val="28"/>
          <w:szCs w:val="28"/>
        </w:rPr>
        <w:t xml:space="preserve">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</w:t>
      </w:r>
      <w:r w:rsidR="003A2C63" w:rsidRPr="001A523B">
        <w:rPr>
          <w:rFonts w:ascii="Times New Roman" w:hAnsi="Times New Roman"/>
          <w:sz w:val="28"/>
          <w:szCs w:val="28"/>
        </w:rPr>
        <w:t>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523B">
        <w:rPr>
          <w:rFonts w:ascii="Times New Roman" w:hAnsi="Times New Roman"/>
          <w:sz w:val="28"/>
          <w:szCs w:val="28"/>
        </w:rPr>
        <w:t>Сз</w:t>
      </w:r>
      <w:proofErr w:type="gramStart"/>
      <w:r w:rsidRPr="001A523B"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 w:rsidRPr="001A523B">
        <w:rPr>
          <w:rFonts w:ascii="Times New Roman" w:hAnsi="Times New Roman"/>
          <w:sz w:val="28"/>
          <w:szCs w:val="28"/>
        </w:rPr>
        <w:t xml:space="preserve"> - сумма заявки, поданной i-м муниципальным образованием</w:t>
      </w:r>
      <w:r w:rsidR="003A2C63" w:rsidRPr="001A523B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1A523B">
        <w:rPr>
          <w:rFonts w:ascii="Times New Roman" w:hAnsi="Times New Roman"/>
          <w:sz w:val="28"/>
          <w:szCs w:val="28"/>
        </w:rPr>
        <w:t>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k - поправочный коэффициент, учитывающий </w:t>
      </w:r>
      <w:r w:rsidR="003A2C63" w:rsidRPr="001A523B">
        <w:rPr>
          <w:rFonts w:ascii="Times New Roman" w:hAnsi="Times New Roman"/>
          <w:sz w:val="28"/>
          <w:szCs w:val="28"/>
        </w:rPr>
        <w:t xml:space="preserve">общую </w:t>
      </w:r>
      <w:r w:rsidRPr="001A523B">
        <w:rPr>
          <w:rFonts w:ascii="Times New Roman" w:hAnsi="Times New Roman"/>
          <w:sz w:val="28"/>
          <w:szCs w:val="28"/>
        </w:rPr>
        <w:t>сумм</w:t>
      </w:r>
      <w:r w:rsidR="003A2C63" w:rsidRPr="001A523B">
        <w:rPr>
          <w:rFonts w:ascii="Times New Roman" w:hAnsi="Times New Roman"/>
          <w:sz w:val="28"/>
          <w:szCs w:val="28"/>
        </w:rPr>
        <w:t>у</w:t>
      </w:r>
      <w:r w:rsidRPr="001A523B">
        <w:rPr>
          <w:rFonts w:ascii="Times New Roman" w:hAnsi="Times New Roman"/>
          <w:sz w:val="28"/>
          <w:szCs w:val="28"/>
        </w:rPr>
        <w:t xml:space="preserve"> доведенных ЛБО на выполнени</w:t>
      </w:r>
      <w:r w:rsidR="003A2C63" w:rsidRPr="001A523B">
        <w:rPr>
          <w:rFonts w:ascii="Times New Roman" w:hAnsi="Times New Roman"/>
          <w:sz w:val="28"/>
          <w:szCs w:val="28"/>
        </w:rPr>
        <w:t>е</w:t>
      </w:r>
      <w:r w:rsidRPr="001A523B">
        <w:rPr>
          <w:rFonts w:ascii="Times New Roman" w:hAnsi="Times New Roman"/>
          <w:sz w:val="28"/>
          <w:szCs w:val="28"/>
        </w:rPr>
        <w:t xml:space="preserve"> работ, связанных с осуществлением регулярных перевозок пассажиров и багажа автомобильным транспортом по регулируемым тариф</w:t>
      </w:r>
      <w:r w:rsidR="0050310C" w:rsidRPr="001A523B">
        <w:rPr>
          <w:rFonts w:ascii="Times New Roman" w:hAnsi="Times New Roman"/>
          <w:sz w:val="28"/>
          <w:szCs w:val="28"/>
        </w:rPr>
        <w:t>ам по муниципальным маршрутам</w:t>
      </w:r>
      <w:r w:rsidRPr="001A523B">
        <w:rPr>
          <w:rFonts w:ascii="Times New Roman" w:hAnsi="Times New Roman"/>
          <w:sz w:val="28"/>
          <w:szCs w:val="28"/>
        </w:rPr>
        <w:t xml:space="preserve">, </w:t>
      </w:r>
      <w:r w:rsidR="003A2C63" w:rsidRPr="001A523B">
        <w:rPr>
          <w:rFonts w:ascii="Times New Roman" w:hAnsi="Times New Roman"/>
          <w:sz w:val="28"/>
          <w:szCs w:val="28"/>
        </w:rPr>
        <w:t>рас</w:t>
      </w:r>
      <w:r w:rsidR="003F284A">
        <w:rPr>
          <w:rFonts w:ascii="Times New Roman" w:hAnsi="Times New Roman"/>
          <w:sz w:val="28"/>
          <w:szCs w:val="28"/>
        </w:rPr>
        <w:t>с</w:t>
      </w:r>
      <w:r w:rsidR="003A2C63" w:rsidRPr="001A523B">
        <w:rPr>
          <w:rFonts w:ascii="Times New Roman" w:hAnsi="Times New Roman"/>
          <w:sz w:val="28"/>
          <w:szCs w:val="28"/>
        </w:rPr>
        <w:t>читываемый</w:t>
      </w:r>
      <w:r w:rsidRPr="001A523B">
        <w:rPr>
          <w:rFonts w:ascii="Times New Roman" w:hAnsi="Times New Roman"/>
          <w:sz w:val="28"/>
          <w:szCs w:val="28"/>
        </w:rPr>
        <w:t xml:space="preserve"> по формуле: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3198" w:rsidRPr="001A523B" w:rsidRDefault="00433198" w:rsidP="0043319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k</w:t>
      </w:r>
      <w:proofErr w:type="gramStart"/>
      <w:r w:rsidRPr="001A523B">
        <w:rPr>
          <w:rFonts w:ascii="Times New Roman" w:hAnsi="Times New Roman"/>
          <w:sz w:val="28"/>
          <w:szCs w:val="28"/>
        </w:rPr>
        <w:t xml:space="preserve"> = С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1A523B">
        <w:rPr>
          <w:rFonts w:ascii="Times New Roman" w:hAnsi="Times New Roman"/>
          <w:sz w:val="28"/>
          <w:szCs w:val="28"/>
        </w:rPr>
        <w:t>Сз</w:t>
      </w:r>
      <w:proofErr w:type="spellEnd"/>
      <w:r w:rsidRPr="001A523B">
        <w:rPr>
          <w:rFonts w:ascii="Times New Roman" w:hAnsi="Times New Roman"/>
          <w:sz w:val="28"/>
          <w:szCs w:val="28"/>
        </w:rPr>
        <w:t>,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где: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523B">
        <w:rPr>
          <w:rFonts w:ascii="Times New Roman" w:hAnsi="Times New Roman"/>
          <w:sz w:val="28"/>
          <w:szCs w:val="28"/>
        </w:rPr>
        <w:t>С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1A523B">
        <w:rPr>
          <w:rFonts w:ascii="Times New Roman" w:hAnsi="Times New Roman"/>
          <w:sz w:val="28"/>
          <w:szCs w:val="28"/>
        </w:rPr>
        <w:t>общая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сумма доведенных ЛБО на выполнени</w:t>
      </w:r>
      <w:r w:rsidR="003A2C63" w:rsidRPr="001A523B">
        <w:rPr>
          <w:rFonts w:ascii="Times New Roman" w:hAnsi="Times New Roman"/>
          <w:sz w:val="28"/>
          <w:szCs w:val="28"/>
        </w:rPr>
        <w:t>е</w:t>
      </w:r>
      <w:r w:rsidRPr="001A523B">
        <w:rPr>
          <w:rFonts w:ascii="Times New Roman" w:hAnsi="Times New Roman"/>
          <w:sz w:val="28"/>
          <w:szCs w:val="28"/>
        </w:rPr>
        <w:t xml:space="preserve">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маршрутам;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523B">
        <w:rPr>
          <w:rFonts w:ascii="Times New Roman" w:hAnsi="Times New Roman"/>
          <w:sz w:val="28"/>
          <w:szCs w:val="28"/>
        </w:rPr>
        <w:t>Сз</w:t>
      </w:r>
      <w:proofErr w:type="spellEnd"/>
      <w:r w:rsidRPr="001A523B">
        <w:rPr>
          <w:rFonts w:ascii="Times New Roman" w:hAnsi="Times New Roman"/>
          <w:sz w:val="28"/>
          <w:szCs w:val="28"/>
        </w:rPr>
        <w:t xml:space="preserve"> - </w:t>
      </w:r>
      <w:r w:rsidRPr="001A523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A523B">
        <w:rPr>
          <w:rFonts w:ascii="Times New Roman" w:hAnsi="Times New Roman"/>
          <w:sz w:val="28"/>
          <w:szCs w:val="28"/>
        </w:rPr>
        <w:t>общая     сумма    заявок,    поданных    муниципальными образованиями на выполнени</w:t>
      </w:r>
      <w:r w:rsidR="003A2C63" w:rsidRPr="001A523B">
        <w:rPr>
          <w:rFonts w:ascii="Times New Roman" w:hAnsi="Times New Roman"/>
          <w:sz w:val="28"/>
          <w:szCs w:val="28"/>
        </w:rPr>
        <w:t>е</w:t>
      </w:r>
      <w:r w:rsidRPr="001A523B">
        <w:rPr>
          <w:rFonts w:ascii="Times New Roman" w:hAnsi="Times New Roman"/>
          <w:sz w:val="28"/>
          <w:szCs w:val="28"/>
        </w:rPr>
        <w:t xml:space="preserve">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</w:t>
      </w:r>
      <w:r w:rsidR="003A2C63" w:rsidRPr="001A523B">
        <w:rPr>
          <w:rFonts w:ascii="Times New Roman" w:hAnsi="Times New Roman"/>
          <w:sz w:val="28"/>
          <w:szCs w:val="28"/>
        </w:rPr>
        <w:t>.</w:t>
      </w:r>
      <w:r w:rsidRPr="001A523B">
        <w:rPr>
          <w:rFonts w:ascii="Times New Roman" w:hAnsi="Times New Roman"/>
          <w:sz w:val="28"/>
          <w:szCs w:val="28"/>
        </w:rPr>
        <w:t xml:space="preserve"> 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523B">
        <w:rPr>
          <w:rFonts w:ascii="Times New Roman" w:hAnsi="Times New Roman"/>
          <w:sz w:val="28"/>
          <w:szCs w:val="28"/>
        </w:rPr>
        <w:t xml:space="preserve"> </w:t>
      </w: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Распределение субсидий, предоставляемых бюджетам муниципальных образований Рязанской области, устанавливается нормативным правовым актом Правительства Рязанской области.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>Соглашение о предоставлении субсидий заключается по форме, утверждаемой главным р</w:t>
      </w:r>
      <w:r w:rsidR="003A6FB5"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аспорядителем бюджетных средств, не позднее </w:t>
      </w:r>
      <w:r w:rsidR="001A523B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3A6FB5" w:rsidRPr="001A523B">
        <w:rPr>
          <w:rFonts w:ascii="Times New Roman" w:eastAsiaTheme="minorHAnsi" w:hAnsi="Times New Roman"/>
          <w:sz w:val="28"/>
          <w:szCs w:val="28"/>
          <w:lang w:eastAsia="en-US"/>
        </w:rPr>
        <w:t>20 рабочих дней со дня вступления в силу постановления Правительства Рязанской области</w:t>
      </w:r>
      <w:r w:rsid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о распределении субсидий бюджетам муниципальных образований Рязанской области.</w:t>
      </w:r>
    </w:p>
    <w:p w:rsidR="003A6FB5" w:rsidRPr="001A523B" w:rsidRDefault="003A6FB5" w:rsidP="001A523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Условием расходования  субсидии по </w:t>
      </w:r>
      <w:r w:rsidRPr="001A523B">
        <w:rPr>
          <w:rFonts w:ascii="Times New Roman" w:hAnsi="Times New Roman"/>
          <w:sz w:val="28"/>
          <w:szCs w:val="28"/>
        </w:rPr>
        <w:t xml:space="preserve">мероприятию, предусмотренному </w:t>
      </w:r>
      <w:hyperlink r:id="rId26" w:history="1">
        <w:r w:rsidRPr="001A523B">
          <w:rPr>
            <w:rFonts w:ascii="Times New Roman" w:hAnsi="Times New Roman"/>
            <w:sz w:val="28"/>
            <w:szCs w:val="28"/>
          </w:rPr>
          <w:t>подпунктом 1.5 раздела 5</w:t>
        </w:r>
      </w:hyperlink>
      <w:r w:rsidRPr="001A523B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является выполнение обязательств по </w:t>
      </w:r>
      <w:proofErr w:type="spellStart"/>
      <w:r w:rsidRPr="001A523B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Pr="001A523B">
        <w:rPr>
          <w:rFonts w:ascii="Times New Roman" w:hAnsi="Times New Roman"/>
          <w:sz w:val="28"/>
          <w:szCs w:val="28"/>
        </w:rPr>
        <w:t xml:space="preserve"> и в соответствии с целью их предоставления.</w:t>
      </w:r>
      <w:r w:rsidRPr="001A523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4.4. С целью своевременной координации действий исполнителей подпрограммы и обеспечения реализации подпрограммы заказчиком Программы министерство промышленности и экономического развития Рязанской области осуществляет </w:t>
      </w:r>
      <w:proofErr w:type="gramStart"/>
      <w:r w:rsidRPr="001A523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A523B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Текущее управление за реализацией подпрограммы осуществляется заказчиком Программы</w:t>
      </w:r>
      <w:r w:rsidR="00967DE2" w:rsidRPr="001A523B">
        <w:rPr>
          <w:rFonts w:ascii="Times New Roman" w:hAnsi="Times New Roman"/>
          <w:sz w:val="28"/>
          <w:szCs w:val="28"/>
        </w:rPr>
        <w:t>.</w:t>
      </w:r>
    </w:p>
    <w:p w:rsidR="00433198" w:rsidRPr="001A523B" w:rsidRDefault="0043319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 в соответствии с законодат</w:t>
      </w:r>
      <w:r w:rsidR="003F284A">
        <w:rPr>
          <w:rFonts w:ascii="Times New Roman" w:hAnsi="Times New Roman"/>
          <w:sz w:val="28"/>
          <w:szCs w:val="28"/>
        </w:rPr>
        <w:t>ельством Российской Федерации</w:t>
      </w:r>
      <w:proofErr w:type="gramStart"/>
      <w:r w:rsidR="003F284A">
        <w:rPr>
          <w:rFonts w:ascii="Times New Roman" w:hAnsi="Times New Roman"/>
          <w:sz w:val="28"/>
          <w:szCs w:val="28"/>
        </w:rPr>
        <w:t>.»;</w:t>
      </w:r>
      <w:proofErr w:type="gramEnd"/>
    </w:p>
    <w:p w:rsidR="008D6C58" w:rsidRPr="001A523B" w:rsidRDefault="008D6C58" w:rsidP="001A52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color w:val="000000"/>
          <w:sz w:val="28"/>
          <w:szCs w:val="28"/>
        </w:rPr>
        <w:t>-</w:t>
      </w:r>
      <w:r w:rsidR="001A523B">
        <w:rPr>
          <w:rFonts w:ascii="Times New Roman" w:hAnsi="Times New Roman"/>
          <w:color w:val="000000"/>
          <w:sz w:val="28"/>
          <w:szCs w:val="28"/>
        </w:rPr>
        <w:t> </w:t>
      </w:r>
      <w:r w:rsidRPr="001A523B">
        <w:rPr>
          <w:rFonts w:ascii="Times New Roman" w:hAnsi="Times New Roman"/>
          <w:color w:val="000000"/>
          <w:sz w:val="28"/>
          <w:szCs w:val="28"/>
        </w:rPr>
        <w:t>раздел 5 «</w:t>
      </w:r>
      <w:r w:rsidRPr="001A523B">
        <w:rPr>
          <w:rFonts w:ascii="Times New Roman" w:hAnsi="Times New Roman"/>
          <w:sz w:val="28"/>
          <w:szCs w:val="28"/>
        </w:rPr>
        <w:t>Система программных мероприятий» изложить в новой редакции согласно приложению № 2 к настоящему постановлению;</w:t>
      </w:r>
    </w:p>
    <w:p w:rsidR="004F4B32" w:rsidRPr="001A523B" w:rsidRDefault="004F4B32" w:rsidP="001A523B">
      <w:pPr>
        <w:pStyle w:val="af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-</w:t>
      </w:r>
      <w:r w:rsidR="001A523B">
        <w:rPr>
          <w:rFonts w:ascii="Times New Roman" w:hAnsi="Times New Roman"/>
          <w:sz w:val="28"/>
          <w:szCs w:val="28"/>
        </w:rPr>
        <w:t> </w:t>
      </w:r>
      <w:r w:rsidRPr="001A523B">
        <w:rPr>
          <w:rFonts w:ascii="Times New Roman" w:hAnsi="Times New Roman"/>
          <w:sz w:val="28"/>
          <w:szCs w:val="28"/>
        </w:rPr>
        <w:t>раздел 6 «Целевые индикаторы и показатели эффективности исполнения подпрограммы» дополнить новыми пунктами 8, 9</w:t>
      </w:r>
      <w:r w:rsidRPr="001A52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0413" w:rsidRPr="001A523B">
        <w:rPr>
          <w:rFonts w:ascii="Times New Roman" w:hAnsi="Times New Roman"/>
          <w:color w:val="000000"/>
          <w:sz w:val="28"/>
          <w:szCs w:val="28"/>
        </w:rPr>
        <w:t>следующего содержания</w:t>
      </w:r>
      <w:r w:rsidRPr="001A523B">
        <w:rPr>
          <w:rFonts w:ascii="Times New Roman" w:hAnsi="Times New Roman"/>
          <w:color w:val="000000"/>
          <w:sz w:val="28"/>
          <w:szCs w:val="28"/>
        </w:rPr>
        <w:t>:</w:t>
      </w:r>
    </w:p>
    <w:p w:rsidR="004F4B32" w:rsidRPr="001A523B" w:rsidRDefault="004F4B32" w:rsidP="004F4B32">
      <w:pPr>
        <w:pStyle w:val="af2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118"/>
        <w:gridCol w:w="710"/>
        <w:gridCol w:w="567"/>
        <w:gridCol w:w="567"/>
        <w:gridCol w:w="567"/>
        <w:gridCol w:w="567"/>
        <w:gridCol w:w="567"/>
        <w:gridCol w:w="708"/>
        <w:gridCol w:w="709"/>
        <w:gridCol w:w="709"/>
      </w:tblGrid>
      <w:tr w:rsidR="004F4B32" w:rsidRPr="001A523B" w:rsidTr="001E14F7">
        <w:trPr>
          <w:cantSplit/>
          <w:trHeight w:val="1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32" w:rsidRPr="001A523B" w:rsidRDefault="004F4B32" w:rsidP="004F4B32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B32" w:rsidRPr="001A523B" w:rsidRDefault="004F4B32" w:rsidP="004F4B32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4B32" w:rsidRPr="001A523B" w:rsidRDefault="004F4B32" w:rsidP="004F4B32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4B32" w:rsidRPr="001A523B" w:rsidRDefault="004F4B32" w:rsidP="004F4B32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4B32" w:rsidRPr="001A523B" w:rsidRDefault="004F4B32" w:rsidP="004F4B32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4B32" w:rsidRPr="001A523B" w:rsidRDefault="004F4B32" w:rsidP="004F4B32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4B32" w:rsidRPr="001A523B" w:rsidRDefault="004F4B32" w:rsidP="004F4B32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4B32" w:rsidRPr="001A523B" w:rsidRDefault="004F4B32" w:rsidP="004F4B32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B32" w:rsidRPr="001A523B" w:rsidRDefault="004F4B32" w:rsidP="004F4B32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B32" w:rsidRPr="001A523B" w:rsidRDefault="004F4B32" w:rsidP="004F4B32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B32" w:rsidRPr="001A523B" w:rsidRDefault="004F4B32" w:rsidP="004F4B32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11</w:t>
            </w:r>
          </w:p>
        </w:tc>
      </w:tr>
      <w:tr w:rsidR="004F4B32" w:rsidRPr="001A523B" w:rsidTr="001E14F7">
        <w:trPr>
          <w:cantSplit/>
          <w:trHeight w:val="98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32" w:rsidRPr="001A523B" w:rsidRDefault="004F4B32" w:rsidP="004F4B32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«8.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B32" w:rsidRPr="001A523B" w:rsidRDefault="004F4B32" w:rsidP="004F4B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Выполнение</w:t>
            </w:r>
            <w:r w:rsidR="00210413" w:rsidRPr="001A523B">
              <w:rPr>
                <w:rFonts w:ascii="Times New Roman" w:hAnsi="Times New Roman"/>
              </w:rPr>
              <w:t xml:space="preserve"> регулярных</w:t>
            </w:r>
            <w:r w:rsidRPr="001A523B">
              <w:rPr>
                <w:rFonts w:ascii="Times New Roman" w:hAnsi="Times New Roman"/>
              </w:rPr>
              <w:t xml:space="preserve"> рейсов автомобильным транспортом общего пользования по межмуниципальным маршрутам</w:t>
            </w:r>
          </w:p>
          <w:p w:rsidR="004F4B32" w:rsidRPr="001A523B" w:rsidRDefault="004F4B32" w:rsidP="004F4B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B32" w:rsidRPr="001A523B" w:rsidRDefault="004F4B32" w:rsidP="004F4B32">
            <w:pPr>
              <w:ind w:left="-57" w:right="-57" w:hanging="108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B32" w:rsidRPr="001A523B" w:rsidRDefault="004F4B32" w:rsidP="004F4B32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B32" w:rsidRPr="001A523B" w:rsidRDefault="004F4B32" w:rsidP="004F4B32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B32" w:rsidRPr="001A523B" w:rsidRDefault="004F4B32" w:rsidP="004F4B32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B32" w:rsidRPr="001A523B" w:rsidRDefault="004F4B32" w:rsidP="004F4B32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B32" w:rsidRPr="001A523B" w:rsidRDefault="004F4B32" w:rsidP="004F4B32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B32" w:rsidRPr="001A523B" w:rsidRDefault="003F284A" w:rsidP="004F4B32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F4B32" w:rsidRPr="001A523B">
              <w:rPr>
                <w:rFonts w:ascii="Times New Roman" w:hAnsi="Times New Roman"/>
              </w:rPr>
              <w:t>е менее        9</w:t>
            </w:r>
            <w:r w:rsidR="00196BA6" w:rsidRPr="001A523B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B32" w:rsidRPr="001A523B" w:rsidRDefault="003F284A" w:rsidP="004F4B32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F4B32" w:rsidRPr="001A523B">
              <w:rPr>
                <w:rFonts w:ascii="Times New Roman" w:hAnsi="Times New Roman"/>
              </w:rPr>
              <w:t>е менее        9</w:t>
            </w:r>
            <w:r w:rsidR="00196BA6" w:rsidRPr="001A523B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B32" w:rsidRPr="001A523B" w:rsidRDefault="003F284A" w:rsidP="00196BA6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F4B32" w:rsidRPr="001A523B">
              <w:rPr>
                <w:rFonts w:ascii="Times New Roman" w:hAnsi="Times New Roman"/>
              </w:rPr>
              <w:t>е менее        9</w:t>
            </w:r>
            <w:r w:rsidR="00196BA6" w:rsidRPr="001A523B">
              <w:rPr>
                <w:rFonts w:ascii="Times New Roman" w:hAnsi="Times New Roman"/>
              </w:rPr>
              <w:t>6</w:t>
            </w:r>
          </w:p>
        </w:tc>
      </w:tr>
      <w:tr w:rsidR="001E14F7" w:rsidRPr="001A523B" w:rsidTr="004A63BC">
        <w:trPr>
          <w:cantSplit/>
          <w:trHeight w:val="9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F7" w:rsidRPr="001A523B" w:rsidRDefault="001E14F7" w:rsidP="004F4B32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4F7" w:rsidRPr="001A523B" w:rsidRDefault="001E14F7" w:rsidP="004F4B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 xml:space="preserve">Выполнение </w:t>
            </w:r>
            <w:r w:rsidR="00210413" w:rsidRPr="001A523B">
              <w:rPr>
                <w:rFonts w:ascii="Times New Roman" w:hAnsi="Times New Roman"/>
              </w:rPr>
              <w:t xml:space="preserve">регулярных </w:t>
            </w:r>
            <w:r w:rsidRPr="001A523B">
              <w:rPr>
                <w:rFonts w:ascii="Times New Roman" w:hAnsi="Times New Roman"/>
              </w:rPr>
              <w:t>рейсов автомобильным транспортом общего пользования по муниципальным маршрутам</w:t>
            </w:r>
          </w:p>
          <w:p w:rsidR="001E14F7" w:rsidRPr="001A523B" w:rsidRDefault="001E14F7" w:rsidP="004F4B3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F7" w:rsidRPr="001A523B" w:rsidRDefault="001E14F7" w:rsidP="004F4B32">
            <w:pPr>
              <w:ind w:left="-57" w:right="-57" w:hanging="108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F7" w:rsidRPr="001A523B" w:rsidRDefault="001E14F7" w:rsidP="00963C3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F7" w:rsidRPr="001A523B" w:rsidRDefault="001E14F7" w:rsidP="00963C3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F7" w:rsidRPr="001A523B" w:rsidRDefault="001E14F7" w:rsidP="00963C3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F7" w:rsidRPr="001A523B" w:rsidRDefault="001E14F7" w:rsidP="00963C3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4F7" w:rsidRPr="001A523B" w:rsidRDefault="001E14F7" w:rsidP="00963C31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1A523B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F7" w:rsidRPr="001A523B" w:rsidRDefault="003F284A" w:rsidP="00963C3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1E14F7" w:rsidRPr="001A523B">
              <w:rPr>
                <w:rFonts w:ascii="Times New Roman" w:hAnsi="Times New Roman"/>
              </w:rPr>
              <w:t>е менее        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F7" w:rsidRPr="001A523B" w:rsidRDefault="003F284A" w:rsidP="00963C3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1E14F7" w:rsidRPr="001A523B">
              <w:rPr>
                <w:rFonts w:ascii="Times New Roman" w:hAnsi="Times New Roman"/>
              </w:rPr>
              <w:t>е менее        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4F7" w:rsidRPr="001A523B" w:rsidRDefault="003F284A" w:rsidP="003F284A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A63BC" w:rsidRPr="001A523B">
              <w:rPr>
                <w:rFonts w:ascii="Times New Roman" w:hAnsi="Times New Roman"/>
              </w:rPr>
              <w:t>е менее        96»</w:t>
            </w:r>
          </w:p>
        </w:tc>
      </w:tr>
    </w:tbl>
    <w:p w:rsidR="004A63BC" w:rsidRPr="001A523B" w:rsidRDefault="004A63BC" w:rsidP="005E22AD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5E22AD" w:rsidRPr="001A523B" w:rsidRDefault="001A523B" w:rsidP="001A523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5E22AD" w:rsidRPr="001A523B">
        <w:rPr>
          <w:rFonts w:ascii="Times New Roman" w:hAnsi="Times New Roman" w:cs="Times New Roman"/>
          <w:sz w:val="28"/>
          <w:szCs w:val="28"/>
        </w:rPr>
        <w:t>в приложении № 6 к государственной программе:</w:t>
      </w:r>
    </w:p>
    <w:p w:rsidR="005E22AD" w:rsidRPr="001A523B" w:rsidRDefault="005E22AD" w:rsidP="001A523B">
      <w:pPr>
        <w:pStyle w:val="ad"/>
        <w:widowControl w:val="0"/>
        <w:suppressLineNumbers/>
        <w:spacing w:line="226" w:lineRule="auto"/>
        <w:ind w:firstLine="709"/>
        <w:rPr>
          <w:szCs w:val="28"/>
        </w:rPr>
      </w:pPr>
      <w:r w:rsidRPr="001A523B">
        <w:rPr>
          <w:szCs w:val="28"/>
        </w:rPr>
        <w:t>раздел 3 «Ресурсное обеспечение подпрограммы</w:t>
      </w:r>
      <w:r w:rsidR="006B5C71" w:rsidRPr="001A523B">
        <w:rPr>
          <w:szCs w:val="28"/>
        </w:rPr>
        <w:t>» изложить в следующей редакции:</w:t>
      </w:r>
      <w:r w:rsidRPr="001A523B">
        <w:rPr>
          <w:szCs w:val="28"/>
        </w:rPr>
        <w:t xml:space="preserve"> </w:t>
      </w:r>
    </w:p>
    <w:p w:rsidR="00D44E37" w:rsidRPr="001A523B" w:rsidRDefault="00D44E37" w:rsidP="005E22AD">
      <w:pPr>
        <w:pStyle w:val="ad"/>
        <w:widowControl w:val="0"/>
        <w:suppressLineNumbers/>
        <w:spacing w:line="226" w:lineRule="auto"/>
        <w:ind w:firstLine="709"/>
        <w:rPr>
          <w:sz w:val="24"/>
        </w:rPr>
      </w:pPr>
    </w:p>
    <w:p w:rsidR="005E22AD" w:rsidRPr="001A523B" w:rsidRDefault="005E22AD" w:rsidP="001A523B">
      <w:pPr>
        <w:pStyle w:val="ad"/>
        <w:widowControl w:val="0"/>
        <w:suppressLineNumbers/>
        <w:spacing w:line="226" w:lineRule="auto"/>
        <w:ind w:firstLine="0"/>
        <w:jc w:val="center"/>
        <w:rPr>
          <w:szCs w:val="28"/>
        </w:rPr>
      </w:pPr>
      <w:r w:rsidRPr="001A523B">
        <w:rPr>
          <w:szCs w:val="28"/>
        </w:rPr>
        <w:t>«3. Ресурсное обеспечение подпрограммы</w:t>
      </w:r>
    </w:p>
    <w:p w:rsidR="00D44E37" w:rsidRPr="001A523B" w:rsidRDefault="00D44E37" w:rsidP="005E22AD">
      <w:pPr>
        <w:pStyle w:val="ad"/>
        <w:widowControl w:val="0"/>
        <w:suppressLineNumbers/>
        <w:spacing w:line="226" w:lineRule="auto"/>
        <w:ind w:left="707" w:firstLine="709"/>
        <w:jc w:val="center"/>
        <w:rPr>
          <w:sz w:val="24"/>
        </w:rPr>
      </w:pPr>
    </w:p>
    <w:p w:rsidR="005E22AD" w:rsidRPr="001A523B" w:rsidRDefault="005E22AD" w:rsidP="001A523B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Общий объем финансирования подпрограммы</w:t>
      </w:r>
      <w:r w:rsidR="00BB00AC" w:rsidRPr="001A523B">
        <w:rPr>
          <w:rFonts w:ascii="Times New Roman" w:hAnsi="Times New Roman"/>
          <w:sz w:val="28"/>
          <w:szCs w:val="28"/>
        </w:rPr>
        <w:t xml:space="preserve"> -</w:t>
      </w:r>
      <w:r w:rsidRPr="001A523B">
        <w:rPr>
          <w:rFonts w:ascii="Times New Roman" w:hAnsi="Times New Roman"/>
          <w:sz w:val="28"/>
          <w:szCs w:val="28"/>
        </w:rPr>
        <w:t xml:space="preserve"> </w:t>
      </w:r>
      <w:r w:rsidR="00BB00AC" w:rsidRPr="001A523B">
        <w:rPr>
          <w:rFonts w:ascii="Times New Roman" w:hAnsi="Times New Roman"/>
          <w:sz w:val="28"/>
          <w:szCs w:val="28"/>
        </w:rPr>
        <w:t>3194796,80006</w:t>
      </w:r>
      <w:r w:rsidRPr="001A523B">
        <w:rPr>
          <w:rFonts w:ascii="Times New Roman" w:hAnsi="Times New Roman"/>
          <w:sz w:val="28"/>
          <w:szCs w:val="28"/>
        </w:rPr>
        <w:t xml:space="preserve"> тыс. рублей за счет средств областного бюджета, из них бюджетные ассигнования дорожного фонда - </w:t>
      </w:r>
      <w:r w:rsidR="00BB00AC" w:rsidRPr="001A523B">
        <w:rPr>
          <w:rFonts w:ascii="Times New Roman" w:hAnsi="Times New Roman"/>
          <w:sz w:val="28"/>
          <w:szCs w:val="28"/>
        </w:rPr>
        <w:t>2163946</w:t>
      </w:r>
      <w:r w:rsidRPr="001A523B">
        <w:rPr>
          <w:rFonts w:ascii="Times New Roman" w:hAnsi="Times New Roman"/>
          <w:sz w:val="28"/>
          <w:szCs w:val="28"/>
        </w:rPr>
        <w:t>,20886 тыс. рублей, в том числе по годам: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- 308423,30886 тыс. рублей;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- 363665,278 тыс. рублей;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- 402404,2132 тыс. рублей;</w:t>
      </w:r>
    </w:p>
    <w:p w:rsidR="00BB00AC" w:rsidRPr="001A523B" w:rsidRDefault="00BB00AC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- 440768 тыс. рублей;</w:t>
      </w:r>
    </w:p>
    <w:p w:rsidR="00BB00AC" w:rsidRPr="001A523B" w:rsidRDefault="00BB00AC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2020 год - 607768 тыс. рублей;</w:t>
      </w:r>
    </w:p>
    <w:p w:rsidR="00BB00AC" w:rsidRPr="001A523B" w:rsidRDefault="00BB00AC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- 546768 тыс. рублей;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- 175000 тыс. рублей;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- 175000 тыс. рублей;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- 175000 тыс. рублей,</w:t>
      </w:r>
    </w:p>
    <w:p w:rsidR="005E22AD" w:rsidRPr="001A523B" w:rsidRDefault="005E22AD" w:rsidP="001A523B">
      <w:pPr>
        <w:tabs>
          <w:tab w:val="left" w:pos="3996"/>
        </w:tabs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  <w:r w:rsidR="001A523B">
        <w:rPr>
          <w:rFonts w:ascii="Times New Roman" w:hAnsi="Times New Roman"/>
          <w:sz w:val="28"/>
          <w:szCs w:val="28"/>
        </w:rPr>
        <w:tab/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- 19646,20886 тыс. рублей;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- 12800 тыс. рублей;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- 13500 тыс. рублей;</w:t>
      </w:r>
    </w:p>
    <w:p w:rsidR="00BB00AC" w:rsidRPr="001A523B" w:rsidRDefault="00BB00AC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- 440000 тыс. рублей;</w:t>
      </w:r>
    </w:p>
    <w:p w:rsidR="00BB00AC" w:rsidRPr="001A523B" w:rsidRDefault="00BB00AC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2020 год - 607000 тыс. рублей;</w:t>
      </w:r>
    </w:p>
    <w:p w:rsidR="00BB00AC" w:rsidRPr="001A523B" w:rsidRDefault="00BB00AC" w:rsidP="001A523B">
      <w:pPr>
        <w:pStyle w:val="af2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- 546000 тыс. рублей;</w:t>
      </w:r>
    </w:p>
    <w:p w:rsidR="005E22AD" w:rsidRPr="001A523B" w:rsidRDefault="005E22AD" w:rsidP="001A523B">
      <w:pPr>
        <w:pStyle w:val="af2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- 175000 тыс. рублей;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- 175000 тыс. рублей;</w:t>
      </w:r>
    </w:p>
    <w:p w:rsidR="005E22AD" w:rsidRPr="001A523B" w:rsidRDefault="005E22A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- 175000 тыс. рублей.</w:t>
      </w:r>
    </w:p>
    <w:p w:rsidR="005E22AD" w:rsidRPr="001A523B" w:rsidRDefault="005E22AD" w:rsidP="001A523B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бюджета.</w:t>
      </w:r>
    </w:p>
    <w:p w:rsidR="000D4F87" w:rsidRPr="001A523B" w:rsidRDefault="000D4F87" w:rsidP="00343C4C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5E22AD" w:rsidRPr="001A523B" w:rsidRDefault="005E22AD" w:rsidP="00343C4C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1A523B">
        <w:rPr>
          <w:rFonts w:ascii="Times New Roman" w:hAnsi="Times New Roman" w:cs="Times New Roman"/>
          <w:b w:val="0"/>
          <w:sz w:val="28"/>
          <w:szCs w:val="28"/>
        </w:rPr>
        <w:t>Распределение средств областного бюджета,</w:t>
      </w:r>
      <w:r w:rsidR="00343C4C" w:rsidRPr="001A523B">
        <w:rPr>
          <w:rFonts w:ascii="Times New Roman" w:hAnsi="Times New Roman" w:cs="Times New Roman"/>
          <w:b w:val="0"/>
          <w:sz w:val="28"/>
          <w:szCs w:val="28"/>
        </w:rPr>
        <w:br/>
      </w:r>
      <w:r w:rsidRPr="001A523B">
        <w:rPr>
          <w:rFonts w:ascii="Times New Roman" w:hAnsi="Times New Roman" w:cs="Times New Roman"/>
          <w:b w:val="0"/>
          <w:sz w:val="28"/>
          <w:szCs w:val="28"/>
        </w:rPr>
        <w:t>необходимых для реализации мероприятий подпрограммы,</w:t>
      </w:r>
    </w:p>
    <w:p w:rsidR="005E22AD" w:rsidRPr="001A523B" w:rsidRDefault="005E22AD" w:rsidP="00343C4C">
      <w:pPr>
        <w:pStyle w:val="ad"/>
        <w:widowControl w:val="0"/>
        <w:suppressLineNumbers/>
        <w:spacing w:line="226" w:lineRule="auto"/>
        <w:ind w:firstLine="0"/>
        <w:jc w:val="center"/>
        <w:rPr>
          <w:szCs w:val="28"/>
        </w:rPr>
      </w:pPr>
      <w:r w:rsidRPr="001A523B">
        <w:rPr>
          <w:szCs w:val="28"/>
        </w:rPr>
        <w:t>в разбивке по главным распорядителям подпрограмм</w:t>
      </w:r>
      <w:r w:rsidR="009E69D8" w:rsidRPr="001A523B">
        <w:rPr>
          <w:szCs w:val="28"/>
        </w:rPr>
        <w:t>ы</w:t>
      </w:r>
    </w:p>
    <w:p w:rsidR="000D4F87" w:rsidRPr="001A523B" w:rsidRDefault="000D4F87" w:rsidP="005E22A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988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1"/>
        <w:gridCol w:w="845"/>
        <w:gridCol w:w="850"/>
        <w:gridCol w:w="851"/>
        <w:gridCol w:w="709"/>
        <w:gridCol w:w="708"/>
        <w:gridCol w:w="709"/>
        <w:gridCol w:w="709"/>
        <w:gridCol w:w="709"/>
        <w:gridCol w:w="850"/>
        <w:gridCol w:w="709"/>
        <w:gridCol w:w="816"/>
      </w:tblGrid>
      <w:tr w:rsidR="00EF72EE" w:rsidRPr="001A523B" w:rsidTr="00F649B0">
        <w:trPr>
          <w:trHeight w:val="137"/>
          <w:tblHeader/>
          <w:jc w:val="right"/>
        </w:trPr>
        <w:tc>
          <w:tcPr>
            <w:tcW w:w="426" w:type="dxa"/>
            <w:vMerge w:val="restart"/>
            <w:tcBorders>
              <w:bottom w:val="nil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1A523B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r w:rsidRPr="001A523B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991" w:type="dxa"/>
            <w:vMerge w:val="restart"/>
            <w:tcBorders>
              <w:bottom w:val="nil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 xml:space="preserve">Главные </w:t>
            </w: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распоря-дители</w:t>
            </w:r>
            <w:proofErr w:type="spellEnd"/>
            <w:proofErr w:type="gramEnd"/>
          </w:p>
        </w:tc>
        <w:tc>
          <w:tcPr>
            <w:tcW w:w="845" w:type="dxa"/>
            <w:vMerge w:val="restart"/>
            <w:tcBorders>
              <w:bottom w:val="nil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Источ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>-ник</w:t>
            </w:r>
            <w:proofErr w:type="gramEnd"/>
            <w:r w:rsidR="001A52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A523B">
              <w:rPr>
                <w:rFonts w:ascii="Times New Roman" w:hAnsi="Times New Roman" w:cs="Times New Roman"/>
                <w:color w:val="000000"/>
              </w:rPr>
              <w:t>финан-сирова-ния</w:t>
            </w:r>
            <w:proofErr w:type="spellEnd"/>
          </w:p>
        </w:tc>
        <w:tc>
          <w:tcPr>
            <w:tcW w:w="7620" w:type="dxa"/>
            <w:gridSpan w:val="10"/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 xml:space="preserve">Объемы финансирования, тыс. рублей </w:t>
            </w:r>
          </w:p>
        </w:tc>
      </w:tr>
      <w:tr w:rsidR="00EF72EE" w:rsidRPr="001A523B" w:rsidTr="00F649B0">
        <w:trPr>
          <w:trHeight w:val="137"/>
          <w:tblHeader/>
          <w:jc w:val="right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677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в том числе по годам</w:t>
            </w:r>
          </w:p>
        </w:tc>
      </w:tr>
      <w:tr w:rsidR="00EF72EE" w:rsidRPr="001A523B" w:rsidTr="00F649B0">
        <w:trPr>
          <w:trHeight w:val="137"/>
          <w:tblHeader/>
          <w:jc w:val="right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jc w:val="center"/>
              <w:rPr>
                <w:rFonts w:ascii="Times New Roman" w:hAnsi="Times New Roman"/>
                <w:bCs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2017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2018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2021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2023</w:t>
            </w:r>
          </w:p>
        </w:tc>
        <w:tc>
          <w:tcPr>
            <w:tcW w:w="816" w:type="dxa"/>
            <w:tcBorders>
              <w:bottom w:val="nil"/>
            </w:tcBorders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1A523B">
              <w:rPr>
                <w:rFonts w:ascii="Times New Roman" w:hAnsi="Times New Roman"/>
                <w:color w:val="000000"/>
                <w:spacing w:val="-6"/>
              </w:rPr>
              <w:t>2024</w:t>
            </w:r>
          </w:p>
        </w:tc>
      </w:tr>
    </w:tbl>
    <w:p w:rsidR="00EF72EE" w:rsidRPr="001A523B" w:rsidRDefault="00EF72EE" w:rsidP="00EF72EE">
      <w:pPr>
        <w:rPr>
          <w:rFonts w:ascii="Times New Roman" w:hAnsi="Times New Roman"/>
          <w:color w:val="000000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851"/>
        <w:gridCol w:w="850"/>
        <w:gridCol w:w="851"/>
        <w:gridCol w:w="709"/>
        <w:gridCol w:w="708"/>
        <w:gridCol w:w="709"/>
        <w:gridCol w:w="709"/>
        <w:gridCol w:w="709"/>
        <w:gridCol w:w="850"/>
        <w:gridCol w:w="709"/>
        <w:gridCol w:w="816"/>
      </w:tblGrid>
      <w:tr w:rsidR="00EF72EE" w:rsidRPr="001A523B" w:rsidTr="000D4F87">
        <w:trPr>
          <w:trHeight w:val="137"/>
          <w:tblHeader/>
          <w:jc w:val="right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12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A523B">
              <w:rPr>
                <w:rFonts w:ascii="Times New Roman" w:hAnsi="Times New Roman"/>
                <w:bCs/>
                <w:color w:val="000000"/>
              </w:rPr>
              <w:t>13</w:t>
            </w:r>
          </w:p>
        </w:tc>
      </w:tr>
      <w:tr w:rsidR="00EF72EE" w:rsidRPr="001A523B" w:rsidTr="006127BE">
        <w:trPr>
          <w:cantSplit/>
          <w:trHeight w:val="1626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>Минтранс Рязанской области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1A523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 xml:space="preserve">в том числе: 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D82138" w:rsidRPr="001A523B" w:rsidRDefault="00D82138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D82138" w:rsidRPr="001A523B" w:rsidRDefault="00D82138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F72EE" w:rsidRPr="001A523B" w:rsidRDefault="00BB00AC" w:rsidP="00BB00AC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3191089,00086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307955,30886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363197,278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401936,414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440000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EF72E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EF72EE" w:rsidRPr="001A523B" w:rsidRDefault="00BB00AC" w:rsidP="00EF72E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607000</w:t>
            </w:r>
          </w:p>
          <w:p w:rsidR="00EF72EE" w:rsidRPr="001A523B" w:rsidRDefault="00EF72EE" w:rsidP="00EF72E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546000</w:t>
            </w:r>
          </w:p>
        </w:tc>
        <w:tc>
          <w:tcPr>
            <w:tcW w:w="850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709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816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</w:tr>
      <w:tr w:rsidR="00EF72EE" w:rsidRPr="001A523B" w:rsidTr="006127BE">
        <w:trPr>
          <w:cantSplit/>
          <w:trHeight w:val="1653"/>
          <w:jc w:val="right"/>
        </w:trPr>
        <w:tc>
          <w:tcPr>
            <w:tcW w:w="4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F720EA" w:rsidRPr="001A52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A523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2163946,20886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19646,20886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12800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440000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607000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546000</w:t>
            </w:r>
          </w:p>
        </w:tc>
        <w:tc>
          <w:tcPr>
            <w:tcW w:w="850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709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816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</w:tr>
      <w:tr w:rsidR="00EF72EE" w:rsidRPr="001A523B" w:rsidTr="00F649B0">
        <w:trPr>
          <w:cantSplit/>
          <w:trHeight w:val="1327"/>
          <w:jc w:val="right"/>
        </w:trPr>
        <w:tc>
          <w:tcPr>
            <w:tcW w:w="426" w:type="dxa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A523B">
              <w:rPr>
                <w:rFonts w:ascii="Times New Roman" w:hAnsi="Times New Roman" w:cs="Times New Roman"/>
                <w:color w:val="000000"/>
              </w:rPr>
              <w:t>Минобра-зование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 xml:space="preserve"> Рязанской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1A523B">
              <w:rPr>
                <w:rFonts w:ascii="Times New Roman" w:hAnsi="Times New Roman" w:cs="Times New Roman"/>
                <w:color w:val="000000"/>
              </w:rPr>
              <w:t xml:space="preserve"> бюджет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F72EE" w:rsidRPr="001A523B" w:rsidRDefault="008F2C7D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3707</w:t>
            </w:r>
            <w:r w:rsidR="00EF72EE"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,7992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467,7992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768</w:t>
            </w:r>
          </w:p>
        </w:tc>
        <w:tc>
          <w:tcPr>
            <w:tcW w:w="850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16" w:type="dxa"/>
            <w:textDirection w:val="btL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1A523B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EF72EE" w:rsidRPr="001A523B" w:rsidTr="00CE2984">
        <w:trPr>
          <w:cantSplit/>
          <w:trHeight w:val="1814"/>
          <w:jc w:val="right"/>
        </w:trPr>
        <w:tc>
          <w:tcPr>
            <w:tcW w:w="426" w:type="dxa"/>
            <w:vMerge w:val="restart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4A63BC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30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>Итого</w:t>
            </w: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  <w:p w:rsidR="00EF72EE" w:rsidRPr="001A523B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област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>-ной</w:t>
            </w:r>
            <w:proofErr w:type="gramEnd"/>
            <w:r w:rsidRPr="001A523B">
              <w:rPr>
                <w:rFonts w:ascii="Times New Roman" w:hAnsi="Times New Roman" w:cs="Times New Roman"/>
                <w:color w:val="000000"/>
              </w:rPr>
              <w:t xml:space="preserve"> бюджет,</w:t>
            </w:r>
          </w:p>
          <w:p w:rsidR="0036028D" w:rsidRPr="001A523B" w:rsidRDefault="00EF72EE" w:rsidP="002E19D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r w:rsidRPr="001A523B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F72EE" w:rsidRPr="001A523B" w:rsidRDefault="00BB00AC" w:rsidP="004A63BC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3194796,80006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F72EE" w:rsidRPr="001A523B" w:rsidRDefault="00EF72EE" w:rsidP="004A63BC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308423,30886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4A63BC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363665,278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EF72EE" w:rsidP="004A63BC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402404,2132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4A63BC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440768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4A63BC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607768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4A63BC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546768</w:t>
            </w:r>
          </w:p>
        </w:tc>
        <w:tc>
          <w:tcPr>
            <w:tcW w:w="850" w:type="dxa"/>
            <w:textDirection w:val="btLr"/>
            <w:vAlign w:val="center"/>
          </w:tcPr>
          <w:p w:rsidR="00EF72EE" w:rsidRPr="001A523B" w:rsidRDefault="00EF72EE" w:rsidP="004A63BC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709" w:type="dxa"/>
            <w:textDirection w:val="btLr"/>
            <w:vAlign w:val="center"/>
          </w:tcPr>
          <w:p w:rsidR="00EF72EE" w:rsidRPr="001A523B" w:rsidRDefault="00EF72EE" w:rsidP="004A63BC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816" w:type="dxa"/>
            <w:textDirection w:val="btLr"/>
            <w:vAlign w:val="center"/>
          </w:tcPr>
          <w:p w:rsidR="00EF72EE" w:rsidRPr="001A523B" w:rsidRDefault="00EF72EE" w:rsidP="004A63BC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</w:tr>
      <w:tr w:rsidR="00EF72EE" w:rsidRPr="001A523B" w:rsidTr="00F649B0">
        <w:trPr>
          <w:cantSplit/>
          <w:trHeight w:val="1991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1A523B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1A523B">
              <w:rPr>
                <w:rFonts w:ascii="Times New Roman" w:hAnsi="Times New Roman" w:cs="Times New Roman"/>
                <w:color w:val="000000"/>
              </w:rPr>
              <w:t>бюд-жетные</w:t>
            </w:r>
            <w:proofErr w:type="spellEnd"/>
            <w:proofErr w:type="gramEnd"/>
            <w:r w:rsidR="00F720EA" w:rsidRPr="001A523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A523B">
              <w:rPr>
                <w:rFonts w:ascii="Times New Roman" w:hAnsi="Times New Roman" w:cs="Times New Roman"/>
                <w:color w:val="000000"/>
              </w:rPr>
              <w:t>ассиг-нованиядорож-ного</w:t>
            </w:r>
            <w:proofErr w:type="spellEnd"/>
            <w:r w:rsidRPr="001A523B">
              <w:rPr>
                <w:rFonts w:ascii="Times New Roman" w:hAnsi="Times New Roman" w:cs="Times New Roman"/>
                <w:color w:val="000000"/>
              </w:rPr>
              <w:t xml:space="preserve"> фонда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216394</w:t>
            </w:r>
            <w:r w:rsidR="00EF72EE"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6,20886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19646,20886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12800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440000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607000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1A523B" w:rsidRDefault="00BB00A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546000</w:t>
            </w:r>
          </w:p>
        </w:tc>
        <w:tc>
          <w:tcPr>
            <w:tcW w:w="850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709" w:type="dxa"/>
            <w:textDirection w:val="btLr"/>
            <w:vAlign w:val="center"/>
          </w:tcPr>
          <w:p w:rsidR="00EF72EE" w:rsidRPr="001A523B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</w:p>
        </w:tc>
        <w:tc>
          <w:tcPr>
            <w:tcW w:w="816" w:type="dxa"/>
            <w:textDirection w:val="btLr"/>
            <w:vAlign w:val="center"/>
          </w:tcPr>
          <w:p w:rsidR="00EF72EE" w:rsidRPr="001A523B" w:rsidRDefault="00D44E37" w:rsidP="001A523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175000</w:t>
            </w:r>
            <w:r w:rsidR="00EF72EE" w:rsidRPr="001A523B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»</w:t>
            </w:r>
          </w:p>
        </w:tc>
      </w:tr>
    </w:tbl>
    <w:p w:rsidR="009E63FF" w:rsidRPr="001A523B" w:rsidRDefault="001A523B" w:rsidP="001A523B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9E63FF" w:rsidRPr="001A523B">
        <w:rPr>
          <w:rFonts w:ascii="Times New Roman" w:hAnsi="Times New Roman"/>
          <w:sz w:val="28"/>
          <w:szCs w:val="28"/>
        </w:rPr>
        <w:t xml:space="preserve">таблицы </w:t>
      </w:r>
      <w:r w:rsidR="009E63FF" w:rsidRPr="001A523B">
        <w:rPr>
          <w:rFonts w:ascii="Times New Roman" w:hAnsi="Times New Roman"/>
          <w:sz w:val="28"/>
          <w:szCs w:val="24"/>
        </w:rPr>
        <w:t xml:space="preserve">№ 1, 2 </w:t>
      </w:r>
      <w:r w:rsidR="009E63FF" w:rsidRPr="001A523B">
        <w:rPr>
          <w:rFonts w:ascii="Times New Roman" w:hAnsi="Times New Roman"/>
          <w:sz w:val="28"/>
          <w:szCs w:val="28"/>
        </w:rPr>
        <w:t xml:space="preserve">раздела 5 «Система программных мероприятий», </w:t>
      </w:r>
      <w:r w:rsidR="009E63FF" w:rsidRPr="001A523B">
        <w:rPr>
          <w:rFonts w:ascii="Times New Roman" w:hAnsi="Times New Roman"/>
          <w:color w:val="000000"/>
          <w:sz w:val="28"/>
          <w:szCs w:val="28"/>
        </w:rPr>
        <w:t>раздел 6 «Целевые индикаторы эффективности исполнения подпрограммы» изложить в новой редакции</w:t>
      </w:r>
      <w:r w:rsidR="009E63FF" w:rsidRPr="001A523B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8F2C7D" w:rsidRPr="001A523B">
        <w:rPr>
          <w:rFonts w:ascii="Times New Roman" w:hAnsi="Times New Roman"/>
          <w:sz w:val="28"/>
          <w:szCs w:val="28"/>
        </w:rPr>
        <w:t>3</w:t>
      </w:r>
      <w:r w:rsidR="009E63FF" w:rsidRPr="001A523B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E22AD" w:rsidRPr="001A523B" w:rsidRDefault="001A523B" w:rsidP="001A523B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="005E22AD" w:rsidRPr="001A523B">
        <w:rPr>
          <w:rFonts w:ascii="Times New Roman" w:hAnsi="Times New Roman"/>
          <w:sz w:val="28"/>
          <w:szCs w:val="28"/>
        </w:rPr>
        <w:t>в приложении № 7 к государственной программе:</w:t>
      </w:r>
    </w:p>
    <w:p w:rsidR="005E22AD" w:rsidRPr="001A523B" w:rsidRDefault="001A523B" w:rsidP="001A523B">
      <w:pPr>
        <w:pStyle w:val="ad"/>
        <w:widowControl w:val="0"/>
        <w:suppressLineNumbers/>
        <w:spacing w:line="228" w:lineRule="auto"/>
        <w:ind w:firstLine="709"/>
        <w:rPr>
          <w:szCs w:val="28"/>
        </w:rPr>
      </w:pPr>
      <w:r>
        <w:rPr>
          <w:szCs w:val="28"/>
        </w:rPr>
        <w:t>- </w:t>
      </w:r>
      <w:r w:rsidR="005E22AD" w:rsidRPr="001A523B">
        <w:rPr>
          <w:szCs w:val="28"/>
        </w:rPr>
        <w:t>раздел 3 «Ресурсное обеспечение подпрограммы» изложить в следующей редакции:</w:t>
      </w:r>
    </w:p>
    <w:p w:rsidR="00D44E37" w:rsidRPr="001A523B" w:rsidRDefault="00D44E37" w:rsidP="00D44E37">
      <w:pPr>
        <w:pStyle w:val="ad"/>
        <w:widowControl w:val="0"/>
        <w:suppressLineNumbers/>
        <w:spacing w:line="228" w:lineRule="auto"/>
        <w:ind w:firstLine="709"/>
        <w:rPr>
          <w:szCs w:val="28"/>
        </w:rPr>
      </w:pPr>
    </w:p>
    <w:p w:rsidR="005E22AD" w:rsidRPr="001A523B" w:rsidRDefault="005E22AD" w:rsidP="00D44E37">
      <w:pPr>
        <w:pStyle w:val="ad"/>
        <w:widowControl w:val="0"/>
        <w:suppressLineNumbers/>
        <w:spacing w:line="228" w:lineRule="auto"/>
        <w:ind w:firstLine="709"/>
        <w:jc w:val="center"/>
        <w:rPr>
          <w:szCs w:val="28"/>
        </w:rPr>
      </w:pPr>
      <w:r w:rsidRPr="001A523B">
        <w:rPr>
          <w:szCs w:val="28"/>
        </w:rPr>
        <w:t>«3. Ресурсное обеспечение подпрограммы</w:t>
      </w:r>
    </w:p>
    <w:p w:rsidR="00D44E37" w:rsidRPr="001A523B" w:rsidRDefault="00D44E37" w:rsidP="00D44E37">
      <w:pPr>
        <w:pStyle w:val="ad"/>
        <w:widowControl w:val="0"/>
        <w:suppressLineNumbers/>
        <w:spacing w:line="228" w:lineRule="auto"/>
        <w:ind w:firstLine="709"/>
        <w:jc w:val="center"/>
        <w:rPr>
          <w:szCs w:val="28"/>
        </w:rPr>
      </w:pPr>
    </w:p>
    <w:p w:rsidR="005E22AD" w:rsidRPr="001A523B" w:rsidRDefault="005E22AD" w:rsidP="001A523B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 xml:space="preserve">Общий объем финансирования реализации подпрограммы осуществляется за счет средств областного бюджета и составляет  </w:t>
      </w:r>
      <w:r w:rsidR="008F2C7D" w:rsidRPr="001A523B">
        <w:rPr>
          <w:rFonts w:ascii="Times New Roman" w:hAnsi="Times New Roman"/>
          <w:sz w:val="28"/>
          <w:szCs w:val="28"/>
        </w:rPr>
        <w:t>776772,09177</w:t>
      </w:r>
      <w:r w:rsidRPr="001A523B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-</w:t>
      </w:r>
      <w:r w:rsidR="008F2C7D" w:rsidRPr="001A523B">
        <w:rPr>
          <w:rFonts w:ascii="Times New Roman" w:hAnsi="Times New Roman"/>
          <w:sz w:val="28"/>
          <w:szCs w:val="28"/>
        </w:rPr>
        <w:t>169381,2</w:t>
      </w:r>
      <w:r w:rsidRPr="001A523B">
        <w:rPr>
          <w:rFonts w:ascii="Times New Roman" w:hAnsi="Times New Roman"/>
          <w:sz w:val="28"/>
          <w:szCs w:val="28"/>
        </w:rPr>
        <w:t xml:space="preserve"> тыс. рублей</w:t>
      </w:r>
      <w:r w:rsidR="001A523B">
        <w:rPr>
          <w:rFonts w:ascii="Times New Roman" w:hAnsi="Times New Roman"/>
          <w:sz w:val="28"/>
          <w:szCs w:val="28"/>
        </w:rPr>
        <w:t xml:space="preserve">, </w:t>
      </w:r>
      <w:r w:rsidRPr="001A523B">
        <w:rPr>
          <w:rFonts w:ascii="Times New Roman" w:hAnsi="Times New Roman"/>
          <w:sz w:val="28"/>
          <w:szCs w:val="28"/>
        </w:rPr>
        <w:t>в том числе по годам</w:t>
      </w:r>
      <w:r w:rsidR="00D44E37" w:rsidRPr="001A523B">
        <w:rPr>
          <w:rFonts w:ascii="Times New Roman" w:hAnsi="Times New Roman"/>
          <w:sz w:val="28"/>
          <w:szCs w:val="28"/>
        </w:rPr>
        <w:t>:</w:t>
      </w:r>
    </w:p>
    <w:p w:rsidR="005E22AD" w:rsidRPr="001A523B" w:rsidRDefault="005E22AD" w:rsidP="001A523B">
      <w:pPr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2016 год - 68558,80237 тыс. рублей;</w:t>
      </w:r>
    </w:p>
    <w:p w:rsidR="005E22AD" w:rsidRPr="001A523B" w:rsidRDefault="005E22AD" w:rsidP="001A523B">
      <w:pPr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2017 год - 66042,69403 тыс. рублей;</w:t>
      </w:r>
    </w:p>
    <w:p w:rsidR="005E22AD" w:rsidRPr="001A523B" w:rsidRDefault="005E22AD" w:rsidP="001A523B">
      <w:pPr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- 74184,02895 тыс. рублей;</w:t>
      </w:r>
    </w:p>
    <w:p w:rsidR="008F2C7D" w:rsidRPr="001A523B" w:rsidRDefault="008F2C7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- 99843,01008 тыс. рублей;</w:t>
      </w:r>
    </w:p>
    <w:p w:rsidR="008F2C7D" w:rsidRPr="001A523B" w:rsidRDefault="008F2C7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2020 год - 117849,69148 тыс. рублей;</w:t>
      </w:r>
    </w:p>
    <w:p w:rsidR="008F2C7D" w:rsidRPr="001A523B" w:rsidRDefault="008F2C7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- 120329,71989 тыс. рублей;</w:t>
      </w:r>
    </w:p>
    <w:p w:rsidR="005E22AD" w:rsidRPr="001A523B" w:rsidRDefault="005E22AD" w:rsidP="001A523B">
      <w:pPr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2022 год - 76654,71499 тыс. рублей;</w:t>
      </w:r>
    </w:p>
    <w:p w:rsidR="005E22AD" w:rsidRPr="001A523B" w:rsidRDefault="005E22AD" w:rsidP="001A523B">
      <w:pPr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2023 год - 76654,71499  тыс. рублей;</w:t>
      </w:r>
    </w:p>
    <w:p w:rsidR="005E22AD" w:rsidRPr="001A523B" w:rsidRDefault="005E22AD" w:rsidP="001A523B">
      <w:pPr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2024 год - 76654,71499  тыс. рублей;</w:t>
      </w:r>
    </w:p>
    <w:p w:rsidR="005E22AD" w:rsidRPr="001A523B" w:rsidRDefault="005E22AD" w:rsidP="001A523B">
      <w:pPr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из них:</w:t>
      </w:r>
    </w:p>
    <w:p w:rsidR="005E22AD" w:rsidRPr="001A523B" w:rsidRDefault="005E22AD" w:rsidP="001A523B">
      <w:pPr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бюджетные ассигнования дорожного фонда:</w:t>
      </w:r>
    </w:p>
    <w:p w:rsidR="005E22AD" w:rsidRPr="001A523B" w:rsidRDefault="005E22AD" w:rsidP="001A523B">
      <w:pPr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2018 год - 4236,8 тыс. рублей;</w:t>
      </w:r>
    </w:p>
    <w:p w:rsidR="008F2C7D" w:rsidRPr="001A523B" w:rsidRDefault="008F2C7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2019 год - 44413,4 тыс. рублей;</w:t>
      </w:r>
    </w:p>
    <w:p w:rsidR="008F2C7D" w:rsidRPr="001A523B" w:rsidRDefault="008F2C7D" w:rsidP="001A523B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2020 год - 60113,5 тыс. рублей;</w:t>
      </w:r>
    </w:p>
    <w:p w:rsidR="008F2C7D" w:rsidRPr="001A523B" w:rsidRDefault="008F2C7D" w:rsidP="001A523B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2021 год - 60617,5 тыс. рублей</w:t>
      </w:r>
      <w:r w:rsidR="001A523B">
        <w:rPr>
          <w:rFonts w:ascii="Times New Roman" w:hAnsi="Times New Roman"/>
          <w:sz w:val="28"/>
          <w:szCs w:val="28"/>
        </w:rPr>
        <w:t>.</w:t>
      </w:r>
    </w:p>
    <w:p w:rsidR="00247073" w:rsidRPr="001A523B" w:rsidRDefault="00247073" w:rsidP="001A523B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23B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бюджета</w:t>
      </w:r>
      <w:proofErr w:type="gramStart"/>
      <w:r w:rsidRPr="001A523B">
        <w:rPr>
          <w:rFonts w:ascii="Times New Roman" w:hAnsi="Times New Roman"/>
          <w:sz w:val="28"/>
          <w:szCs w:val="28"/>
        </w:rPr>
        <w:t>.</w:t>
      </w:r>
      <w:r w:rsidR="00D44E37" w:rsidRPr="001A523B">
        <w:rPr>
          <w:rFonts w:ascii="Times New Roman" w:hAnsi="Times New Roman"/>
          <w:sz w:val="28"/>
          <w:szCs w:val="28"/>
        </w:rPr>
        <w:t>»;</w:t>
      </w:r>
      <w:proofErr w:type="gramEnd"/>
    </w:p>
    <w:p w:rsidR="009E63FF" w:rsidRPr="001A523B" w:rsidRDefault="001A523B" w:rsidP="001A523B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9E63FF" w:rsidRPr="001A523B">
        <w:rPr>
          <w:rFonts w:ascii="Times New Roman" w:hAnsi="Times New Roman"/>
          <w:sz w:val="28"/>
          <w:szCs w:val="28"/>
        </w:rPr>
        <w:t>раздел 5 «Систем</w:t>
      </w:r>
      <w:r w:rsidR="008E0E08" w:rsidRPr="001A523B">
        <w:rPr>
          <w:rFonts w:ascii="Times New Roman" w:hAnsi="Times New Roman"/>
          <w:sz w:val="28"/>
          <w:szCs w:val="28"/>
        </w:rPr>
        <w:t>а программных мероприятий»</w:t>
      </w:r>
      <w:r w:rsidR="009E63FF" w:rsidRPr="001A523B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8E0E08" w:rsidRPr="001A523B">
        <w:rPr>
          <w:rFonts w:ascii="Times New Roman" w:hAnsi="Times New Roman"/>
          <w:sz w:val="28"/>
          <w:szCs w:val="28"/>
        </w:rPr>
        <w:t>4</w:t>
      </w:r>
      <w:r w:rsidR="009E63FF" w:rsidRPr="001A523B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9E63FF" w:rsidRPr="001A523B" w:rsidRDefault="001A523B" w:rsidP="001A523B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="009E63FF" w:rsidRPr="001A523B">
        <w:rPr>
          <w:rFonts w:ascii="Times New Roman" w:hAnsi="Times New Roman"/>
          <w:sz w:val="28"/>
          <w:szCs w:val="28"/>
        </w:rPr>
        <w:t xml:space="preserve">таблицы 1, 2.1 </w:t>
      </w:r>
      <w:hyperlink r:id="rId27" w:history="1">
        <w:r w:rsidR="009E63FF" w:rsidRPr="001A523B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приложения № </w:t>
        </w:r>
      </w:hyperlink>
      <w:r w:rsidR="009E63FF" w:rsidRPr="001A523B">
        <w:rPr>
          <w:rFonts w:ascii="Times New Roman" w:hAnsi="Times New Roman"/>
          <w:sz w:val="28"/>
          <w:szCs w:val="28"/>
        </w:rPr>
        <w:t xml:space="preserve">8 к государственной программе изложить в новой редакции согласно приложению № </w:t>
      </w:r>
      <w:r w:rsidR="008E0E08" w:rsidRPr="001A523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E19D0" w:rsidRPr="001A523B" w:rsidRDefault="002E19D0" w:rsidP="008E0E08">
      <w:pPr>
        <w:autoSpaceDE w:val="0"/>
        <w:autoSpaceDN w:val="0"/>
        <w:adjustRightInd w:val="0"/>
        <w:spacing w:line="226" w:lineRule="auto"/>
        <w:jc w:val="both"/>
        <w:rPr>
          <w:rFonts w:ascii="Times New Roman" w:hAnsi="Times New Roman"/>
          <w:sz w:val="28"/>
          <w:szCs w:val="28"/>
        </w:rPr>
      </w:pPr>
    </w:p>
    <w:p w:rsidR="005E22AD" w:rsidRPr="001A523B" w:rsidRDefault="005E22AD" w:rsidP="00D44E37">
      <w:pPr>
        <w:spacing w:line="228" w:lineRule="auto"/>
        <w:jc w:val="both"/>
        <w:rPr>
          <w:rFonts w:ascii="Times New Roman" w:hAnsi="Times New Roman"/>
          <w:sz w:val="24"/>
          <w:szCs w:val="24"/>
        </w:rPr>
      </w:pPr>
    </w:p>
    <w:p w:rsidR="005E22AD" w:rsidRPr="001A523B" w:rsidRDefault="005E22AD" w:rsidP="00D44E37">
      <w:pPr>
        <w:autoSpaceDE w:val="0"/>
        <w:autoSpaceDN w:val="0"/>
        <w:adjustRightInd w:val="0"/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p w:rsidR="008E0E08" w:rsidRPr="001A523B" w:rsidRDefault="008E0E08" w:rsidP="00D44E37">
      <w:pPr>
        <w:autoSpaceDE w:val="0"/>
        <w:autoSpaceDN w:val="0"/>
        <w:adjustRightInd w:val="0"/>
        <w:spacing w:line="228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289"/>
      </w:tblGrid>
      <w:tr w:rsidR="001645F4" w:rsidRPr="001A523B" w:rsidTr="00B45438">
        <w:tc>
          <w:tcPr>
            <w:tcW w:w="4219" w:type="dxa"/>
            <w:shd w:val="clear" w:color="auto" w:fill="auto"/>
          </w:tcPr>
          <w:p w:rsidR="001645F4" w:rsidRPr="001A523B" w:rsidRDefault="005E22AD" w:rsidP="00FE076E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Гу</w:t>
            </w:r>
            <w:r w:rsidR="001645F4" w:rsidRPr="001A523B">
              <w:rPr>
                <w:rFonts w:ascii="Times New Roman" w:hAnsi="Times New Roman"/>
                <w:sz w:val="28"/>
                <w:szCs w:val="28"/>
              </w:rPr>
              <w:t>бернатор Рязанской област</w:t>
            </w:r>
            <w:r w:rsidR="00FE076E" w:rsidRPr="001A523B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161" w:type="dxa"/>
            <w:shd w:val="clear" w:color="auto" w:fill="auto"/>
          </w:tcPr>
          <w:p w:rsidR="001645F4" w:rsidRPr="001A523B" w:rsidRDefault="001645F4" w:rsidP="00D44E37">
            <w:pPr>
              <w:spacing w:line="22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:rsidR="001645F4" w:rsidRPr="001A523B" w:rsidRDefault="001645F4" w:rsidP="00D44E37">
            <w:pPr>
              <w:spacing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523B">
              <w:rPr>
                <w:rFonts w:ascii="Times New Roman" w:hAnsi="Times New Roman"/>
                <w:sz w:val="28"/>
                <w:szCs w:val="28"/>
              </w:rPr>
              <w:t>Н.В. Любимов</w:t>
            </w:r>
          </w:p>
        </w:tc>
      </w:tr>
    </w:tbl>
    <w:p w:rsidR="0056353F" w:rsidRPr="001A523B" w:rsidRDefault="0056353F" w:rsidP="00D44E37">
      <w:pPr>
        <w:autoSpaceDE w:val="0"/>
        <w:autoSpaceDN w:val="0"/>
        <w:adjustRightInd w:val="0"/>
        <w:spacing w:line="228" w:lineRule="auto"/>
        <w:jc w:val="both"/>
        <w:rPr>
          <w:rFonts w:ascii="Times New Roman" w:hAnsi="Times New Roman"/>
          <w:sz w:val="2"/>
          <w:szCs w:val="2"/>
        </w:rPr>
      </w:pPr>
    </w:p>
    <w:sectPr w:rsidR="0056353F" w:rsidRPr="001A523B" w:rsidSect="001A523B">
      <w:headerReference w:type="default" r:id="rId28"/>
      <w:type w:val="continuous"/>
      <w:pgSz w:w="11907" w:h="16834" w:code="9"/>
      <w:pgMar w:top="953" w:right="567" w:bottom="1134" w:left="1843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258" w:rsidRDefault="006C5258">
      <w:r>
        <w:separator/>
      </w:r>
    </w:p>
  </w:endnote>
  <w:endnote w:type="continuationSeparator" w:id="0">
    <w:p w:rsidR="006C5258" w:rsidRDefault="006C5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4F4B32" w:rsidTr="0068674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4F4B32" w:rsidRDefault="004F4B32">
          <w:pPr>
            <w:pStyle w:val="a7"/>
          </w:pPr>
          <w:r>
            <w:rPr>
              <w:noProof/>
            </w:rPr>
            <w:drawing>
              <wp:inline distT="0" distB="0" distL="0" distR="0" wp14:anchorId="156645CF" wp14:editId="0F90C8D1">
                <wp:extent cx="668020" cy="286385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02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4F4B32" w:rsidRPr="00686746" w:rsidRDefault="004F4B32" w:rsidP="0068674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074B502" wp14:editId="5850DCF6">
                <wp:extent cx="174625" cy="142875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62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4F4B32" w:rsidRPr="00686746" w:rsidRDefault="001A523B" w:rsidP="00686746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52507  05.02.2019 18:04:16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4F4B32" w:rsidRPr="00F16F07" w:rsidRDefault="004F4B32" w:rsidP="00686746">
          <w:pPr>
            <w:pStyle w:val="a7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4F4B32" w:rsidRPr="00686746" w:rsidRDefault="004F4B32" w:rsidP="0068674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4F4B32" w:rsidRPr="00B413CE" w:rsidRDefault="004F4B32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4F4B32" w:rsidRPr="00686746" w:rsidTr="00686746">
      <w:tc>
        <w:tcPr>
          <w:tcW w:w="2538" w:type="dxa"/>
        </w:tcPr>
        <w:p w:rsidR="004F4B32" w:rsidRPr="00686746" w:rsidRDefault="004F4B32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4F4B32" w:rsidRPr="00686746" w:rsidRDefault="004F4B32" w:rsidP="00686746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4F4B32" w:rsidRPr="00686746" w:rsidRDefault="004F4B32" w:rsidP="00686746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4F4B32" w:rsidRPr="00686746" w:rsidRDefault="004F4B32" w:rsidP="00686746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4F4B32" w:rsidRDefault="004F4B32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258" w:rsidRDefault="006C5258">
      <w:r>
        <w:separator/>
      </w:r>
    </w:p>
  </w:footnote>
  <w:footnote w:type="continuationSeparator" w:id="0">
    <w:p w:rsidR="006C5258" w:rsidRDefault="006C5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32" w:rsidRDefault="00256CAF" w:rsidP="002F1E8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F4B3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F4B32">
      <w:rPr>
        <w:rStyle w:val="a9"/>
        <w:noProof/>
      </w:rPr>
      <w:t>1</w:t>
    </w:r>
    <w:r>
      <w:rPr>
        <w:rStyle w:val="a9"/>
      </w:rPr>
      <w:fldChar w:fldCharType="end"/>
    </w:r>
  </w:p>
  <w:p w:rsidR="004F4B32" w:rsidRDefault="004F4B3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32" w:rsidRPr="00481B88" w:rsidRDefault="004F4B32" w:rsidP="00E37801">
    <w:pPr>
      <w:pStyle w:val="a6"/>
      <w:framePr w:w="326" w:wrap="around" w:vAnchor="text" w:hAnchor="page" w:x="6486" w:y="321"/>
      <w:rPr>
        <w:rStyle w:val="a9"/>
        <w:rFonts w:ascii="Times New Roman" w:hAnsi="Times New Roman"/>
        <w:sz w:val="28"/>
        <w:szCs w:val="28"/>
      </w:rPr>
    </w:pPr>
  </w:p>
  <w:p w:rsidR="004F4B32" w:rsidRPr="00481B88" w:rsidRDefault="00256CAF" w:rsidP="00E37801">
    <w:pPr>
      <w:pStyle w:val="a6"/>
      <w:framePr w:w="326" w:wrap="around" w:vAnchor="text" w:hAnchor="page" w:x="6486" w:y="1"/>
      <w:rPr>
        <w:rStyle w:val="a9"/>
        <w:rFonts w:ascii="Times New Roman" w:hAnsi="Times New Roman"/>
        <w:sz w:val="28"/>
        <w:szCs w:val="28"/>
      </w:rPr>
    </w:pPr>
    <w:r w:rsidRPr="00481B88">
      <w:rPr>
        <w:rStyle w:val="a9"/>
        <w:rFonts w:ascii="Times New Roman" w:hAnsi="Times New Roman"/>
        <w:sz w:val="28"/>
        <w:szCs w:val="28"/>
      </w:rPr>
      <w:fldChar w:fldCharType="begin"/>
    </w:r>
    <w:r w:rsidR="004F4B32" w:rsidRPr="00481B88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9"/>
        <w:rFonts w:ascii="Times New Roman" w:hAnsi="Times New Roman"/>
        <w:sz w:val="28"/>
        <w:szCs w:val="28"/>
      </w:rPr>
      <w:fldChar w:fldCharType="separate"/>
    </w:r>
    <w:r w:rsidR="00FE4956">
      <w:rPr>
        <w:rStyle w:val="a9"/>
        <w:rFonts w:ascii="Times New Roman" w:hAnsi="Times New Roman"/>
        <w:noProof/>
        <w:sz w:val="28"/>
        <w:szCs w:val="28"/>
      </w:rPr>
      <w:t>28</w:t>
    </w:r>
    <w:r w:rsidRPr="00481B88">
      <w:rPr>
        <w:rStyle w:val="a9"/>
        <w:rFonts w:ascii="Times New Roman" w:hAnsi="Times New Roman"/>
        <w:sz w:val="28"/>
        <w:szCs w:val="28"/>
      </w:rPr>
      <w:fldChar w:fldCharType="end"/>
    </w:r>
  </w:p>
  <w:p w:rsidR="004F4B32" w:rsidRPr="00E37801" w:rsidRDefault="004F4B32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95pt;height:11.1pt" o:bullet="t">
        <v:imagedata r:id="rId1" o:title="Номер версии 555" gain="79922f" blacklevel="-1966f"/>
      </v:shape>
    </w:pict>
  </w:numPicBullet>
  <w:abstractNum w:abstractNumId="0">
    <w:nsid w:val="09581B40"/>
    <w:multiLevelType w:val="hybridMultilevel"/>
    <w:tmpl w:val="6DAE4166"/>
    <w:lvl w:ilvl="0" w:tplc="570249E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0765E3"/>
    <w:multiLevelType w:val="hybridMultilevel"/>
    <w:tmpl w:val="96FCD970"/>
    <w:lvl w:ilvl="0" w:tplc="B8029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371E8E"/>
    <w:multiLevelType w:val="hybridMultilevel"/>
    <w:tmpl w:val="5192B880"/>
    <w:lvl w:ilvl="0" w:tplc="D5D875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866DBD"/>
    <w:multiLevelType w:val="hybridMultilevel"/>
    <w:tmpl w:val="7B108650"/>
    <w:lvl w:ilvl="0" w:tplc="3880E50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2DE5AE8"/>
    <w:multiLevelType w:val="hybridMultilevel"/>
    <w:tmpl w:val="96B2C45E"/>
    <w:lvl w:ilvl="0" w:tplc="1BEA46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1A68D7"/>
    <w:multiLevelType w:val="hybridMultilevel"/>
    <w:tmpl w:val="33AC9A68"/>
    <w:lvl w:ilvl="0" w:tplc="C95439A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A9831F7"/>
    <w:multiLevelType w:val="hybridMultilevel"/>
    <w:tmpl w:val="C1CC30EE"/>
    <w:lvl w:ilvl="0" w:tplc="68AC135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A3D62CD"/>
    <w:multiLevelType w:val="hybridMultilevel"/>
    <w:tmpl w:val="13F8827C"/>
    <w:lvl w:ilvl="0" w:tplc="9D38D7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D233238"/>
    <w:multiLevelType w:val="hybridMultilevel"/>
    <w:tmpl w:val="D19C0670"/>
    <w:lvl w:ilvl="0" w:tplc="469083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8634E54"/>
    <w:multiLevelType w:val="hybridMultilevel"/>
    <w:tmpl w:val="B8B8F288"/>
    <w:lvl w:ilvl="0" w:tplc="8A8CC6E4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56E842CC"/>
    <w:multiLevelType w:val="hybridMultilevel"/>
    <w:tmpl w:val="E41465E6"/>
    <w:lvl w:ilvl="0" w:tplc="092E9E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58C002ED"/>
    <w:multiLevelType w:val="hybridMultilevel"/>
    <w:tmpl w:val="FAAC2B26"/>
    <w:lvl w:ilvl="0" w:tplc="66D688EA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>
    <w:nsid w:val="652D32DE"/>
    <w:multiLevelType w:val="hybridMultilevel"/>
    <w:tmpl w:val="A1AA724A"/>
    <w:lvl w:ilvl="0" w:tplc="E7C06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7DA2622"/>
    <w:multiLevelType w:val="hybridMultilevel"/>
    <w:tmpl w:val="10DE8976"/>
    <w:lvl w:ilvl="0" w:tplc="29DA135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95588"/>
    <w:multiLevelType w:val="hybridMultilevel"/>
    <w:tmpl w:val="A4D043C6"/>
    <w:lvl w:ilvl="0" w:tplc="1D70C5E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DC66DA4"/>
    <w:multiLevelType w:val="multilevel"/>
    <w:tmpl w:val="E2546226"/>
    <w:lvl w:ilvl="0">
      <w:start w:val="1"/>
      <w:numFmt w:val="upperRoman"/>
      <w:pStyle w:val="1"/>
      <w:lvlText w:val="%1."/>
      <w:lvlJc w:val="righ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0"/>
  </w:num>
  <w:num w:numId="2">
    <w:abstractNumId w:val="4"/>
  </w:num>
  <w:num w:numId="3">
    <w:abstractNumId w:val="12"/>
  </w:num>
  <w:num w:numId="4">
    <w:abstractNumId w:val="7"/>
  </w:num>
  <w:num w:numId="5">
    <w:abstractNumId w:val="9"/>
  </w:num>
  <w:num w:numId="6">
    <w:abstractNumId w:val="17"/>
  </w:num>
  <w:num w:numId="7">
    <w:abstractNumId w:val="8"/>
  </w:num>
  <w:num w:numId="8">
    <w:abstractNumId w:val="13"/>
  </w:num>
  <w:num w:numId="9">
    <w:abstractNumId w:val="6"/>
  </w:num>
  <w:num w:numId="10">
    <w:abstractNumId w:val="19"/>
  </w:num>
  <w:num w:numId="11">
    <w:abstractNumId w:val="14"/>
  </w:num>
  <w:num w:numId="12">
    <w:abstractNumId w:val="21"/>
  </w:num>
  <w:num w:numId="13">
    <w:abstractNumId w:val="1"/>
  </w:num>
  <w:num w:numId="14">
    <w:abstractNumId w:val="15"/>
  </w:num>
  <w:num w:numId="15">
    <w:abstractNumId w:val="5"/>
  </w:num>
  <w:num w:numId="16">
    <w:abstractNumId w:val="2"/>
  </w:num>
  <w:num w:numId="17">
    <w:abstractNumId w:val="16"/>
  </w:num>
  <w:num w:numId="18">
    <w:abstractNumId w:val="18"/>
  </w:num>
  <w:num w:numId="19">
    <w:abstractNumId w:val="0"/>
  </w:num>
  <w:num w:numId="20">
    <w:abstractNumId w:val="1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ImH9EThePiIE4rmfPQtGd+kd0k=" w:salt="/XsaEs43xe9tdvVi057Wy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EA4"/>
    <w:rsid w:val="00001673"/>
    <w:rsid w:val="000018D4"/>
    <w:rsid w:val="00002496"/>
    <w:rsid w:val="00003216"/>
    <w:rsid w:val="00003D7E"/>
    <w:rsid w:val="000041CC"/>
    <w:rsid w:val="00004C4B"/>
    <w:rsid w:val="00005569"/>
    <w:rsid w:val="000068C2"/>
    <w:rsid w:val="000070A0"/>
    <w:rsid w:val="000073FB"/>
    <w:rsid w:val="00007AF4"/>
    <w:rsid w:val="0001027A"/>
    <w:rsid w:val="0001035D"/>
    <w:rsid w:val="00010B3A"/>
    <w:rsid w:val="000115D5"/>
    <w:rsid w:val="0001193D"/>
    <w:rsid w:val="00012350"/>
    <w:rsid w:val="0001319E"/>
    <w:rsid w:val="0001360F"/>
    <w:rsid w:val="000138D6"/>
    <w:rsid w:val="00013A58"/>
    <w:rsid w:val="00013D04"/>
    <w:rsid w:val="00013FF6"/>
    <w:rsid w:val="00015032"/>
    <w:rsid w:val="0001635F"/>
    <w:rsid w:val="000163A7"/>
    <w:rsid w:val="00017BBE"/>
    <w:rsid w:val="0002094E"/>
    <w:rsid w:val="00020D83"/>
    <w:rsid w:val="00020E5A"/>
    <w:rsid w:val="000214D5"/>
    <w:rsid w:val="00021DBE"/>
    <w:rsid w:val="00023974"/>
    <w:rsid w:val="00026938"/>
    <w:rsid w:val="00026A5D"/>
    <w:rsid w:val="00026C03"/>
    <w:rsid w:val="000300C2"/>
    <w:rsid w:val="00030CE6"/>
    <w:rsid w:val="000310A4"/>
    <w:rsid w:val="000331B3"/>
    <w:rsid w:val="000333C5"/>
    <w:rsid w:val="00033413"/>
    <w:rsid w:val="00035078"/>
    <w:rsid w:val="00035DD0"/>
    <w:rsid w:val="000360D0"/>
    <w:rsid w:val="00036C8E"/>
    <w:rsid w:val="000373EF"/>
    <w:rsid w:val="0003797F"/>
    <w:rsid w:val="00037B75"/>
    <w:rsid w:val="00037C0C"/>
    <w:rsid w:val="00037F8E"/>
    <w:rsid w:val="00040686"/>
    <w:rsid w:val="00040B02"/>
    <w:rsid w:val="00040C71"/>
    <w:rsid w:val="000410AE"/>
    <w:rsid w:val="00041510"/>
    <w:rsid w:val="00041E46"/>
    <w:rsid w:val="00042FE4"/>
    <w:rsid w:val="000432E4"/>
    <w:rsid w:val="000468C5"/>
    <w:rsid w:val="00046D45"/>
    <w:rsid w:val="00047DCC"/>
    <w:rsid w:val="00050768"/>
    <w:rsid w:val="00051858"/>
    <w:rsid w:val="000521FF"/>
    <w:rsid w:val="00052436"/>
    <w:rsid w:val="00052719"/>
    <w:rsid w:val="000527D4"/>
    <w:rsid w:val="000528C7"/>
    <w:rsid w:val="00053514"/>
    <w:rsid w:val="000550D8"/>
    <w:rsid w:val="0005519E"/>
    <w:rsid w:val="00056B65"/>
    <w:rsid w:val="00056DEB"/>
    <w:rsid w:val="000576B0"/>
    <w:rsid w:val="000612B9"/>
    <w:rsid w:val="000618D8"/>
    <w:rsid w:val="00062754"/>
    <w:rsid w:val="00062E86"/>
    <w:rsid w:val="000635BD"/>
    <w:rsid w:val="00064A0A"/>
    <w:rsid w:val="00067E2F"/>
    <w:rsid w:val="00070695"/>
    <w:rsid w:val="000707C0"/>
    <w:rsid w:val="0007187B"/>
    <w:rsid w:val="00072077"/>
    <w:rsid w:val="0007259C"/>
    <w:rsid w:val="00072A98"/>
    <w:rsid w:val="0007378C"/>
    <w:rsid w:val="00073A7A"/>
    <w:rsid w:val="00074BE4"/>
    <w:rsid w:val="000757B2"/>
    <w:rsid w:val="00075DEA"/>
    <w:rsid w:val="0007665A"/>
    <w:rsid w:val="00076D5E"/>
    <w:rsid w:val="000779E5"/>
    <w:rsid w:val="0008017C"/>
    <w:rsid w:val="00080BCD"/>
    <w:rsid w:val="00080C29"/>
    <w:rsid w:val="00081990"/>
    <w:rsid w:val="00081F59"/>
    <w:rsid w:val="000829F2"/>
    <w:rsid w:val="00084679"/>
    <w:rsid w:val="00084CD7"/>
    <w:rsid w:val="00084DD3"/>
    <w:rsid w:val="00084E01"/>
    <w:rsid w:val="00084FC2"/>
    <w:rsid w:val="000861B1"/>
    <w:rsid w:val="00086E00"/>
    <w:rsid w:val="00087125"/>
    <w:rsid w:val="000917C0"/>
    <w:rsid w:val="000935FB"/>
    <w:rsid w:val="00093A94"/>
    <w:rsid w:val="00093ADF"/>
    <w:rsid w:val="00095049"/>
    <w:rsid w:val="00095097"/>
    <w:rsid w:val="00095EB0"/>
    <w:rsid w:val="00095FED"/>
    <w:rsid w:val="000966AA"/>
    <w:rsid w:val="00097121"/>
    <w:rsid w:val="00097279"/>
    <w:rsid w:val="000A2528"/>
    <w:rsid w:val="000A381D"/>
    <w:rsid w:val="000A3D6E"/>
    <w:rsid w:val="000A5B05"/>
    <w:rsid w:val="000A5B43"/>
    <w:rsid w:val="000B0736"/>
    <w:rsid w:val="000B0D70"/>
    <w:rsid w:val="000B170B"/>
    <w:rsid w:val="000B1BC1"/>
    <w:rsid w:val="000B1E14"/>
    <w:rsid w:val="000B3034"/>
    <w:rsid w:val="000B3B80"/>
    <w:rsid w:val="000B44BB"/>
    <w:rsid w:val="000B4E82"/>
    <w:rsid w:val="000B5972"/>
    <w:rsid w:val="000B67A5"/>
    <w:rsid w:val="000B6A16"/>
    <w:rsid w:val="000B6EA4"/>
    <w:rsid w:val="000C11E7"/>
    <w:rsid w:val="000C1563"/>
    <w:rsid w:val="000C1C16"/>
    <w:rsid w:val="000C218B"/>
    <w:rsid w:val="000C2A68"/>
    <w:rsid w:val="000C3E6B"/>
    <w:rsid w:val="000C49A3"/>
    <w:rsid w:val="000C53FB"/>
    <w:rsid w:val="000C6228"/>
    <w:rsid w:val="000C6784"/>
    <w:rsid w:val="000C74ED"/>
    <w:rsid w:val="000C7E68"/>
    <w:rsid w:val="000D0FE0"/>
    <w:rsid w:val="000D21F8"/>
    <w:rsid w:val="000D2C42"/>
    <w:rsid w:val="000D3137"/>
    <w:rsid w:val="000D356E"/>
    <w:rsid w:val="000D4A88"/>
    <w:rsid w:val="000D4F87"/>
    <w:rsid w:val="000D5849"/>
    <w:rsid w:val="000D5BD3"/>
    <w:rsid w:val="000D5C82"/>
    <w:rsid w:val="000D5EED"/>
    <w:rsid w:val="000E0BAF"/>
    <w:rsid w:val="000E1A94"/>
    <w:rsid w:val="000E3152"/>
    <w:rsid w:val="000E33CB"/>
    <w:rsid w:val="000E3470"/>
    <w:rsid w:val="000E5B6B"/>
    <w:rsid w:val="000F008B"/>
    <w:rsid w:val="000F01D6"/>
    <w:rsid w:val="000F080B"/>
    <w:rsid w:val="000F4AEA"/>
    <w:rsid w:val="000F5B62"/>
    <w:rsid w:val="000F700C"/>
    <w:rsid w:val="00100275"/>
    <w:rsid w:val="00100549"/>
    <w:rsid w:val="00100976"/>
    <w:rsid w:val="001013CE"/>
    <w:rsid w:val="00101FD6"/>
    <w:rsid w:val="00102506"/>
    <w:rsid w:val="00102693"/>
    <w:rsid w:val="00103C82"/>
    <w:rsid w:val="001048A2"/>
    <w:rsid w:val="001049E9"/>
    <w:rsid w:val="001055ED"/>
    <w:rsid w:val="00105B82"/>
    <w:rsid w:val="0010629B"/>
    <w:rsid w:val="00106B1B"/>
    <w:rsid w:val="00106EAB"/>
    <w:rsid w:val="00107C45"/>
    <w:rsid w:val="00107DE6"/>
    <w:rsid w:val="00110AA3"/>
    <w:rsid w:val="00110D9D"/>
    <w:rsid w:val="00111206"/>
    <w:rsid w:val="00111C17"/>
    <w:rsid w:val="00112982"/>
    <w:rsid w:val="00112A58"/>
    <w:rsid w:val="00113C33"/>
    <w:rsid w:val="00113E0D"/>
    <w:rsid w:val="00113F68"/>
    <w:rsid w:val="00115851"/>
    <w:rsid w:val="001207F6"/>
    <w:rsid w:val="00121997"/>
    <w:rsid w:val="001224FE"/>
    <w:rsid w:val="00122CFD"/>
    <w:rsid w:val="00122FC5"/>
    <w:rsid w:val="00125054"/>
    <w:rsid w:val="001255C9"/>
    <w:rsid w:val="00125C73"/>
    <w:rsid w:val="00125D5A"/>
    <w:rsid w:val="00126361"/>
    <w:rsid w:val="00126A7B"/>
    <w:rsid w:val="00127909"/>
    <w:rsid w:val="00130661"/>
    <w:rsid w:val="00131692"/>
    <w:rsid w:val="00131B65"/>
    <w:rsid w:val="00133756"/>
    <w:rsid w:val="00133B9A"/>
    <w:rsid w:val="00134793"/>
    <w:rsid w:val="00134DC6"/>
    <w:rsid w:val="0013511F"/>
    <w:rsid w:val="00135DF1"/>
    <w:rsid w:val="00136967"/>
    <w:rsid w:val="0013729A"/>
    <w:rsid w:val="0014035E"/>
    <w:rsid w:val="001408E8"/>
    <w:rsid w:val="00141C05"/>
    <w:rsid w:val="00142613"/>
    <w:rsid w:val="00142E6B"/>
    <w:rsid w:val="001437C4"/>
    <w:rsid w:val="00143BC6"/>
    <w:rsid w:val="00145332"/>
    <w:rsid w:val="0014567B"/>
    <w:rsid w:val="0014616F"/>
    <w:rsid w:val="0014636A"/>
    <w:rsid w:val="00146735"/>
    <w:rsid w:val="00146758"/>
    <w:rsid w:val="001471CB"/>
    <w:rsid w:val="00147370"/>
    <w:rsid w:val="00150F86"/>
    <w:rsid w:val="00151370"/>
    <w:rsid w:val="001517FE"/>
    <w:rsid w:val="00152DB3"/>
    <w:rsid w:val="001534C3"/>
    <w:rsid w:val="00153770"/>
    <w:rsid w:val="0015399A"/>
    <w:rsid w:val="00153FB9"/>
    <w:rsid w:val="001541C6"/>
    <w:rsid w:val="0015455C"/>
    <w:rsid w:val="00154E03"/>
    <w:rsid w:val="0015576D"/>
    <w:rsid w:val="00155A02"/>
    <w:rsid w:val="00156AAF"/>
    <w:rsid w:val="00157389"/>
    <w:rsid w:val="00160897"/>
    <w:rsid w:val="00161D8A"/>
    <w:rsid w:val="00162E72"/>
    <w:rsid w:val="00163717"/>
    <w:rsid w:val="00164271"/>
    <w:rsid w:val="001645F4"/>
    <w:rsid w:val="001654A2"/>
    <w:rsid w:val="0016638E"/>
    <w:rsid w:val="00167532"/>
    <w:rsid w:val="00167590"/>
    <w:rsid w:val="00167F9D"/>
    <w:rsid w:val="001720D9"/>
    <w:rsid w:val="00172B83"/>
    <w:rsid w:val="00173957"/>
    <w:rsid w:val="0017512C"/>
    <w:rsid w:val="001751EB"/>
    <w:rsid w:val="00175565"/>
    <w:rsid w:val="001755E6"/>
    <w:rsid w:val="00175B68"/>
    <w:rsid w:val="00175BE5"/>
    <w:rsid w:val="00175E7D"/>
    <w:rsid w:val="00175FCC"/>
    <w:rsid w:val="00176B04"/>
    <w:rsid w:val="001770A8"/>
    <w:rsid w:val="00177ABB"/>
    <w:rsid w:val="00177E44"/>
    <w:rsid w:val="00180980"/>
    <w:rsid w:val="00180DC9"/>
    <w:rsid w:val="0018150C"/>
    <w:rsid w:val="00181C67"/>
    <w:rsid w:val="0018233F"/>
    <w:rsid w:val="001835AA"/>
    <w:rsid w:val="001840B2"/>
    <w:rsid w:val="001842D5"/>
    <w:rsid w:val="001850F4"/>
    <w:rsid w:val="001852A1"/>
    <w:rsid w:val="00185744"/>
    <w:rsid w:val="001878DC"/>
    <w:rsid w:val="0019068A"/>
    <w:rsid w:val="00190EF3"/>
    <w:rsid w:val="0019127D"/>
    <w:rsid w:val="0019133E"/>
    <w:rsid w:val="001917F6"/>
    <w:rsid w:val="00192218"/>
    <w:rsid w:val="001947BE"/>
    <w:rsid w:val="001947DE"/>
    <w:rsid w:val="00195527"/>
    <w:rsid w:val="00195600"/>
    <w:rsid w:val="001958ED"/>
    <w:rsid w:val="00195F8D"/>
    <w:rsid w:val="00196A8D"/>
    <w:rsid w:val="00196B3D"/>
    <w:rsid w:val="00196B94"/>
    <w:rsid w:val="00196BA6"/>
    <w:rsid w:val="001A0F12"/>
    <w:rsid w:val="001A1A0F"/>
    <w:rsid w:val="001A22A5"/>
    <w:rsid w:val="001A230C"/>
    <w:rsid w:val="001A32C9"/>
    <w:rsid w:val="001A523B"/>
    <w:rsid w:val="001A560F"/>
    <w:rsid w:val="001A5D04"/>
    <w:rsid w:val="001A7827"/>
    <w:rsid w:val="001B0764"/>
    <w:rsid w:val="001B0982"/>
    <w:rsid w:val="001B0B34"/>
    <w:rsid w:val="001B15D3"/>
    <w:rsid w:val="001B1A57"/>
    <w:rsid w:val="001B1AC1"/>
    <w:rsid w:val="001B1AF3"/>
    <w:rsid w:val="001B1E84"/>
    <w:rsid w:val="001B32BA"/>
    <w:rsid w:val="001B38BE"/>
    <w:rsid w:val="001B3C3E"/>
    <w:rsid w:val="001B4FCD"/>
    <w:rsid w:val="001B5301"/>
    <w:rsid w:val="001B53F2"/>
    <w:rsid w:val="001C069C"/>
    <w:rsid w:val="001C4394"/>
    <w:rsid w:val="001C4C21"/>
    <w:rsid w:val="001C55B8"/>
    <w:rsid w:val="001C58DC"/>
    <w:rsid w:val="001C5E41"/>
    <w:rsid w:val="001C6575"/>
    <w:rsid w:val="001C6C87"/>
    <w:rsid w:val="001C70AD"/>
    <w:rsid w:val="001D06C2"/>
    <w:rsid w:val="001D0922"/>
    <w:rsid w:val="001D10D1"/>
    <w:rsid w:val="001D166B"/>
    <w:rsid w:val="001D18BB"/>
    <w:rsid w:val="001D2509"/>
    <w:rsid w:val="001D2B64"/>
    <w:rsid w:val="001D3563"/>
    <w:rsid w:val="001D43E0"/>
    <w:rsid w:val="001D45B5"/>
    <w:rsid w:val="001D4B3F"/>
    <w:rsid w:val="001D5085"/>
    <w:rsid w:val="001D554A"/>
    <w:rsid w:val="001D56C9"/>
    <w:rsid w:val="001D57B5"/>
    <w:rsid w:val="001D6432"/>
    <w:rsid w:val="001D64FD"/>
    <w:rsid w:val="001D6676"/>
    <w:rsid w:val="001E023A"/>
    <w:rsid w:val="001E0317"/>
    <w:rsid w:val="001E03A6"/>
    <w:rsid w:val="001E0446"/>
    <w:rsid w:val="001E0A91"/>
    <w:rsid w:val="001E14F7"/>
    <w:rsid w:val="001E1C85"/>
    <w:rsid w:val="001E20F1"/>
    <w:rsid w:val="001E36EE"/>
    <w:rsid w:val="001E3D55"/>
    <w:rsid w:val="001E45F9"/>
    <w:rsid w:val="001E478D"/>
    <w:rsid w:val="001E51AC"/>
    <w:rsid w:val="001E543B"/>
    <w:rsid w:val="001E6709"/>
    <w:rsid w:val="001E6A4D"/>
    <w:rsid w:val="001E6BC9"/>
    <w:rsid w:val="001E7319"/>
    <w:rsid w:val="001E75D2"/>
    <w:rsid w:val="001E77A6"/>
    <w:rsid w:val="001E7C51"/>
    <w:rsid w:val="001F0294"/>
    <w:rsid w:val="001F0621"/>
    <w:rsid w:val="001F0AA8"/>
    <w:rsid w:val="001F0B43"/>
    <w:rsid w:val="001F12E8"/>
    <w:rsid w:val="001F183B"/>
    <w:rsid w:val="001F1AA8"/>
    <w:rsid w:val="001F20E3"/>
    <w:rsid w:val="001F228C"/>
    <w:rsid w:val="001F2A54"/>
    <w:rsid w:val="001F2EA2"/>
    <w:rsid w:val="001F315D"/>
    <w:rsid w:val="001F376E"/>
    <w:rsid w:val="001F37A7"/>
    <w:rsid w:val="001F459F"/>
    <w:rsid w:val="001F46CE"/>
    <w:rsid w:val="001F64B8"/>
    <w:rsid w:val="001F6639"/>
    <w:rsid w:val="001F6A68"/>
    <w:rsid w:val="001F6CAE"/>
    <w:rsid w:val="001F6EB7"/>
    <w:rsid w:val="001F7061"/>
    <w:rsid w:val="001F71EF"/>
    <w:rsid w:val="001F7C83"/>
    <w:rsid w:val="001F7E0B"/>
    <w:rsid w:val="0020173F"/>
    <w:rsid w:val="00201810"/>
    <w:rsid w:val="00201BD1"/>
    <w:rsid w:val="00202693"/>
    <w:rsid w:val="00203046"/>
    <w:rsid w:val="002039CF"/>
    <w:rsid w:val="00206517"/>
    <w:rsid w:val="00210413"/>
    <w:rsid w:val="002104CB"/>
    <w:rsid w:val="002117FF"/>
    <w:rsid w:val="00212849"/>
    <w:rsid w:val="00212D52"/>
    <w:rsid w:val="00213B59"/>
    <w:rsid w:val="00214306"/>
    <w:rsid w:val="002143B2"/>
    <w:rsid w:val="002164FF"/>
    <w:rsid w:val="00216BD8"/>
    <w:rsid w:val="00216F88"/>
    <w:rsid w:val="002173A8"/>
    <w:rsid w:val="00217D3A"/>
    <w:rsid w:val="002201CD"/>
    <w:rsid w:val="00220B99"/>
    <w:rsid w:val="00221AA2"/>
    <w:rsid w:val="00221BC9"/>
    <w:rsid w:val="00221E27"/>
    <w:rsid w:val="00221EF1"/>
    <w:rsid w:val="00222090"/>
    <w:rsid w:val="002231AC"/>
    <w:rsid w:val="002244A6"/>
    <w:rsid w:val="00224A05"/>
    <w:rsid w:val="002251C3"/>
    <w:rsid w:val="002251D0"/>
    <w:rsid w:val="0022730A"/>
    <w:rsid w:val="00227638"/>
    <w:rsid w:val="002279B4"/>
    <w:rsid w:val="00227FDC"/>
    <w:rsid w:val="00230D97"/>
    <w:rsid w:val="002318CF"/>
    <w:rsid w:val="00231F1C"/>
    <w:rsid w:val="002321BB"/>
    <w:rsid w:val="002327FC"/>
    <w:rsid w:val="00232CEF"/>
    <w:rsid w:val="0023338A"/>
    <w:rsid w:val="0023393F"/>
    <w:rsid w:val="00233C88"/>
    <w:rsid w:val="00234034"/>
    <w:rsid w:val="00235B62"/>
    <w:rsid w:val="00235D94"/>
    <w:rsid w:val="002401FC"/>
    <w:rsid w:val="0024021F"/>
    <w:rsid w:val="00240D98"/>
    <w:rsid w:val="00241AC1"/>
    <w:rsid w:val="00242DDB"/>
    <w:rsid w:val="00245979"/>
    <w:rsid w:val="00245C03"/>
    <w:rsid w:val="002465F8"/>
    <w:rsid w:val="0024698D"/>
    <w:rsid w:val="00247073"/>
    <w:rsid w:val="002472EA"/>
    <w:rsid w:val="002478F3"/>
    <w:rsid w:val="002479A2"/>
    <w:rsid w:val="00247B8E"/>
    <w:rsid w:val="00247FF1"/>
    <w:rsid w:val="002507BE"/>
    <w:rsid w:val="00250B49"/>
    <w:rsid w:val="00250DE7"/>
    <w:rsid w:val="00250F7D"/>
    <w:rsid w:val="002511ED"/>
    <w:rsid w:val="00251A6A"/>
    <w:rsid w:val="00251BCE"/>
    <w:rsid w:val="00253311"/>
    <w:rsid w:val="00253429"/>
    <w:rsid w:val="00253580"/>
    <w:rsid w:val="0025461F"/>
    <w:rsid w:val="00255D21"/>
    <w:rsid w:val="00255ECB"/>
    <w:rsid w:val="00256795"/>
    <w:rsid w:val="00256CAF"/>
    <w:rsid w:val="002572D4"/>
    <w:rsid w:val="0026014D"/>
    <w:rsid w:val="0026087E"/>
    <w:rsid w:val="002611E1"/>
    <w:rsid w:val="00261241"/>
    <w:rsid w:val="002615DF"/>
    <w:rsid w:val="00261FA7"/>
    <w:rsid w:val="002621F6"/>
    <w:rsid w:val="00264089"/>
    <w:rsid w:val="00264BAD"/>
    <w:rsid w:val="00265420"/>
    <w:rsid w:val="002658F8"/>
    <w:rsid w:val="0026753D"/>
    <w:rsid w:val="00267DC4"/>
    <w:rsid w:val="002721DB"/>
    <w:rsid w:val="00272B3E"/>
    <w:rsid w:val="00273011"/>
    <w:rsid w:val="00274870"/>
    <w:rsid w:val="00274E14"/>
    <w:rsid w:val="00277CC0"/>
    <w:rsid w:val="002800C5"/>
    <w:rsid w:val="00280A6D"/>
    <w:rsid w:val="00280EF6"/>
    <w:rsid w:val="00281603"/>
    <w:rsid w:val="002817FE"/>
    <w:rsid w:val="00284393"/>
    <w:rsid w:val="00284B97"/>
    <w:rsid w:val="00285044"/>
    <w:rsid w:val="002851C8"/>
    <w:rsid w:val="00285461"/>
    <w:rsid w:val="00285CBB"/>
    <w:rsid w:val="0028703E"/>
    <w:rsid w:val="00290FE3"/>
    <w:rsid w:val="0029197C"/>
    <w:rsid w:val="00292D11"/>
    <w:rsid w:val="0029306A"/>
    <w:rsid w:val="00293D5E"/>
    <w:rsid w:val="00294E11"/>
    <w:rsid w:val="0029506F"/>
    <w:rsid w:val="002953B6"/>
    <w:rsid w:val="00295586"/>
    <w:rsid w:val="00295FAE"/>
    <w:rsid w:val="002961F9"/>
    <w:rsid w:val="00297535"/>
    <w:rsid w:val="002A06E5"/>
    <w:rsid w:val="002A0A36"/>
    <w:rsid w:val="002A1106"/>
    <w:rsid w:val="002A217B"/>
    <w:rsid w:val="002A265D"/>
    <w:rsid w:val="002A298F"/>
    <w:rsid w:val="002A3430"/>
    <w:rsid w:val="002A3A20"/>
    <w:rsid w:val="002A3C44"/>
    <w:rsid w:val="002A3FEE"/>
    <w:rsid w:val="002A46D2"/>
    <w:rsid w:val="002A4878"/>
    <w:rsid w:val="002A50FC"/>
    <w:rsid w:val="002A5EE0"/>
    <w:rsid w:val="002A606E"/>
    <w:rsid w:val="002A68BE"/>
    <w:rsid w:val="002A75B0"/>
    <w:rsid w:val="002A7D55"/>
    <w:rsid w:val="002B0481"/>
    <w:rsid w:val="002B05F2"/>
    <w:rsid w:val="002B087D"/>
    <w:rsid w:val="002B1CD0"/>
    <w:rsid w:val="002B1DC7"/>
    <w:rsid w:val="002B2563"/>
    <w:rsid w:val="002B2E6E"/>
    <w:rsid w:val="002B3259"/>
    <w:rsid w:val="002B3E99"/>
    <w:rsid w:val="002B3F61"/>
    <w:rsid w:val="002B4662"/>
    <w:rsid w:val="002B4D01"/>
    <w:rsid w:val="002B5409"/>
    <w:rsid w:val="002B6861"/>
    <w:rsid w:val="002B6AE5"/>
    <w:rsid w:val="002B7A59"/>
    <w:rsid w:val="002C0DF9"/>
    <w:rsid w:val="002C14B6"/>
    <w:rsid w:val="002C1B76"/>
    <w:rsid w:val="002C2150"/>
    <w:rsid w:val="002C26AE"/>
    <w:rsid w:val="002C2A2F"/>
    <w:rsid w:val="002C32C4"/>
    <w:rsid w:val="002C3B4A"/>
    <w:rsid w:val="002C41A6"/>
    <w:rsid w:val="002C4291"/>
    <w:rsid w:val="002C46B8"/>
    <w:rsid w:val="002C52A1"/>
    <w:rsid w:val="002C53F0"/>
    <w:rsid w:val="002C57BD"/>
    <w:rsid w:val="002C5D43"/>
    <w:rsid w:val="002C6312"/>
    <w:rsid w:val="002C6918"/>
    <w:rsid w:val="002C6B4B"/>
    <w:rsid w:val="002C6E7F"/>
    <w:rsid w:val="002D0111"/>
    <w:rsid w:val="002D1F36"/>
    <w:rsid w:val="002D295D"/>
    <w:rsid w:val="002D2C4A"/>
    <w:rsid w:val="002D32FB"/>
    <w:rsid w:val="002D48B0"/>
    <w:rsid w:val="002D4BF2"/>
    <w:rsid w:val="002D52E1"/>
    <w:rsid w:val="002D63D7"/>
    <w:rsid w:val="002D677D"/>
    <w:rsid w:val="002D7543"/>
    <w:rsid w:val="002D7557"/>
    <w:rsid w:val="002D7CBF"/>
    <w:rsid w:val="002D7D7C"/>
    <w:rsid w:val="002D7EAC"/>
    <w:rsid w:val="002E1556"/>
    <w:rsid w:val="002E18BD"/>
    <w:rsid w:val="002E19D0"/>
    <w:rsid w:val="002E1FF4"/>
    <w:rsid w:val="002E2051"/>
    <w:rsid w:val="002E263A"/>
    <w:rsid w:val="002E42D0"/>
    <w:rsid w:val="002E4A42"/>
    <w:rsid w:val="002E5405"/>
    <w:rsid w:val="002E5736"/>
    <w:rsid w:val="002E6341"/>
    <w:rsid w:val="002E66E2"/>
    <w:rsid w:val="002E7321"/>
    <w:rsid w:val="002F1E81"/>
    <w:rsid w:val="002F2196"/>
    <w:rsid w:val="002F2345"/>
    <w:rsid w:val="002F3BBA"/>
    <w:rsid w:val="002F4D36"/>
    <w:rsid w:val="002F5DB7"/>
    <w:rsid w:val="002F6D14"/>
    <w:rsid w:val="002F701E"/>
    <w:rsid w:val="0030035C"/>
    <w:rsid w:val="00300EC9"/>
    <w:rsid w:val="00302CEB"/>
    <w:rsid w:val="00302DDE"/>
    <w:rsid w:val="00303E1A"/>
    <w:rsid w:val="00304BEC"/>
    <w:rsid w:val="00304EDE"/>
    <w:rsid w:val="0030653A"/>
    <w:rsid w:val="00306566"/>
    <w:rsid w:val="00306B81"/>
    <w:rsid w:val="00307F21"/>
    <w:rsid w:val="003100BF"/>
    <w:rsid w:val="003101CC"/>
    <w:rsid w:val="00310617"/>
    <w:rsid w:val="00310D92"/>
    <w:rsid w:val="0031106B"/>
    <w:rsid w:val="0031149F"/>
    <w:rsid w:val="00312373"/>
    <w:rsid w:val="0031293C"/>
    <w:rsid w:val="00313C70"/>
    <w:rsid w:val="00314F08"/>
    <w:rsid w:val="00315637"/>
    <w:rsid w:val="00315E64"/>
    <w:rsid w:val="00315FA0"/>
    <w:rsid w:val="003160CB"/>
    <w:rsid w:val="00321D0F"/>
    <w:rsid w:val="003222A3"/>
    <w:rsid w:val="00323B3E"/>
    <w:rsid w:val="00326AED"/>
    <w:rsid w:val="003307A8"/>
    <w:rsid w:val="00330F29"/>
    <w:rsid w:val="00331EC9"/>
    <w:rsid w:val="00332560"/>
    <w:rsid w:val="00333262"/>
    <w:rsid w:val="00333FCA"/>
    <w:rsid w:val="0033574B"/>
    <w:rsid w:val="00336280"/>
    <w:rsid w:val="00336B2B"/>
    <w:rsid w:val="00337A79"/>
    <w:rsid w:val="00340555"/>
    <w:rsid w:val="00341638"/>
    <w:rsid w:val="00342714"/>
    <w:rsid w:val="00342F85"/>
    <w:rsid w:val="00343C4C"/>
    <w:rsid w:val="00344378"/>
    <w:rsid w:val="00344E62"/>
    <w:rsid w:val="003456EC"/>
    <w:rsid w:val="00346E00"/>
    <w:rsid w:val="003470CB"/>
    <w:rsid w:val="003508F9"/>
    <w:rsid w:val="00350B71"/>
    <w:rsid w:val="003540C0"/>
    <w:rsid w:val="003548F5"/>
    <w:rsid w:val="00354E76"/>
    <w:rsid w:val="00354E79"/>
    <w:rsid w:val="00354E84"/>
    <w:rsid w:val="003557E5"/>
    <w:rsid w:val="00356624"/>
    <w:rsid w:val="00357AEC"/>
    <w:rsid w:val="0036028D"/>
    <w:rsid w:val="00360A40"/>
    <w:rsid w:val="00362DA2"/>
    <w:rsid w:val="0036350F"/>
    <w:rsid w:val="00363D3A"/>
    <w:rsid w:val="00364BB9"/>
    <w:rsid w:val="00366821"/>
    <w:rsid w:val="00367C34"/>
    <w:rsid w:val="00367E57"/>
    <w:rsid w:val="003703EF"/>
    <w:rsid w:val="00370458"/>
    <w:rsid w:val="00372315"/>
    <w:rsid w:val="00372809"/>
    <w:rsid w:val="00372AA5"/>
    <w:rsid w:val="00373180"/>
    <w:rsid w:val="003732A3"/>
    <w:rsid w:val="00374531"/>
    <w:rsid w:val="0037587D"/>
    <w:rsid w:val="00375F62"/>
    <w:rsid w:val="00380E4A"/>
    <w:rsid w:val="00381AC7"/>
    <w:rsid w:val="00382937"/>
    <w:rsid w:val="003831DE"/>
    <w:rsid w:val="0038445B"/>
    <w:rsid w:val="00384894"/>
    <w:rsid w:val="003849BA"/>
    <w:rsid w:val="00384D52"/>
    <w:rsid w:val="0038510D"/>
    <w:rsid w:val="00385199"/>
    <w:rsid w:val="00385249"/>
    <w:rsid w:val="003870C2"/>
    <w:rsid w:val="003879B8"/>
    <w:rsid w:val="00387E09"/>
    <w:rsid w:val="00390089"/>
    <w:rsid w:val="00390093"/>
    <w:rsid w:val="0039168B"/>
    <w:rsid w:val="00391EC9"/>
    <w:rsid w:val="00393B37"/>
    <w:rsid w:val="00394813"/>
    <w:rsid w:val="00395BC0"/>
    <w:rsid w:val="0039639E"/>
    <w:rsid w:val="0039725D"/>
    <w:rsid w:val="0039777E"/>
    <w:rsid w:val="0039785E"/>
    <w:rsid w:val="003A1070"/>
    <w:rsid w:val="003A1177"/>
    <w:rsid w:val="003A1299"/>
    <w:rsid w:val="003A1BA6"/>
    <w:rsid w:val="003A1F1A"/>
    <w:rsid w:val="003A276F"/>
    <w:rsid w:val="003A2C63"/>
    <w:rsid w:val="003A2D9B"/>
    <w:rsid w:val="003A3E54"/>
    <w:rsid w:val="003A5AB3"/>
    <w:rsid w:val="003A6133"/>
    <w:rsid w:val="003A6659"/>
    <w:rsid w:val="003A6879"/>
    <w:rsid w:val="003A6ABD"/>
    <w:rsid w:val="003A6FB5"/>
    <w:rsid w:val="003A72B4"/>
    <w:rsid w:val="003A7336"/>
    <w:rsid w:val="003B0B4D"/>
    <w:rsid w:val="003B1C2F"/>
    <w:rsid w:val="003B422A"/>
    <w:rsid w:val="003B4937"/>
    <w:rsid w:val="003B4F71"/>
    <w:rsid w:val="003B52E1"/>
    <w:rsid w:val="003B575C"/>
    <w:rsid w:val="003B57DC"/>
    <w:rsid w:val="003B5996"/>
    <w:rsid w:val="003B5E7F"/>
    <w:rsid w:val="003B5F0A"/>
    <w:rsid w:val="003B714A"/>
    <w:rsid w:val="003B736A"/>
    <w:rsid w:val="003C0FFA"/>
    <w:rsid w:val="003C15B4"/>
    <w:rsid w:val="003C16C8"/>
    <w:rsid w:val="003C2098"/>
    <w:rsid w:val="003C2690"/>
    <w:rsid w:val="003C4798"/>
    <w:rsid w:val="003C47D0"/>
    <w:rsid w:val="003C605C"/>
    <w:rsid w:val="003C6145"/>
    <w:rsid w:val="003C6A71"/>
    <w:rsid w:val="003C6AA4"/>
    <w:rsid w:val="003C7843"/>
    <w:rsid w:val="003C7A2A"/>
    <w:rsid w:val="003C7D04"/>
    <w:rsid w:val="003D0A4F"/>
    <w:rsid w:val="003D0FAF"/>
    <w:rsid w:val="003D100D"/>
    <w:rsid w:val="003D10F1"/>
    <w:rsid w:val="003D1B0B"/>
    <w:rsid w:val="003D21CD"/>
    <w:rsid w:val="003D2378"/>
    <w:rsid w:val="003D27E3"/>
    <w:rsid w:val="003D368D"/>
    <w:rsid w:val="003D3B8A"/>
    <w:rsid w:val="003D3BA9"/>
    <w:rsid w:val="003D42F3"/>
    <w:rsid w:val="003D4319"/>
    <w:rsid w:val="003D4805"/>
    <w:rsid w:val="003D508B"/>
    <w:rsid w:val="003D534B"/>
    <w:rsid w:val="003D54F8"/>
    <w:rsid w:val="003D5760"/>
    <w:rsid w:val="003D5AFC"/>
    <w:rsid w:val="003D5EE4"/>
    <w:rsid w:val="003D675A"/>
    <w:rsid w:val="003D689E"/>
    <w:rsid w:val="003D7211"/>
    <w:rsid w:val="003D7F04"/>
    <w:rsid w:val="003E2977"/>
    <w:rsid w:val="003E2D3C"/>
    <w:rsid w:val="003E3C7F"/>
    <w:rsid w:val="003E4CB1"/>
    <w:rsid w:val="003E58B9"/>
    <w:rsid w:val="003E72A7"/>
    <w:rsid w:val="003E794A"/>
    <w:rsid w:val="003F0080"/>
    <w:rsid w:val="003F0A32"/>
    <w:rsid w:val="003F21E3"/>
    <w:rsid w:val="003F25FC"/>
    <w:rsid w:val="003F284A"/>
    <w:rsid w:val="003F3806"/>
    <w:rsid w:val="003F4B56"/>
    <w:rsid w:val="003F4F5E"/>
    <w:rsid w:val="003F6737"/>
    <w:rsid w:val="003F789B"/>
    <w:rsid w:val="003F7929"/>
    <w:rsid w:val="004002DC"/>
    <w:rsid w:val="00400906"/>
    <w:rsid w:val="00400DE3"/>
    <w:rsid w:val="0040100E"/>
    <w:rsid w:val="004012E9"/>
    <w:rsid w:val="00401840"/>
    <w:rsid w:val="00401E94"/>
    <w:rsid w:val="004020DC"/>
    <w:rsid w:val="004022D9"/>
    <w:rsid w:val="00402E12"/>
    <w:rsid w:val="0040315D"/>
    <w:rsid w:val="00403888"/>
    <w:rsid w:val="00406615"/>
    <w:rsid w:val="004072B3"/>
    <w:rsid w:val="00407EEC"/>
    <w:rsid w:val="004102A9"/>
    <w:rsid w:val="00411389"/>
    <w:rsid w:val="004135D6"/>
    <w:rsid w:val="004135ED"/>
    <w:rsid w:val="00414C73"/>
    <w:rsid w:val="00414DA7"/>
    <w:rsid w:val="00415078"/>
    <w:rsid w:val="0041508E"/>
    <w:rsid w:val="0041596D"/>
    <w:rsid w:val="00415E39"/>
    <w:rsid w:val="004165AE"/>
    <w:rsid w:val="004166B3"/>
    <w:rsid w:val="00417BBE"/>
    <w:rsid w:val="00417DB6"/>
    <w:rsid w:val="00417F77"/>
    <w:rsid w:val="00420286"/>
    <w:rsid w:val="004203E4"/>
    <w:rsid w:val="00420EC4"/>
    <w:rsid w:val="00421D7F"/>
    <w:rsid w:val="00422EE5"/>
    <w:rsid w:val="0042385E"/>
    <w:rsid w:val="00423DD0"/>
    <w:rsid w:val="00424101"/>
    <w:rsid w:val="004241D2"/>
    <w:rsid w:val="0042456B"/>
    <w:rsid w:val="00424797"/>
    <w:rsid w:val="0042590E"/>
    <w:rsid w:val="00426FF2"/>
    <w:rsid w:val="004274A5"/>
    <w:rsid w:val="004315E9"/>
    <w:rsid w:val="00431DFA"/>
    <w:rsid w:val="004325F8"/>
    <w:rsid w:val="00432956"/>
    <w:rsid w:val="00433198"/>
    <w:rsid w:val="00433DE7"/>
    <w:rsid w:val="00434398"/>
    <w:rsid w:val="00434CAC"/>
    <w:rsid w:val="00435019"/>
    <w:rsid w:val="00435E1F"/>
    <w:rsid w:val="00437F65"/>
    <w:rsid w:val="004410E5"/>
    <w:rsid w:val="00441264"/>
    <w:rsid w:val="00441D25"/>
    <w:rsid w:val="0044241F"/>
    <w:rsid w:val="004425E1"/>
    <w:rsid w:val="00444136"/>
    <w:rsid w:val="004449CC"/>
    <w:rsid w:val="00445496"/>
    <w:rsid w:val="0044558E"/>
    <w:rsid w:val="004456D3"/>
    <w:rsid w:val="00445F5D"/>
    <w:rsid w:val="00446B3C"/>
    <w:rsid w:val="00450D8F"/>
    <w:rsid w:val="0045439E"/>
    <w:rsid w:val="0045528C"/>
    <w:rsid w:val="004552BD"/>
    <w:rsid w:val="00455BFB"/>
    <w:rsid w:val="00455E6B"/>
    <w:rsid w:val="00456022"/>
    <w:rsid w:val="00457761"/>
    <w:rsid w:val="004578A4"/>
    <w:rsid w:val="00457E76"/>
    <w:rsid w:val="00460371"/>
    <w:rsid w:val="00460FEA"/>
    <w:rsid w:val="004611EC"/>
    <w:rsid w:val="00461640"/>
    <w:rsid w:val="00462160"/>
    <w:rsid w:val="004622FF"/>
    <w:rsid w:val="00464320"/>
    <w:rsid w:val="00465511"/>
    <w:rsid w:val="0046575A"/>
    <w:rsid w:val="004660A5"/>
    <w:rsid w:val="0046780C"/>
    <w:rsid w:val="004678E3"/>
    <w:rsid w:val="00467EC7"/>
    <w:rsid w:val="004701A6"/>
    <w:rsid w:val="004712FE"/>
    <w:rsid w:val="004734B7"/>
    <w:rsid w:val="00473903"/>
    <w:rsid w:val="00473D6F"/>
    <w:rsid w:val="00475A72"/>
    <w:rsid w:val="00475BB0"/>
    <w:rsid w:val="004764A4"/>
    <w:rsid w:val="0047673D"/>
    <w:rsid w:val="0047677B"/>
    <w:rsid w:val="00481B1E"/>
    <w:rsid w:val="00481B88"/>
    <w:rsid w:val="00483CB7"/>
    <w:rsid w:val="00483EBB"/>
    <w:rsid w:val="004845B1"/>
    <w:rsid w:val="00484706"/>
    <w:rsid w:val="00484A2F"/>
    <w:rsid w:val="004854D8"/>
    <w:rsid w:val="00485B4F"/>
    <w:rsid w:val="00486090"/>
    <w:rsid w:val="00486249"/>
    <w:rsid w:val="004862D1"/>
    <w:rsid w:val="00486C63"/>
    <w:rsid w:val="00487B98"/>
    <w:rsid w:val="00487F6D"/>
    <w:rsid w:val="00490191"/>
    <w:rsid w:val="00490231"/>
    <w:rsid w:val="00490738"/>
    <w:rsid w:val="00492DCB"/>
    <w:rsid w:val="00492F50"/>
    <w:rsid w:val="0049473A"/>
    <w:rsid w:val="00495CC4"/>
    <w:rsid w:val="004966B2"/>
    <w:rsid w:val="00496D5E"/>
    <w:rsid w:val="004970A0"/>
    <w:rsid w:val="00497B57"/>
    <w:rsid w:val="004A0842"/>
    <w:rsid w:val="004A0E15"/>
    <w:rsid w:val="004A116E"/>
    <w:rsid w:val="004A1365"/>
    <w:rsid w:val="004A185F"/>
    <w:rsid w:val="004A1D95"/>
    <w:rsid w:val="004A2042"/>
    <w:rsid w:val="004A229C"/>
    <w:rsid w:val="004A3686"/>
    <w:rsid w:val="004A40ED"/>
    <w:rsid w:val="004A4698"/>
    <w:rsid w:val="004A5E3C"/>
    <w:rsid w:val="004A63BC"/>
    <w:rsid w:val="004A73AB"/>
    <w:rsid w:val="004A7BF0"/>
    <w:rsid w:val="004B05FB"/>
    <w:rsid w:val="004B092A"/>
    <w:rsid w:val="004B09C2"/>
    <w:rsid w:val="004B0E88"/>
    <w:rsid w:val="004B2B4E"/>
    <w:rsid w:val="004B2D5A"/>
    <w:rsid w:val="004B5A34"/>
    <w:rsid w:val="004B5DED"/>
    <w:rsid w:val="004B643E"/>
    <w:rsid w:val="004B7E84"/>
    <w:rsid w:val="004C0164"/>
    <w:rsid w:val="004C03CB"/>
    <w:rsid w:val="004C2DF5"/>
    <w:rsid w:val="004C2F09"/>
    <w:rsid w:val="004C2F2E"/>
    <w:rsid w:val="004C44AE"/>
    <w:rsid w:val="004C4D43"/>
    <w:rsid w:val="004C4F46"/>
    <w:rsid w:val="004C6BCE"/>
    <w:rsid w:val="004C71F3"/>
    <w:rsid w:val="004C7F45"/>
    <w:rsid w:val="004D1424"/>
    <w:rsid w:val="004D293D"/>
    <w:rsid w:val="004D4F8E"/>
    <w:rsid w:val="004D549F"/>
    <w:rsid w:val="004D64BD"/>
    <w:rsid w:val="004D697A"/>
    <w:rsid w:val="004D69B7"/>
    <w:rsid w:val="004D6FB2"/>
    <w:rsid w:val="004D7A2C"/>
    <w:rsid w:val="004E0712"/>
    <w:rsid w:val="004E0F66"/>
    <w:rsid w:val="004E10C3"/>
    <w:rsid w:val="004E1E16"/>
    <w:rsid w:val="004E3446"/>
    <w:rsid w:val="004E3737"/>
    <w:rsid w:val="004E3F53"/>
    <w:rsid w:val="004E3FA5"/>
    <w:rsid w:val="004E4507"/>
    <w:rsid w:val="004E454E"/>
    <w:rsid w:val="004E4677"/>
    <w:rsid w:val="004E4EA1"/>
    <w:rsid w:val="004E50D7"/>
    <w:rsid w:val="004E5B78"/>
    <w:rsid w:val="004E68AD"/>
    <w:rsid w:val="004E6F56"/>
    <w:rsid w:val="004F0243"/>
    <w:rsid w:val="004F074C"/>
    <w:rsid w:val="004F09FB"/>
    <w:rsid w:val="004F21D3"/>
    <w:rsid w:val="004F23F0"/>
    <w:rsid w:val="004F2A28"/>
    <w:rsid w:val="004F377D"/>
    <w:rsid w:val="004F414C"/>
    <w:rsid w:val="004F4385"/>
    <w:rsid w:val="004F44FE"/>
    <w:rsid w:val="004F46F8"/>
    <w:rsid w:val="004F4B32"/>
    <w:rsid w:val="004F5068"/>
    <w:rsid w:val="004F52CE"/>
    <w:rsid w:val="004F6DBA"/>
    <w:rsid w:val="005010F4"/>
    <w:rsid w:val="00501A8F"/>
    <w:rsid w:val="00502463"/>
    <w:rsid w:val="0050310C"/>
    <w:rsid w:val="005034A0"/>
    <w:rsid w:val="00503E0A"/>
    <w:rsid w:val="00504993"/>
    <w:rsid w:val="00504A6F"/>
    <w:rsid w:val="00505199"/>
    <w:rsid w:val="00505BB6"/>
    <w:rsid w:val="0050658A"/>
    <w:rsid w:val="0050680D"/>
    <w:rsid w:val="005072B1"/>
    <w:rsid w:val="00511581"/>
    <w:rsid w:val="00512A47"/>
    <w:rsid w:val="00512B19"/>
    <w:rsid w:val="00514626"/>
    <w:rsid w:val="00514639"/>
    <w:rsid w:val="00514794"/>
    <w:rsid w:val="00514E07"/>
    <w:rsid w:val="00514E76"/>
    <w:rsid w:val="00514F65"/>
    <w:rsid w:val="00515C32"/>
    <w:rsid w:val="00515CA9"/>
    <w:rsid w:val="00517A94"/>
    <w:rsid w:val="00520647"/>
    <w:rsid w:val="0052067B"/>
    <w:rsid w:val="00520722"/>
    <w:rsid w:val="00520A16"/>
    <w:rsid w:val="00521EE8"/>
    <w:rsid w:val="005221A1"/>
    <w:rsid w:val="0052246A"/>
    <w:rsid w:val="005228B8"/>
    <w:rsid w:val="00523F33"/>
    <w:rsid w:val="00524FD2"/>
    <w:rsid w:val="0052521B"/>
    <w:rsid w:val="005257C9"/>
    <w:rsid w:val="0052592D"/>
    <w:rsid w:val="00525C09"/>
    <w:rsid w:val="00525DE5"/>
    <w:rsid w:val="005263C2"/>
    <w:rsid w:val="00527681"/>
    <w:rsid w:val="00527776"/>
    <w:rsid w:val="0052791C"/>
    <w:rsid w:val="005310B2"/>
    <w:rsid w:val="00531C68"/>
    <w:rsid w:val="00531F53"/>
    <w:rsid w:val="00532033"/>
    <w:rsid w:val="00532119"/>
    <w:rsid w:val="0053219D"/>
    <w:rsid w:val="00532217"/>
    <w:rsid w:val="005335F3"/>
    <w:rsid w:val="00534F3B"/>
    <w:rsid w:val="00535D0A"/>
    <w:rsid w:val="005360BB"/>
    <w:rsid w:val="00536694"/>
    <w:rsid w:val="00540182"/>
    <w:rsid w:val="0054068F"/>
    <w:rsid w:val="00543849"/>
    <w:rsid w:val="00543B56"/>
    <w:rsid w:val="00543C38"/>
    <w:rsid w:val="00543D2D"/>
    <w:rsid w:val="005454CA"/>
    <w:rsid w:val="005457A6"/>
    <w:rsid w:val="00545A3D"/>
    <w:rsid w:val="00546CFF"/>
    <w:rsid w:val="00546DBB"/>
    <w:rsid w:val="00547830"/>
    <w:rsid w:val="00547D25"/>
    <w:rsid w:val="00550971"/>
    <w:rsid w:val="00550EE3"/>
    <w:rsid w:val="005511E9"/>
    <w:rsid w:val="00551405"/>
    <w:rsid w:val="00552225"/>
    <w:rsid w:val="00552F92"/>
    <w:rsid w:val="00553878"/>
    <w:rsid w:val="00554916"/>
    <w:rsid w:val="00554E4F"/>
    <w:rsid w:val="00555A8E"/>
    <w:rsid w:val="005569F2"/>
    <w:rsid w:val="00556B7D"/>
    <w:rsid w:val="00556C6B"/>
    <w:rsid w:val="005571D3"/>
    <w:rsid w:val="00560E72"/>
    <w:rsid w:val="00561222"/>
    <w:rsid w:val="00561A5B"/>
    <w:rsid w:val="00562882"/>
    <w:rsid w:val="0056306D"/>
    <w:rsid w:val="00563489"/>
    <w:rsid w:val="0056353F"/>
    <w:rsid w:val="00563CDA"/>
    <w:rsid w:val="00564379"/>
    <w:rsid w:val="005661E5"/>
    <w:rsid w:val="005664F5"/>
    <w:rsid w:val="00566F9B"/>
    <w:rsid w:val="00567552"/>
    <w:rsid w:val="0056759F"/>
    <w:rsid w:val="00567A67"/>
    <w:rsid w:val="00567F0D"/>
    <w:rsid w:val="00570085"/>
    <w:rsid w:val="005700D7"/>
    <w:rsid w:val="00570178"/>
    <w:rsid w:val="0057044C"/>
    <w:rsid w:val="0057074C"/>
    <w:rsid w:val="005708CB"/>
    <w:rsid w:val="0057230C"/>
    <w:rsid w:val="00572FE2"/>
    <w:rsid w:val="00573071"/>
    <w:rsid w:val="00573DFB"/>
    <w:rsid w:val="00573E6D"/>
    <w:rsid w:val="00573FBF"/>
    <w:rsid w:val="00574A47"/>
    <w:rsid w:val="00574F77"/>
    <w:rsid w:val="00574FF3"/>
    <w:rsid w:val="00576FB0"/>
    <w:rsid w:val="0057725A"/>
    <w:rsid w:val="00577AF2"/>
    <w:rsid w:val="00580251"/>
    <w:rsid w:val="00582538"/>
    <w:rsid w:val="005838EA"/>
    <w:rsid w:val="00583CC5"/>
    <w:rsid w:val="00583E45"/>
    <w:rsid w:val="00584B10"/>
    <w:rsid w:val="00585EE1"/>
    <w:rsid w:val="005865AA"/>
    <w:rsid w:val="005877B4"/>
    <w:rsid w:val="00590C0E"/>
    <w:rsid w:val="00590E10"/>
    <w:rsid w:val="00590EAA"/>
    <w:rsid w:val="00591BC1"/>
    <w:rsid w:val="00592634"/>
    <w:rsid w:val="00592678"/>
    <w:rsid w:val="00592B69"/>
    <w:rsid w:val="005939E6"/>
    <w:rsid w:val="005943B3"/>
    <w:rsid w:val="00594838"/>
    <w:rsid w:val="005953E5"/>
    <w:rsid w:val="00595556"/>
    <w:rsid w:val="005958D5"/>
    <w:rsid w:val="00595DB9"/>
    <w:rsid w:val="0059662B"/>
    <w:rsid w:val="00596775"/>
    <w:rsid w:val="00597BB6"/>
    <w:rsid w:val="005A00FF"/>
    <w:rsid w:val="005A02BE"/>
    <w:rsid w:val="005A0C0A"/>
    <w:rsid w:val="005A0F06"/>
    <w:rsid w:val="005A2425"/>
    <w:rsid w:val="005A3223"/>
    <w:rsid w:val="005A3DEC"/>
    <w:rsid w:val="005A4227"/>
    <w:rsid w:val="005A525A"/>
    <w:rsid w:val="005A584F"/>
    <w:rsid w:val="005A5ADE"/>
    <w:rsid w:val="005A7083"/>
    <w:rsid w:val="005B0956"/>
    <w:rsid w:val="005B20E3"/>
    <w:rsid w:val="005B229B"/>
    <w:rsid w:val="005B23CE"/>
    <w:rsid w:val="005B3518"/>
    <w:rsid w:val="005B5601"/>
    <w:rsid w:val="005B583C"/>
    <w:rsid w:val="005B5A4B"/>
    <w:rsid w:val="005B5F1C"/>
    <w:rsid w:val="005B6DD7"/>
    <w:rsid w:val="005C00D8"/>
    <w:rsid w:val="005C09F5"/>
    <w:rsid w:val="005C1B52"/>
    <w:rsid w:val="005C1D71"/>
    <w:rsid w:val="005C2D1D"/>
    <w:rsid w:val="005C3C01"/>
    <w:rsid w:val="005C50B5"/>
    <w:rsid w:val="005C56AE"/>
    <w:rsid w:val="005C5766"/>
    <w:rsid w:val="005C6797"/>
    <w:rsid w:val="005C7449"/>
    <w:rsid w:val="005C7FFE"/>
    <w:rsid w:val="005D033A"/>
    <w:rsid w:val="005D0531"/>
    <w:rsid w:val="005D11A8"/>
    <w:rsid w:val="005D15CD"/>
    <w:rsid w:val="005D2BBB"/>
    <w:rsid w:val="005D49CE"/>
    <w:rsid w:val="005D62EC"/>
    <w:rsid w:val="005D6375"/>
    <w:rsid w:val="005E0433"/>
    <w:rsid w:val="005E0768"/>
    <w:rsid w:val="005E16DD"/>
    <w:rsid w:val="005E20A4"/>
    <w:rsid w:val="005E22AD"/>
    <w:rsid w:val="005E2F10"/>
    <w:rsid w:val="005E43A6"/>
    <w:rsid w:val="005E4AD6"/>
    <w:rsid w:val="005E4D46"/>
    <w:rsid w:val="005E6314"/>
    <w:rsid w:val="005E6812"/>
    <w:rsid w:val="005E6D99"/>
    <w:rsid w:val="005F1012"/>
    <w:rsid w:val="005F1235"/>
    <w:rsid w:val="005F22A1"/>
    <w:rsid w:val="005F25F3"/>
    <w:rsid w:val="005F2ADD"/>
    <w:rsid w:val="005F2C49"/>
    <w:rsid w:val="005F2EBF"/>
    <w:rsid w:val="005F334E"/>
    <w:rsid w:val="005F43DE"/>
    <w:rsid w:val="005F4ADA"/>
    <w:rsid w:val="005F50A2"/>
    <w:rsid w:val="005F56BF"/>
    <w:rsid w:val="005F5AF7"/>
    <w:rsid w:val="005F5CDF"/>
    <w:rsid w:val="005F6098"/>
    <w:rsid w:val="005F6442"/>
    <w:rsid w:val="005F67B1"/>
    <w:rsid w:val="006005B1"/>
    <w:rsid w:val="00601249"/>
    <w:rsid w:val="006013EB"/>
    <w:rsid w:val="00601CA9"/>
    <w:rsid w:val="0060479E"/>
    <w:rsid w:val="0060488C"/>
    <w:rsid w:val="006049C8"/>
    <w:rsid w:val="00604BE7"/>
    <w:rsid w:val="0060519B"/>
    <w:rsid w:val="00605251"/>
    <w:rsid w:val="00605F3D"/>
    <w:rsid w:val="00606CEC"/>
    <w:rsid w:val="00606E99"/>
    <w:rsid w:val="00606FD9"/>
    <w:rsid w:val="006071B3"/>
    <w:rsid w:val="0060766F"/>
    <w:rsid w:val="00610CDE"/>
    <w:rsid w:val="006115CC"/>
    <w:rsid w:val="00612034"/>
    <w:rsid w:val="00612487"/>
    <w:rsid w:val="006127BE"/>
    <w:rsid w:val="00612B3B"/>
    <w:rsid w:val="00612DC3"/>
    <w:rsid w:val="00612DC4"/>
    <w:rsid w:val="006131C3"/>
    <w:rsid w:val="00613455"/>
    <w:rsid w:val="006137D8"/>
    <w:rsid w:val="00614178"/>
    <w:rsid w:val="0061504E"/>
    <w:rsid w:val="00615750"/>
    <w:rsid w:val="00616AED"/>
    <w:rsid w:val="00616B22"/>
    <w:rsid w:val="00617920"/>
    <w:rsid w:val="00617B23"/>
    <w:rsid w:val="00617FA0"/>
    <w:rsid w:val="00621843"/>
    <w:rsid w:val="006222CD"/>
    <w:rsid w:val="00622772"/>
    <w:rsid w:val="006230F9"/>
    <w:rsid w:val="006231BB"/>
    <w:rsid w:val="0062322B"/>
    <w:rsid w:val="006242F2"/>
    <w:rsid w:val="006250B2"/>
    <w:rsid w:val="006269F9"/>
    <w:rsid w:val="00626D83"/>
    <w:rsid w:val="0062788E"/>
    <w:rsid w:val="0063077D"/>
    <w:rsid w:val="00631B12"/>
    <w:rsid w:val="006324C5"/>
    <w:rsid w:val="006325C9"/>
    <w:rsid w:val="00632A4F"/>
    <w:rsid w:val="00632B56"/>
    <w:rsid w:val="00632E72"/>
    <w:rsid w:val="00633B23"/>
    <w:rsid w:val="0063444F"/>
    <w:rsid w:val="00635148"/>
    <w:rsid w:val="006351E3"/>
    <w:rsid w:val="00635866"/>
    <w:rsid w:val="00637673"/>
    <w:rsid w:val="00640660"/>
    <w:rsid w:val="00642647"/>
    <w:rsid w:val="0064418F"/>
    <w:rsid w:val="00644236"/>
    <w:rsid w:val="00644F86"/>
    <w:rsid w:val="006451B7"/>
    <w:rsid w:val="00646243"/>
    <w:rsid w:val="006471E5"/>
    <w:rsid w:val="00650351"/>
    <w:rsid w:val="00650A6A"/>
    <w:rsid w:val="00650F1F"/>
    <w:rsid w:val="0065201E"/>
    <w:rsid w:val="0065210B"/>
    <w:rsid w:val="00653120"/>
    <w:rsid w:val="006531BA"/>
    <w:rsid w:val="00653260"/>
    <w:rsid w:val="0065442C"/>
    <w:rsid w:val="006560A4"/>
    <w:rsid w:val="006566FF"/>
    <w:rsid w:val="0065689F"/>
    <w:rsid w:val="00660172"/>
    <w:rsid w:val="00661795"/>
    <w:rsid w:val="00662CB1"/>
    <w:rsid w:val="00663208"/>
    <w:rsid w:val="0066320F"/>
    <w:rsid w:val="00663395"/>
    <w:rsid w:val="0066436E"/>
    <w:rsid w:val="0066506B"/>
    <w:rsid w:val="006654AF"/>
    <w:rsid w:val="006661FF"/>
    <w:rsid w:val="00667507"/>
    <w:rsid w:val="00667F92"/>
    <w:rsid w:val="00670028"/>
    <w:rsid w:val="0067074C"/>
    <w:rsid w:val="00671196"/>
    <w:rsid w:val="00671D3B"/>
    <w:rsid w:val="00673C27"/>
    <w:rsid w:val="00673E17"/>
    <w:rsid w:val="00674882"/>
    <w:rsid w:val="0067531D"/>
    <w:rsid w:val="006753AA"/>
    <w:rsid w:val="00675FE8"/>
    <w:rsid w:val="00676151"/>
    <w:rsid w:val="0067669C"/>
    <w:rsid w:val="00677300"/>
    <w:rsid w:val="006774D0"/>
    <w:rsid w:val="00677CB4"/>
    <w:rsid w:val="0068002A"/>
    <w:rsid w:val="00680A68"/>
    <w:rsid w:val="00680CB3"/>
    <w:rsid w:val="00682A50"/>
    <w:rsid w:val="00683693"/>
    <w:rsid w:val="0068378F"/>
    <w:rsid w:val="00684A5B"/>
    <w:rsid w:val="00684E2B"/>
    <w:rsid w:val="006854C2"/>
    <w:rsid w:val="00685F70"/>
    <w:rsid w:val="00686746"/>
    <w:rsid w:val="006867AB"/>
    <w:rsid w:val="00687143"/>
    <w:rsid w:val="00687348"/>
    <w:rsid w:val="00687A62"/>
    <w:rsid w:val="006904D9"/>
    <w:rsid w:val="00690B99"/>
    <w:rsid w:val="00691087"/>
    <w:rsid w:val="0069156D"/>
    <w:rsid w:val="006915FC"/>
    <w:rsid w:val="00691DD7"/>
    <w:rsid w:val="00692010"/>
    <w:rsid w:val="00692D3A"/>
    <w:rsid w:val="00692E83"/>
    <w:rsid w:val="006937FE"/>
    <w:rsid w:val="00693F32"/>
    <w:rsid w:val="00693F76"/>
    <w:rsid w:val="006973F0"/>
    <w:rsid w:val="006974D6"/>
    <w:rsid w:val="00697A05"/>
    <w:rsid w:val="00697FD2"/>
    <w:rsid w:val="006A0614"/>
    <w:rsid w:val="006A09E4"/>
    <w:rsid w:val="006A11A6"/>
    <w:rsid w:val="006A197B"/>
    <w:rsid w:val="006A1F71"/>
    <w:rsid w:val="006A3F54"/>
    <w:rsid w:val="006A4984"/>
    <w:rsid w:val="006A4E38"/>
    <w:rsid w:val="006A5014"/>
    <w:rsid w:val="006A5C34"/>
    <w:rsid w:val="006A6012"/>
    <w:rsid w:val="006A7460"/>
    <w:rsid w:val="006B3CBB"/>
    <w:rsid w:val="006B3DA9"/>
    <w:rsid w:val="006B4FA8"/>
    <w:rsid w:val="006B50AB"/>
    <w:rsid w:val="006B56C2"/>
    <w:rsid w:val="006B5AE5"/>
    <w:rsid w:val="006B5C71"/>
    <w:rsid w:val="006B6BD3"/>
    <w:rsid w:val="006B7A59"/>
    <w:rsid w:val="006B7D78"/>
    <w:rsid w:val="006C1B0D"/>
    <w:rsid w:val="006C3C5B"/>
    <w:rsid w:val="006C4874"/>
    <w:rsid w:val="006C5258"/>
    <w:rsid w:val="006C75C4"/>
    <w:rsid w:val="006D0B60"/>
    <w:rsid w:val="006D1CD5"/>
    <w:rsid w:val="006D22B1"/>
    <w:rsid w:val="006D2906"/>
    <w:rsid w:val="006D3820"/>
    <w:rsid w:val="006D4E01"/>
    <w:rsid w:val="006D4E69"/>
    <w:rsid w:val="006D5A6C"/>
    <w:rsid w:val="006D7950"/>
    <w:rsid w:val="006D7977"/>
    <w:rsid w:val="006D7AE0"/>
    <w:rsid w:val="006E0E17"/>
    <w:rsid w:val="006E150D"/>
    <w:rsid w:val="006E16BD"/>
    <w:rsid w:val="006E2050"/>
    <w:rsid w:val="006E2C84"/>
    <w:rsid w:val="006E3457"/>
    <w:rsid w:val="006E4063"/>
    <w:rsid w:val="006E5B91"/>
    <w:rsid w:val="006E5E64"/>
    <w:rsid w:val="006E5F0C"/>
    <w:rsid w:val="006E60DC"/>
    <w:rsid w:val="006E656D"/>
    <w:rsid w:val="006E6778"/>
    <w:rsid w:val="006E69F2"/>
    <w:rsid w:val="006E7E86"/>
    <w:rsid w:val="006E7F04"/>
    <w:rsid w:val="006F0572"/>
    <w:rsid w:val="006F328B"/>
    <w:rsid w:val="006F388A"/>
    <w:rsid w:val="006F45EF"/>
    <w:rsid w:val="006F489C"/>
    <w:rsid w:val="006F4B49"/>
    <w:rsid w:val="006F5886"/>
    <w:rsid w:val="006F58A4"/>
    <w:rsid w:val="006F78F7"/>
    <w:rsid w:val="00700493"/>
    <w:rsid w:val="00700768"/>
    <w:rsid w:val="0070134D"/>
    <w:rsid w:val="00701B0E"/>
    <w:rsid w:val="0070241A"/>
    <w:rsid w:val="00702D39"/>
    <w:rsid w:val="007053E5"/>
    <w:rsid w:val="007054E8"/>
    <w:rsid w:val="0070583E"/>
    <w:rsid w:val="00705E07"/>
    <w:rsid w:val="00707646"/>
    <w:rsid w:val="00707734"/>
    <w:rsid w:val="00707D8B"/>
    <w:rsid w:val="00707E19"/>
    <w:rsid w:val="007102C9"/>
    <w:rsid w:val="00710338"/>
    <w:rsid w:val="0071056C"/>
    <w:rsid w:val="007105ED"/>
    <w:rsid w:val="00711BA7"/>
    <w:rsid w:val="00711CCD"/>
    <w:rsid w:val="00712F7C"/>
    <w:rsid w:val="007135D7"/>
    <w:rsid w:val="0071542D"/>
    <w:rsid w:val="00715F2C"/>
    <w:rsid w:val="00717848"/>
    <w:rsid w:val="007178A7"/>
    <w:rsid w:val="00717F28"/>
    <w:rsid w:val="00720D48"/>
    <w:rsid w:val="007218E6"/>
    <w:rsid w:val="0072227D"/>
    <w:rsid w:val="00722692"/>
    <w:rsid w:val="007227D0"/>
    <w:rsid w:val="00722D2F"/>
    <w:rsid w:val="0072328A"/>
    <w:rsid w:val="00723E2D"/>
    <w:rsid w:val="007245DA"/>
    <w:rsid w:val="00725C49"/>
    <w:rsid w:val="00725CDA"/>
    <w:rsid w:val="00726A71"/>
    <w:rsid w:val="00727DF7"/>
    <w:rsid w:val="00730757"/>
    <w:rsid w:val="007314A6"/>
    <w:rsid w:val="007316B4"/>
    <w:rsid w:val="00731889"/>
    <w:rsid w:val="007319AE"/>
    <w:rsid w:val="00731A0B"/>
    <w:rsid w:val="00731F12"/>
    <w:rsid w:val="00732FA2"/>
    <w:rsid w:val="00734189"/>
    <w:rsid w:val="007377B5"/>
    <w:rsid w:val="00737891"/>
    <w:rsid w:val="00740739"/>
    <w:rsid w:val="00741539"/>
    <w:rsid w:val="0074296C"/>
    <w:rsid w:val="00743650"/>
    <w:rsid w:val="00743EC7"/>
    <w:rsid w:val="007442CD"/>
    <w:rsid w:val="00746728"/>
    <w:rsid w:val="00746CC2"/>
    <w:rsid w:val="0074711E"/>
    <w:rsid w:val="00747D11"/>
    <w:rsid w:val="00750538"/>
    <w:rsid w:val="0075079C"/>
    <w:rsid w:val="00750AD2"/>
    <w:rsid w:val="00750CFD"/>
    <w:rsid w:val="0075344E"/>
    <w:rsid w:val="00753E39"/>
    <w:rsid w:val="00754446"/>
    <w:rsid w:val="007546F5"/>
    <w:rsid w:val="00754E76"/>
    <w:rsid w:val="0075743E"/>
    <w:rsid w:val="00760323"/>
    <w:rsid w:val="00760A34"/>
    <w:rsid w:val="00760D32"/>
    <w:rsid w:val="007617E5"/>
    <w:rsid w:val="0076257B"/>
    <w:rsid w:val="0076288A"/>
    <w:rsid w:val="0076493A"/>
    <w:rsid w:val="00764BE6"/>
    <w:rsid w:val="00764FED"/>
    <w:rsid w:val="00765600"/>
    <w:rsid w:val="00765658"/>
    <w:rsid w:val="00765721"/>
    <w:rsid w:val="00765C1E"/>
    <w:rsid w:val="0076636F"/>
    <w:rsid w:val="00766F21"/>
    <w:rsid w:val="007671D3"/>
    <w:rsid w:val="007677A9"/>
    <w:rsid w:val="00772C3B"/>
    <w:rsid w:val="00774D8C"/>
    <w:rsid w:val="00775EFA"/>
    <w:rsid w:val="00777BE8"/>
    <w:rsid w:val="00780D02"/>
    <w:rsid w:val="007821CD"/>
    <w:rsid w:val="00782298"/>
    <w:rsid w:val="00782C21"/>
    <w:rsid w:val="00782F0F"/>
    <w:rsid w:val="0078412D"/>
    <w:rsid w:val="007842D7"/>
    <w:rsid w:val="007842F4"/>
    <w:rsid w:val="00784893"/>
    <w:rsid w:val="00785563"/>
    <w:rsid w:val="00785572"/>
    <w:rsid w:val="007855B3"/>
    <w:rsid w:val="00785D92"/>
    <w:rsid w:val="00786893"/>
    <w:rsid w:val="007869DE"/>
    <w:rsid w:val="00787123"/>
    <w:rsid w:val="0078753B"/>
    <w:rsid w:val="00790387"/>
    <w:rsid w:val="007915BF"/>
    <w:rsid w:val="0079183B"/>
    <w:rsid w:val="00791B13"/>
    <w:rsid w:val="00791C48"/>
    <w:rsid w:val="00791C9F"/>
    <w:rsid w:val="007922C8"/>
    <w:rsid w:val="007922F5"/>
    <w:rsid w:val="00792AAB"/>
    <w:rsid w:val="00792D2E"/>
    <w:rsid w:val="007933EF"/>
    <w:rsid w:val="00793B47"/>
    <w:rsid w:val="00793D43"/>
    <w:rsid w:val="00794918"/>
    <w:rsid w:val="0079495A"/>
    <w:rsid w:val="00795178"/>
    <w:rsid w:val="00795BE4"/>
    <w:rsid w:val="00797AD4"/>
    <w:rsid w:val="00797F89"/>
    <w:rsid w:val="00797FAD"/>
    <w:rsid w:val="007A065A"/>
    <w:rsid w:val="007A161F"/>
    <w:rsid w:val="007A1D0C"/>
    <w:rsid w:val="007A2627"/>
    <w:rsid w:val="007A2A7B"/>
    <w:rsid w:val="007A5872"/>
    <w:rsid w:val="007A5CD0"/>
    <w:rsid w:val="007A6750"/>
    <w:rsid w:val="007A6EE4"/>
    <w:rsid w:val="007A72DC"/>
    <w:rsid w:val="007A7941"/>
    <w:rsid w:val="007B02CE"/>
    <w:rsid w:val="007B0573"/>
    <w:rsid w:val="007B09F1"/>
    <w:rsid w:val="007B1DA1"/>
    <w:rsid w:val="007B1E7A"/>
    <w:rsid w:val="007B36F1"/>
    <w:rsid w:val="007B3BAE"/>
    <w:rsid w:val="007B43BF"/>
    <w:rsid w:val="007B4862"/>
    <w:rsid w:val="007B4A26"/>
    <w:rsid w:val="007B5879"/>
    <w:rsid w:val="007B7325"/>
    <w:rsid w:val="007B751B"/>
    <w:rsid w:val="007C0245"/>
    <w:rsid w:val="007C0732"/>
    <w:rsid w:val="007C1982"/>
    <w:rsid w:val="007C3501"/>
    <w:rsid w:val="007C5AAC"/>
    <w:rsid w:val="007C65EC"/>
    <w:rsid w:val="007C6E3E"/>
    <w:rsid w:val="007D0E8B"/>
    <w:rsid w:val="007D139D"/>
    <w:rsid w:val="007D230D"/>
    <w:rsid w:val="007D3CF2"/>
    <w:rsid w:val="007D3F10"/>
    <w:rsid w:val="007D4925"/>
    <w:rsid w:val="007D6166"/>
    <w:rsid w:val="007E01A5"/>
    <w:rsid w:val="007E0AC2"/>
    <w:rsid w:val="007E2422"/>
    <w:rsid w:val="007E2A4D"/>
    <w:rsid w:val="007E35A4"/>
    <w:rsid w:val="007E4181"/>
    <w:rsid w:val="007E43B9"/>
    <w:rsid w:val="007E4A07"/>
    <w:rsid w:val="007E4F80"/>
    <w:rsid w:val="007E5D31"/>
    <w:rsid w:val="007E69AD"/>
    <w:rsid w:val="007E6DC8"/>
    <w:rsid w:val="007E719C"/>
    <w:rsid w:val="007F0C8A"/>
    <w:rsid w:val="007F0E8B"/>
    <w:rsid w:val="007F11AB"/>
    <w:rsid w:val="007F19C5"/>
    <w:rsid w:val="007F2001"/>
    <w:rsid w:val="007F2076"/>
    <w:rsid w:val="007F3689"/>
    <w:rsid w:val="007F3F2F"/>
    <w:rsid w:val="007F4DEE"/>
    <w:rsid w:val="007F5A37"/>
    <w:rsid w:val="007F5C27"/>
    <w:rsid w:val="007F7236"/>
    <w:rsid w:val="007F755E"/>
    <w:rsid w:val="007F7718"/>
    <w:rsid w:val="007F7FE0"/>
    <w:rsid w:val="00800902"/>
    <w:rsid w:val="00800C8A"/>
    <w:rsid w:val="00802EAC"/>
    <w:rsid w:val="00804DC8"/>
    <w:rsid w:val="00804F6C"/>
    <w:rsid w:val="008059A7"/>
    <w:rsid w:val="00805A62"/>
    <w:rsid w:val="00805D9C"/>
    <w:rsid w:val="00806254"/>
    <w:rsid w:val="0080667E"/>
    <w:rsid w:val="00807DF5"/>
    <w:rsid w:val="008115DA"/>
    <w:rsid w:val="0081220C"/>
    <w:rsid w:val="00813849"/>
    <w:rsid w:val="008143CB"/>
    <w:rsid w:val="00814E06"/>
    <w:rsid w:val="008152A1"/>
    <w:rsid w:val="008152BF"/>
    <w:rsid w:val="0081666B"/>
    <w:rsid w:val="008169FF"/>
    <w:rsid w:val="00817085"/>
    <w:rsid w:val="0081717B"/>
    <w:rsid w:val="00817F0D"/>
    <w:rsid w:val="008204E7"/>
    <w:rsid w:val="0082073C"/>
    <w:rsid w:val="00820DEC"/>
    <w:rsid w:val="0082196F"/>
    <w:rsid w:val="00823CA1"/>
    <w:rsid w:val="00823FB7"/>
    <w:rsid w:val="00824AFB"/>
    <w:rsid w:val="00825C22"/>
    <w:rsid w:val="00825EF9"/>
    <w:rsid w:val="00826947"/>
    <w:rsid w:val="00826EB8"/>
    <w:rsid w:val="00827C06"/>
    <w:rsid w:val="008304F1"/>
    <w:rsid w:val="00830B46"/>
    <w:rsid w:val="00831F09"/>
    <w:rsid w:val="008320A9"/>
    <w:rsid w:val="00832D4A"/>
    <w:rsid w:val="008339CE"/>
    <w:rsid w:val="00834A06"/>
    <w:rsid w:val="00834C76"/>
    <w:rsid w:val="00835050"/>
    <w:rsid w:val="0083546C"/>
    <w:rsid w:val="008357AF"/>
    <w:rsid w:val="00835E77"/>
    <w:rsid w:val="00835EBD"/>
    <w:rsid w:val="00835EDB"/>
    <w:rsid w:val="008365C2"/>
    <w:rsid w:val="00840726"/>
    <w:rsid w:val="00842135"/>
    <w:rsid w:val="00842C3E"/>
    <w:rsid w:val="0084429B"/>
    <w:rsid w:val="008444FE"/>
    <w:rsid w:val="00844AAB"/>
    <w:rsid w:val="00845EFA"/>
    <w:rsid w:val="008501F1"/>
    <w:rsid w:val="008513B9"/>
    <w:rsid w:val="00851430"/>
    <w:rsid w:val="00852AF7"/>
    <w:rsid w:val="008534AE"/>
    <w:rsid w:val="00853EFE"/>
    <w:rsid w:val="00854DF4"/>
    <w:rsid w:val="00856B60"/>
    <w:rsid w:val="00857483"/>
    <w:rsid w:val="00861665"/>
    <w:rsid w:val="008624ED"/>
    <w:rsid w:val="00863502"/>
    <w:rsid w:val="008641EA"/>
    <w:rsid w:val="00864448"/>
    <w:rsid w:val="00864B11"/>
    <w:rsid w:val="00864CE0"/>
    <w:rsid w:val="00864F4B"/>
    <w:rsid w:val="00866E50"/>
    <w:rsid w:val="00867FFD"/>
    <w:rsid w:val="008702D3"/>
    <w:rsid w:val="0087095E"/>
    <w:rsid w:val="008719A1"/>
    <w:rsid w:val="00872170"/>
    <w:rsid w:val="008742D6"/>
    <w:rsid w:val="00874498"/>
    <w:rsid w:val="008748CB"/>
    <w:rsid w:val="00876034"/>
    <w:rsid w:val="0088008B"/>
    <w:rsid w:val="0088032F"/>
    <w:rsid w:val="00880AA0"/>
    <w:rsid w:val="008827E7"/>
    <w:rsid w:val="00883F7C"/>
    <w:rsid w:val="008867AB"/>
    <w:rsid w:val="00886839"/>
    <w:rsid w:val="00886BE5"/>
    <w:rsid w:val="0088737B"/>
    <w:rsid w:val="00890F22"/>
    <w:rsid w:val="00891407"/>
    <w:rsid w:val="00892A55"/>
    <w:rsid w:val="00894863"/>
    <w:rsid w:val="00894DB7"/>
    <w:rsid w:val="00894DF7"/>
    <w:rsid w:val="00895458"/>
    <w:rsid w:val="00895CBB"/>
    <w:rsid w:val="00896C55"/>
    <w:rsid w:val="00897610"/>
    <w:rsid w:val="00897BB6"/>
    <w:rsid w:val="00897EE3"/>
    <w:rsid w:val="008A0F26"/>
    <w:rsid w:val="008A13A0"/>
    <w:rsid w:val="008A1696"/>
    <w:rsid w:val="008A1755"/>
    <w:rsid w:val="008A25FB"/>
    <w:rsid w:val="008A29FC"/>
    <w:rsid w:val="008A2DF0"/>
    <w:rsid w:val="008A4BE7"/>
    <w:rsid w:val="008A5268"/>
    <w:rsid w:val="008A5289"/>
    <w:rsid w:val="008A529B"/>
    <w:rsid w:val="008A6307"/>
    <w:rsid w:val="008A7604"/>
    <w:rsid w:val="008B30E1"/>
    <w:rsid w:val="008B3C03"/>
    <w:rsid w:val="008B5D20"/>
    <w:rsid w:val="008B60EB"/>
    <w:rsid w:val="008B672B"/>
    <w:rsid w:val="008B6ABE"/>
    <w:rsid w:val="008B7521"/>
    <w:rsid w:val="008B793C"/>
    <w:rsid w:val="008B7C10"/>
    <w:rsid w:val="008B7D2A"/>
    <w:rsid w:val="008C00E9"/>
    <w:rsid w:val="008C1E77"/>
    <w:rsid w:val="008C2A7D"/>
    <w:rsid w:val="008C2B87"/>
    <w:rsid w:val="008C2DF5"/>
    <w:rsid w:val="008C3DD2"/>
    <w:rsid w:val="008C58FE"/>
    <w:rsid w:val="008C5A71"/>
    <w:rsid w:val="008C5C0C"/>
    <w:rsid w:val="008C7C54"/>
    <w:rsid w:val="008D084A"/>
    <w:rsid w:val="008D110B"/>
    <w:rsid w:val="008D2099"/>
    <w:rsid w:val="008D2115"/>
    <w:rsid w:val="008D3B3A"/>
    <w:rsid w:val="008D408B"/>
    <w:rsid w:val="008D54CE"/>
    <w:rsid w:val="008D5C04"/>
    <w:rsid w:val="008D608E"/>
    <w:rsid w:val="008D65B7"/>
    <w:rsid w:val="008D6C58"/>
    <w:rsid w:val="008D70E5"/>
    <w:rsid w:val="008E0403"/>
    <w:rsid w:val="008E0C3B"/>
    <w:rsid w:val="008E0E08"/>
    <w:rsid w:val="008E1059"/>
    <w:rsid w:val="008E2CA2"/>
    <w:rsid w:val="008E35C6"/>
    <w:rsid w:val="008E3955"/>
    <w:rsid w:val="008E5025"/>
    <w:rsid w:val="008E5EFA"/>
    <w:rsid w:val="008E6112"/>
    <w:rsid w:val="008E61DB"/>
    <w:rsid w:val="008E6C41"/>
    <w:rsid w:val="008F012D"/>
    <w:rsid w:val="008F0816"/>
    <w:rsid w:val="008F0C12"/>
    <w:rsid w:val="008F0EF7"/>
    <w:rsid w:val="008F2C7D"/>
    <w:rsid w:val="008F35D9"/>
    <w:rsid w:val="008F3694"/>
    <w:rsid w:val="008F4F57"/>
    <w:rsid w:val="008F6AAD"/>
    <w:rsid w:val="008F6BB7"/>
    <w:rsid w:val="008F6F24"/>
    <w:rsid w:val="00900270"/>
    <w:rsid w:val="00900687"/>
    <w:rsid w:val="00900BC0"/>
    <w:rsid w:val="00900F42"/>
    <w:rsid w:val="00901307"/>
    <w:rsid w:val="009029C5"/>
    <w:rsid w:val="0090355A"/>
    <w:rsid w:val="0090547A"/>
    <w:rsid w:val="00906770"/>
    <w:rsid w:val="00906D7F"/>
    <w:rsid w:val="00913268"/>
    <w:rsid w:val="00913A47"/>
    <w:rsid w:val="009145AB"/>
    <w:rsid w:val="00915BDE"/>
    <w:rsid w:val="0091639C"/>
    <w:rsid w:val="00916839"/>
    <w:rsid w:val="00916AB2"/>
    <w:rsid w:val="00916CC6"/>
    <w:rsid w:val="00916EF4"/>
    <w:rsid w:val="00920910"/>
    <w:rsid w:val="0092096A"/>
    <w:rsid w:val="009211CB"/>
    <w:rsid w:val="00921524"/>
    <w:rsid w:val="009215C0"/>
    <w:rsid w:val="009219EE"/>
    <w:rsid w:val="00923822"/>
    <w:rsid w:val="009240D5"/>
    <w:rsid w:val="009246A4"/>
    <w:rsid w:val="009260B7"/>
    <w:rsid w:val="009267D8"/>
    <w:rsid w:val="00927280"/>
    <w:rsid w:val="00927928"/>
    <w:rsid w:val="00927EDE"/>
    <w:rsid w:val="00930382"/>
    <w:rsid w:val="00931D7A"/>
    <w:rsid w:val="00931DE8"/>
    <w:rsid w:val="009320F1"/>
    <w:rsid w:val="00932E3C"/>
    <w:rsid w:val="00933B59"/>
    <w:rsid w:val="00934121"/>
    <w:rsid w:val="00934428"/>
    <w:rsid w:val="0093478A"/>
    <w:rsid w:val="00934EA1"/>
    <w:rsid w:val="0093538A"/>
    <w:rsid w:val="0093648E"/>
    <w:rsid w:val="00936F99"/>
    <w:rsid w:val="00937133"/>
    <w:rsid w:val="0094256A"/>
    <w:rsid w:val="009431B5"/>
    <w:rsid w:val="00943318"/>
    <w:rsid w:val="00943339"/>
    <w:rsid w:val="00944D9F"/>
    <w:rsid w:val="009467AF"/>
    <w:rsid w:val="00946A1F"/>
    <w:rsid w:val="00947514"/>
    <w:rsid w:val="00947BC0"/>
    <w:rsid w:val="00950D0B"/>
    <w:rsid w:val="00952DDC"/>
    <w:rsid w:val="00953443"/>
    <w:rsid w:val="00953F24"/>
    <w:rsid w:val="009546CF"/>
    <w:rsid w:val="00956D4F"/>
    <w:rsid w:val="00956DDB"/>
    <w:rsid w:val="00957387"/>
    <w:rsid w:val="00960270"/>
    <w:rsid w:val="009605B5"/>
    <w:rsid w:val="00960D10"/>
    <w:rsid w:val="009621B7"/>
    <w:rsid w:val="0096227D"/>
    <w:rsid w:val="00963955"/>
    <w:rsid w:val="00963EA3"/>
    <w:rsid w:val="00964D71"/>
    <w:rsid w:val="009652BD"/>
    <w:rsid w:val="00967316"/>
    <w:rsid w:val="00967B1B"/>
    <w:rsid w:val="00967DE2"/>
    <w:rsid w:val="00970002"/>
    <w:rsid w:val="00970BBC"/>
    <w:rsid w:val="00970E58"/>
    <w:rsid w:val="009728F6"/>
    <w:rsid w:val="00972903"/>
    <w:rsid w:val="00973FE3"/>
    <w:rsid w:val="0097557E"/>
    <w:rsid w:val="009765BB"/>
    <w:rsid w:val="009767CE"/>
    <w:rsid w:val="009767E5"/>
    <w:rsid w:val="00976B30"/>
    <w:rsid w:val="00976FF4"/>
    <w:rsid w:val="00981952"/>
    <w:rsid w:val="0098210E"/>
    <w:rsid w:val="0098338B"/>
    <w:rsid w:val="00983A1A"/>
    <w:rsid w:val="0098572D"/>
    <w:rsid w:val="00987625"/>
    <w:rsid w:val="00987AF6"/>
    <w:rsid w:val="00987B8D"/>
    <w:rsid w:val="009900D5"/>
    <w:rsid w:val="00990965"/>
    <w:rsid w:val="00990B77"/>
    <w:rsid w:val="00992255"/>
    <w:rsid w:val="009932D3"/>
    <w:rsid w:val="0099344F"/>
    <w:rsid w:val="00994EAD"/>
    <w:rsid w:val="0099594F"/>
    <w:rsid w:val="0099723A"/>
    <w:rsid w:val="0099760D"/>
    <w:rsid w:val="009977FF"/>
    <w:rsid w:val="009A0474"/>
    <w:rsid w:val="009A085B"/>
    <w:rsid w:val="009A0E07"/>
    <w:rsid w:val="009A1CDF"/>
    <w:rsid w:val="009A42DD"/>
    <w:rsid w:val="009A4583"/>
    <w:rsid w:val="009A5CF5"/>
    <w:rsid w:val="009A6BD0"/>
    <w:rsid w:val="009A75CF"/>
    <w:rsid w:val="009B0239"/>
    <w:rsid w:val="009B0A71"/>
    <w:rsid w:val="009B0D0F"/>
    <w:rsid w:val="009B188D"/>
    <w:rsid w:val="009B2587"/>
    <w:rsid w:val="009B263D"/>
    <w:rsid w:val="009B2A8C"/>
    <w:rsid w:val="009B2E95"/>
    <w:rsid w:val="009B317A"/>
    <w:rsid w:val="009B419A"/>
    <w:rsid w:val="009B4A66"/>
    <w:rsid w:val="009B4E8F"/>
    <w:rsid w:val="009B5CF3"/>
    <w:rsid w:val="009B5F8B"/>
    <w:rsid w:val="009B6D9B"/>
    <w:rsid w:val="009B72A2"/>
    <w:rsid w:val="009B76BE"/>
    <w:rsid w:val="009B789F"/>
    <w:rsid w:val="009B7A5C"/>
    <w:rsid w:val="009C0676"/>
    <w:rsid w:val="009C07BE"/>
    <w:rsid w:val="009C0B8B"/>
    <w:rsid w:val="009C1AF7"/>
    <w:rsid w:val="009C1DE6"/>
    <w:rsid w:val="009C1F0E"/>
    <w:rsid w:val="009C20BF"/>
    <w:rsid w:val="009C21D2"/>
    <w:rsid w:val="009C29DD"/>
    <w:rsid w:val="009C512D"/>
    <w:rsid w:val="009C5FF1"/>
    <w:rsid w:val="009C609F"/>
    <w:rsid w:val="009C6A0C"/>
    <w:rsid w:val="009C7B16"/>
    <w:rsid w:val="009C7C4D"/>
    <w:rsid w:val="009D040C"/>
    <w:rsid w:val="009D0ED4"/>
    <w:rsid w:val="009D1710"/>
    <w:rsid w:val="009D2048"/>
    <w:rsid w:val="009D3B89"/>
    <w:rsid w:val="009D3C96"/>
    <w:rsid w:val="009D3E8C"/>
    <w:rsid w:val="009D4849"/>
    <w:rsid w:val="009D4A35"/>
    <w:rsid w:val="009D4B45"/>
    <w:rsid w:val="009D508C"/>
    <w:rsid w:val="009D552C"/>
    <w:rsid w:val="009D5E74"/>
    <w:rsid w:val="009D622E"/>
    <w:rsid w:val="009D678A"/>
    <w:rsid w:val="009D6D81"/>
    <w:rsid w:val="009D770E"/>
    <w:rsid w:val="009D77C0"/>
    <w:rsid w:val="009E0202"/>
    <w:rsid w:val="009E0628"/>
    <w:rsid w:val="009E0967"/>
    <w:rsid w:val="009E0D95"/>
    <w:rsid w:val="009E327D"/>
    <w:rsid w:val="009E3A0E"/>
    <w:rsid w:val="009E4A83"/>
    <w:rsid w:val="009E5564"/>
    <w:rsid w:val="009E556A"/>
    <w:rsid w:val="009E597D"/>
    <w:rsid w:val="009E5C5F"/>
    <w:rsid w:val="009E6311"/>
    <w:rsid w:val="009E63FF"/>
    <w:rsid w:val="009E69D8"/>
    <w:rsid w:val="009E7707"/>
    <w:rsid w:val="009F2197"/>
    <w:rsid w:val="009F2627"/>
    <w:rsid w:val="009F2E71"/>
    <w:rsid w:val="009F316C"/>
    <w:rsid w:val="009F3753"/>
    <w:rsid w:val="009F6844"/>
    <w:rsid w:val="009F6F38"/>
    <w:rsid w:val="00A0008C"/>
    <w:rsid w:val="00A0030B"/>
    <w:rsid w:val="00A00A01"/>
    <w:rsid w:val="00A00AE4"/>
    <w:rsid w:val="00A00B80"/>
    <w:rsid w:val="00A00C67"/>
    <w:rsid w:val="00A00D77"/>
    <w:rsid w:val="00A0131A"/>
    <w:rsid w:val="00A01519"/>
    <w:rsid w:val="00A02288"/>
    <w:rsid w:val="00A02472"/>
    <w:rsid w:val="00A0366D"/>
    <w:rsid w:val="00A03671"/>
    <w:rsid w:val="00A03722"/>
    <w:rsid w:val="00A03BE1"/>
    <w:rsid w:val="00A03DBF"/>
    <w:rsid w:val="00A043B9"/>
    <w:rsid w:val="00A04579"/>
    <w:rsid w:val="00A04EF6"/>
    <w:rsid w:val="00A066FA"/>
    <w:rsid w:val="00A06CE5"/>
    <w:rsid w:val="00A079FB"/>
    <w:rsid w:val="00A1116E"/>
    <w:rsid w:val="00A111B1"/>
    <w:rsid w:val="00A12A8E"/>
    <w:rsid w:val="00A12E13"/>
    <w:rsid w:val="00A1314B"/>
    <w:rsid w:val="00A13160"/>
    <w:rsid w:val="00A13741"/>
    <w:rsid w:val="00A13761"/>
    <w:rsid w:val="00A137D3"/>
    <w:rsid w:val="00A148B4"/>
    <w:rsid w:val="00A17B41"/>
    <w:rsid w:val="00A2021B"/>
    <w:rsid w:val="00A2022A"/>
    <w:rsid w:val="00A210D0"/>
    <w:rsid w:val="00A2293F"/>
    <w:rsid w:val="00A22B0E"/>
    <w:rsid w:val="00A22CD1"/>
    <w:rsid w:val="00A231D2"/>
    <w:rsid w:val="00A23520"/>
    <w:rsid w:val="00A249F1"/>
    <w:rsid w:val="00A24B6A"/>
    <w:rsid w:val="00A24EBD"/>
    <w:rsid w:val="00A24FA8"/>
    <w:rsid w:val="00A26521"/>
    <w:rsid w:val="00A268E9"/>
    <w:rsid w:val="00A27060"/>
    <w:rsid w:val="00A27DCF"/>
    <w:rsid w:val="00A27E8A"/>
    <w:rsid w:val="00A30186"/>
    <w:rsid w:val="00A313D3"/>
    <w:rsid w:val="00A31B3D"/>
    <w:rsid w:val="00A31E56"/>
    <w:rsid w:val="00A31FA4"/>
    <w:rsid w:val="00A33EE6"/>
    <w:rsid w:val="00A347E9"/>
    <w:rsid w:val="00A3687B"/>
    <w:rsid w:val="00A3764C"/>
    <w:rsid w:val="00A40922"/>
    <w:rsid w:val="00A424C0"/>
    <w:rsid w:val="00A44A8F"/>
    <w:rsid w:val="00A45511"/>
    <w:rsid w:val="00A456BB"/>
    <w:rsid w:val="00A45953"/>
    <w:rsid w:val="00A46733"/>
    <w:rsid w:val="00A46CB5"/>
    <w:rsid w:val="00A46D2A"/>
    <w:rsid w:val="00A474AA"/>
    <w:rsid w:val="00A47C89"/>
    <w:rsid w:val="00A50CCF"/>
    <w:rsid w:val="00A51596"/>
    <w:rsid w:val="00A517E8"/>
    <w:rsid w:val="00A51AFC"/>
    <w:rsid w:val="00A51D96"/>
    <w:rsid w:val="00A523D6"/>
    <w:rsid w:val="00A5281E"/>
    <w:rsid w:val="00A534D4"/>
    <w:rsid w:val="00A55E0B"/>
    <w:rsid w:val="00A56B0C"/>
    <w:rsid w:val="00A56FB6"/>
    <w:rsid w:val="00A57D00"/>
    <w:rsid w:val="00A6067B"/>
    <w:rsid w:val="00A60809"/>
    <w:rsid w:val="00A6153F"/>
    <w:rsid w:val="00A61618"/>
    <w:rsid w:val="00A6180D"/>
    <w:rsid w:val="00A62EB4"/>
    <w:rsid w:val="00A630D7"/>
    <w:rsid w:val="00A645ED"/>
    <w:rsid w:val="00A64A51"/>
    <w:rsid w:val="00A65485"/>
    <w:rsid w:val="00A65A0A"/>
    <w:rsid w:val="00A6652E"/>
    <w:rsid w:val="00A66B63"/>
    <w:rsid w:val="00A72829"/>
    <w:rsid w:val="00A7322A"/>
    <w:rsid w:val="00A74754"/>
    <w:rsid w:val="00A766CA"/>
    <w:rsid w:val="00A768FA"/>
    <w:rsid w:val="00A77A00"/>
    <w:rsid w:val="00A8054E"/>
    <w:rsid w:val="00A82286"/>
    <w:rsid w:val="00A82906"/>
    <w:rsid w:val="00A82A79"/>
    <w:rsid w:val="00A82C48"/>
    <w:rsid w:val="00A83253"/>
    <w:rsid w:val="00A847D0"/>
    <w:rsid w:val="00A85A39"/>
    <w:rsid w:val="00A85A8E"/>
    <w:rsid w:val="00A8657B"/>
    <w:rsid w:val="00A91B85"/>
    <w:rsid w:val="00A92E80"/>
    <w:rsid w:val="00A93D0F"/>
    <w:rsid w:val="00A947D4"/>
    <w:rsid w:val="00A95419"/>
    <w:rsid w:val="00A95603"/>
    <w:rsid w:val="00A95F8E"/>
    <w:rsid w:val="00A96456"/>
    <w:rsid w:val="00A96B94"/>
    <w:rsid w:val="00A96F84"/>
    <w:rsid w:val="00AA02C8"/>
    <w:rsid w:val="00AA1019"/>
    <w:rsid w:val="00AA1841"/>
    <w:rsid w:val="00AA1858"/>
    <w:rsid w:val="00AA401B"/>
    <w:rsid w:val="00AA4495"/>
    <w:rsid w:val="00AA5BA6"/>
    <w:rsid w:val="00AA6BA8"/>
    <w:rsid w:val="00AB0316"/>
    <w:rsid w:val="00AB08E1"/>
    <w:rsid w:val="00AB2411"/>
    <w:rsid w:val="00AB2A1A"/>
    <w:rsid w:val="00AB35EB"/>
    <w:rsid w:val="00AB39DD"/>
    <w:rsid w:val="00AB5727"/>
    <w:rsid w:val="00AB622E"/>
    <w:rsid w:val="00AB623E"/>
    <w:rsid w:val="00AB6CBD"/>
    <w:rsid w:val="00AC02EB"/>
    <w:rsid w:val="00AC04AE"/>
    <w:rsid w:val="00AC0827"/>
    <w:rsid w:val="00AC10DA"/>
    <w:rsid w:val="00AC14F0"/>
    <w:rsid w:val="00AC2455"/>
    <w:rsid w:val="00AC31C4"/>
    <w:rsid w:val="00AC3953"/>
    <w:rsid w:val="00AC4219"/>
    <w:rsid w:val="00AC479E"/>
    <w:rsid w:val="00AC70C6"/>
    <w:rsid w:val="00AC7150"/>
    <w:rsid w:val="00AD0436"/>
    <w:rsid w:val="00AD1478"/>
    <w:rsid w:val="00AD16E2"/>
    <w:rsid w:val="00AD19C8"/>
    <w:rsid w:val="00AD27DE"/>
    <w:rsid w:val="00AD2B9C"/>
    <w:rsid w:val="00AD377B"/>
    <w:rsid w:val="00AD3C48"/>
    <w:rsid w:val="00AD42A5"/>
    <w:rsid w:val="00AD5FBD"/>
    <w:rsid w:val="00AD6A39"/>
    <w:rsid w:val="00AD7159"/>
    <w:rsid w:val="00AD7EAE"/>
    <w:rsid w:val="00AE0075"/>
    <w:rsid w:val="00AE03D6"/>
    <w:rsid w:val="00AE04F1"/>
    <w:rsid w:val="00AE0C02"/>
    <w:rsid w:val="00AE0E35"/>
    <w:rsid w:val="00AE0FDF"/>
    <w:rsid w:val="00AE17D9"/>
    <w:rsid w:val="00AE1B06"/>
    <w:rsid w:val="00AE2234"/>
    <w:rsid w:val="00AE2ED5"/>
    <w:rsid w:val="00AE3B38"/>
    <w:rsid w:val="00AE4CBC"/>
    <w:rsid w:val="00AE5C17"/>
    <w:rsid w:val="00AE730E"/>
    <w:rsid w:val="00AF0325"/>
    <w:rsid w:val="00AF075A"/>
    <w:rsid w:val="00AF1B8F"/>
    <w:rsid w:val="00AF1E0F"/>
    <w:rsid w:val="00AF26C9"/>
    <w:rsid w:val="00AF3AD5"/>
    <w:rsid w:val="00AF3B03"/>
    <w:rsid w:val="00AF4B70"/>
    <w:rsid w:val="00AF4ED2"/>
    <w:rsid w:val="00AF4FF9"/>
    <w:rsid w:val="00AF5F7C"/>
    <w:rsid w:val="00AF6472"/>
    <w:rsid w:val="00AF6F79"/>
    <w:rsid w:val="00B00173"/>
    <w:rsid w:val="00B00250"/>
    <w:rsid w:val="00B0073D"/>
    <w:rsid w:val="00B009B7"/>
    <w:rsid w:val="00B014D5"/>
    <w:rsid w:val="00B0171C"/>
    <w:rsid w:val="00B02207"/>
    <w:rsid w:val="00B02EB9"/>
    <w:rsid w:val="00B0300B"/>
    <w:rsid w:val="00B03403"/>
    <w:rsid w:val="00B04975"/>
    <w:rsid w:val="00B04DDF"/>
    <w:rsid w:val="00B053CE"/>
    <w:rsid w:val="00B05EF8"/>
    <w:rsid w:val="00B10324"/>
    <w:rsid w:val="00B13928"/>
    <w:rsid w:val="00B1393B"/>
    <w:rsid w:val="00B14C67"/>
    <w:rsid w:val="00B15DF1"/>
    <w:rsid w:val="00B15F90"/>
    <w:rsid w:val="00B15FB1"/>
    <w:rsid w:val="00B161A5"/>
    <w:rsid w:val="00B166D5"/>
    <w:rsid w:val="00B21B57"/>
    <w:rsid w:val="00B229A2"/>
    <w:rsid w:val="00B24874"/>
    <w:rsid w:val="00B24A3A"/>
    <w:rsid w:val="00B24E6E"/>
    <w:rsid w:val="00B253FF"/>
    <w:rsid w:val="00B2598C"/>
    <w:rsid w:val="00B278CF"/>
    <w:rsid w:val="00B2796E"/>
    <w:rsid w:val="00B3219F"/>
    <w:rsid w:val="00B32CCF"/>
    <w:rsid w:val="00B33498"/>
    <w:rsid w:val="00B34033"/>
    <w:rsid w:val="00B345D0"/>
    <w:rsid w:val="00B34739"/>
    <w:rsid w:val="00B347F4"/>
    <w:rsid w:val="00B35390"/>
    <w:rsid w:val="00B35B7F"/>
    <w:rsid w:val="00B361EE"/>
    <w:rsid w:val="00B36C34"/>
    <w:rsid w:val="00B376B1"/>
    <w:rsid w:val="00B377B9"/>
    <w:rsid w:val="00B37F3B"/>
    <w:rsid w:val="00B37F9F"/>
    <w:rsid w:val="00B40555"/>
    <w:rsid w:val="00B40E72"/>
    <w:rsid w:val="00B413CE"/>
    <w:rsid w:val="00B415B0"/>
    <w:rsid w:val="00B4251D"/>
    <w:rsid w:val="00B4256E"/>
    <w:rsid w:val="00B430E3"/>
    <w:rsid w:val="00B43AC8"/>
    <w:rsid w:val="00B43B32"/>
    <w:rsid w:val="00B43F56"/>
    <w:rsid w:val="00B4482A"/>
    <w:rsid w:val="00B45145"/>
    <w:rsid w:val="00B451AF"/>
    <w:rsid w:val="00B4520B"/>
    <w:rsid w:val="00B45438"/>
    <w:rsid w:val="00B45A7E"/>
    <w:rsid w:val="00B4666F"/>
    <w:rsid w:val="00B50DAB"/>
    <w:rsid w:val="00B52B0A"/>
    <w:rsid w:val="00B52D41"/>
    <w:rsid w:val="00B53D18"/>
    <w:rsid w:val="00B541E2"/>
    <w:rsid w:val="00B54C1C"/>
    <w:rsid w:val="00B554B5"/>
    <w:rsid w:val="00B56281"/>
    <w:rsid w:val="00B56325"/>
    <w:rsid w:val="00B56BAA"/>
    <w:rsid w:val="00B60897"/>
    <w:rsid w:val="00B618A1"/>
    <w:rsid w:val="00B620D9"/>
    <w:rsid w:val="00B623C4"/>
    <w:rsid w:val="00B633DB"/>
    <w:rsid w:val="00B6349D"/>
    <w:rsid w:val="00B639ED"/>
    <w:rsid w:val="00B63EB9"/>
    <w:rsid w:val="00B64982"/>
    <w:rsid w:val="00B64D48"/>
    <w:rsid w:val="00B65894"/>
    <w:rsid w:val="00B668FD"/>
    <w:rsid w:val="00B66A8C"/>
    <w:rsid w:val="00B670F4"/>
    <w:rsid w:val="00B672C9"/>
    <w:rsid w:val="00B67872"/>
    <w:rsid w:val="00B701AB"/>
    <w:rsid w:val="00B70A42"/>
    <w:rsid w:val="00B70FCE"/>
    <w:rsid w:val="00B71613"/>
    <w:rsid w:val="00B7192E"/>
    <w:rsid w:val="00B7194E"/>
    <w:rsid w:val="00B71BF6"/>
    <w:rsid w:val="00B73C6C"/>
    <w:rsid w:val="00B745A7"/>
    <w:rsid w:val="00B75E40"/>
    <w:rsid w:val="00B76136"/>
    <w:rsid w:val="00B76722"/>
    <w:rsid w:val="00B768F6"/>
    <w:rsid w:val="00B76C03"/>
    <w:rsid w:val="00B77CDF"/>
    <w:rsid w:val="00B8019C"/>
    <w:rsid w:val="00B8061C"/>
    <w:rsid w:val="00B81EFD"/>
    <w:rsid w:val="00B823A6"/>
    <w:rsid w:val="00B8274E"/>
    <w:rsid w:val="00B8279F"/>
    <w:rsid w:val="00B82921"/>
    <w:rsid w:val="00B8385A"/>
    <w:rsid w:val="00B83BA2"/>
    <w:rsid w:val="00B84C7E"/>
    <w:rsid w:val="00B853AA"/>
    <w:rsid w:val="00B8566E"/>
    <w:rsid w:val="00B875BF"/>
    <w:rsid w:val="00B90C10"/>
    <w:rsid w:val="00B916A5"/>
    <w:rsid w:val="00B9185F"/>
    <w:rsid w:val="00B91F62"/>
    <w:rsid w:val="00B924A0"/>
    <w:rsid w:val="00B9334F"/>
    <w:rsid w:val="00B93361"/>
    <w:rsid w:val="00B95081"/>
    <w:rsid w:val="00B953CA"/>
    <w:rsid w:val="00B95F14"/>
    <w:rsid w:val="00B973BC"/>
    <w:rsid w:val="00B97578"/>
    <w:rsid w:val="00B97869"/>
    <w:rsid w:val="00BA0870"/>
    <w:rsid w:val="00BA11A2"/>
    <w:rsid w:val="00BA259E"/>
    <w:rsid w:val="00BA4D5F"/>
    <w:rsid w:val="00BB00AC"/>
    <w:rsid w:val="00BB0631"/>
    <w:rsid w:val="00BB1278"/>
    <w:rsid w:val="00BB173F"/>
    <w:rsid w:val="00BB21AB"/>
    <w:rsid w:val="00BB2571"/>
    <w:rsid w:val="00BB2965"/>
    <w:rsid w:val="00BB2C98"/>
    <w:rsid w:val="00BB3A44"/>
    <w:rsid w:val="00BB4367"/>
    <w:rsid w:val="00BB4FFB"/>
    <w:rsid w:val="00BB5D1F"/>
    <w:rsid w:val="00BB631F"/>
    <w:rsid w:val="00BB78C6"/>
    <w:rsid w:val="00BB7D57"/>
    <w:rsid w:val="00BC051A"/>
    <w:rsid w:val="00BC05AC"/>
    <w:rsid w:val="00BC0A46"/>
    <w:rsid w:val="00BC1563"/>
    <w:rsid w:val="00BC1891"/>
    <w:rsid w:val="00BC1963"/>
    <w:rsid w:val="00BC249E"/>
    <w:rsid w:val="00BC2702"/>
    <w:rsid w:val="00BC38AD"/>
    <w:rsid w:val="00BC40FD"/>
    <w:rsid w:val="00BC412F"/>
    <w:rsid w:val="00BC5589"/>
    <w:rsid w:val="00BC5F50"/>
    <w:rsid w:val="00BC6167"/>
    <w:rsid w:val="00BC61E0"/>
    <w:rsid w:val="00BD0228"/>
    <w:rsid w:val="00BD0B82"/>
    <w:rsid w:val="00BD1776"/>
    <w:rsid w:val="00BD1D6D"/>
    <w:rsid w:val="00BD2040"/>
    <w:rsid w:val="00BD32F7"/>
    <w:rsid w:val="00BD4114"/>
    <w:rsid w:val="00BD49E8"/>
    <w:rsid w:val="00BD4BC4"/>
    <w:rsid w:val="00BD794E"/>
    <w:rsid w:val="00BE090E"/>
    <w:rsid w:val="00BE0EA4"/>
    <w:rsid w:val="00BE11AE"/>
    <w:rsid w:val="00BE178D"/>
    <w:rsid w:val="00BE1EDD"/>
    <w:rsid w:val="00BE39ED"/>
    <w:rsid w:val="00BE3A42"/>
    <w:rsid w:val="00BE4CD0"/>
    <w:rsid w:val="00BE5455"/>
    <w:rsid w:val="00BE5A97"/>
    <w:rsid w:val="00BE5D88"/>
    <w:rsid w:val="00BE71D2"/>
    <w:rsid w:val="00BE73BE"/>
    <w:rsid w:val="00BE7506"/>
    <w:rsid w:val="00BF08ED"/>
    <w:rsid w:val="00BF4F5F"/>
    <w:rsid w:val="00BF5F52"/>
    <w:rsid w:val="00BF7951"/>
    <w:rsid w:val="00BF7B46"/>
    <w:rsid w:val="00BF7C7E"/>
    <w:rsid w:val="00C01751"/>
    <w:rsid w:val="00C03A4B"/>
    <w:rsid w:val="00C043D5"/>
    <w:rsid w:val="00C04EEB"/>
    <w:rsid w:val="00C07027"/>
    <w:rsid w:val="00C10F12"/>
    <w:rsid w:val="00C11482"/>
    <w:rsid w:val="00C11826"/>
    <w:rsid w:val="00C11DC2"/>
    <w:rsid w:val="00C11EDB"/>
    <w:rsid w:val="00C12035"/>
    <w:rsid w:val="00C12248"/>
    <w:rsid w:val="00C129A1"/>
    <w:rsid w:val="00C12B13"/>
    <w:rsid w:val="00C13414"/>
    <w:rsid w:val="00C13D43"/>
    <w:rsid w:val="00C1452F"/>
    <w:rsid w:val="00C145A3"/>
    <w:rsid w:val="00C14C30"/>
    <w:rsid w:val="00C15C2F"/>
    <w:rsid w:val="00C1728B"/>
    <w:rsid w:val="00C17336"/>
    <w:rsid w:val="00C17EDF"/>
    <w:rsid w:val="00C20A3A"/>
    <w:rsid w:val="00C215A6"/>
    <w:rsid w:val="00C21E9C"/>
    <w:rsid w:val="00C223E2"/>
    <w:rsid w:val="00C248C8"/>
    <w:rsid w:val="00C268A7"/>
    <w:rsid w:val="00C26C86"/>
    <w:rsid w:val="00C27287"/>
    <w:rsid w:val="00C27F7E"/>
    <w:rsid w:val="00C325F8"/>
    <w:rsid w:val="00C32B5C"/>
    <w:rsid w:val="00C34B8D"/>
    <w:rsid w:val="00C35E57"/>
    <w:rsid w:val="00C3660E"/>
    <w:rsid w:val="00C37548"/>
    <w:rsid w:val="00C37B82"/>
    <w:rsid w:val="00C37EF2"/>
    <w:rsid w:val="00C37F25"/>
    <w:rsid w:val="00C37FBB"/>
    <w:rsid w:val="00C40968"/>
    <w:rsid w:val="00C413BB"/>
    <w:rsid w:val="00C42B08"/>
    <w:rsid w:val="00C439DB"/>
    <w:rsid w:val="00C448B5"/>
    <w:rsid w:val="00C45204"/>
    <w:rsid w:val="00C458A8"/>
    <w:rsid w:val="00C461B5"/>
    <w:rsid w:val="00C46D42"/>
    <w:rsid w:val="00C46F12"/>
    <w:rsid w:val="00C47279"/>
    <w:rsid w:val="00C50C32"/>
    <w:rsid w:val="00C50C4B"/>
    <w:rsid w:val="00C50D81"/>
    <w:rsid w:val="00C511A4"/>
    <w:rsid w:val="00C515E1"/>
    <w:rsid w:val="00C52FAA"/>
    <w:rsid w:val="00C5437F"/>
    <w:rsid w:val="00C54433"/>
    <w:rsid w:val="00C5472F"/>
    <w:rsid w:val="00C54F8A"/>
    <w:rsid w:val="00C55CB7"/>
    <w:rsid w:val="00C55F2B"/>
    <w:rsid w:val="00C56320"/>
    <w:rsid w:val="00C56D5D"/>
    <w:rsid w:val="00C575B3"/>
    <w:rsid w:val="00C60178"/>
    <w:rsid w:val="00C60500"/>
    <w:rsid w:val="00C605DA"/>
    <w:rsid w:val="00C61760"/>
    <w:rsid w:val="00C61BBD"/>
    <w:rsid w:val="00C61D69"/>
    <w:rsid w:val="00C61E53"/>
    <w:rsid w:val="00C639F9"/>
    <w:rsid w:val="00C63CD6"/>
    <w:rsid w:val="00C63E6F"/>
    <w:rsid w:val="00C647D0"/>
    <w:rsid w:val="00C64C9C"/>
    <w:rsid w:val="00C65803"/>
    <w:rsid w:val="00C6597B"/>
    <w:rsid w:val="00C66B20"/>
    <w:rsid w:val="00C67C2F"/>
    <w:rsid w:val="00C74251"/>
    <w:rsid w:val="00C746A3"/>
    <w:rsid w:val="00C754B5"/>
    <w:rsid w:val="00C75D0E"/>
    <w:rsid w:val="00C75F26"/>
    <w:rsid w:val="00C769A6"/>
    <w:rsid w:val="00C76B54"/>
    <w:rsid w:val="00C7773B"/>
    <w:rsid w:val="00C80261"/>
    <w:rsid w:val="00C81B5E"/>
    <w:rsid w:val="00C82163"/>
    <w:rsid w:val="00C828AB"/>
    <w:rsid w:val="00C82BFA"/>
    <w:rsid w:val="00C82DE8"/>
    <w:rsid w:val="00C83412"/>
    <w:rsid w:val="00C839A0"/>
    <w:rsid w:val="00C83A1D"/>
    <w:rsid w:val="00C83B81"/>
    <w:rsid w:val="00C83D45"/>
    <w:rsid w:val="00C83DDA"/>
    <w:rsid w:val="00C843DE"/>
    <w:rsid w:val="00C84428"/>
    <w:rsid w:val="00C85261"/>
    <w:rsid w:val="00C853C9"/>
    <w:rsid w:val="00C8715C"/>
    <w:rsid w:val="00C87D95"/>
    <w:rsid w:val="00C9077A"/>
    <w:rsid w:val="00C92334"/>
    <w:rsid w:val="00C92461"/>
    <w:rsid w:val="00C92742"/>
    <w:rsid w:val="00C9406C"/>
    <w:rsid w:val="00C9464C"/>
    <w:rsid w:val="00C947E4"/>
    <w:rsid w:val="00C95CD2"/>
    <w:rsid w:val="00C9600A"/>
    <w:rsid w:val="00C967A4"/>
    <w:rsid w:val="00C9707D"/>
    <w:rsid w:val="00C9723C"/>
    <w:rsid w:val="00CA051B"/>
    <w:rsid w:val="00CA4403"/>
    <w:rsid w:val="00CA527B"/>
    <w:rsid w:val="00CA5A98"/>
    <w:rsid w:val="00CA614E"/>
    <w:rsid w:val="00CA6D6F"/>
    <w:rsid w:val="00CA6EC1"/>
    <w:rsid w:val="00CA780B"/>
    <w:rsid w:val="00CB10E0"/>
    <w:rsid w:val="00CB175B"/>
    <w:rsid w:val="00CB1DA1"/>
    <w:rsid w:val="00CB348F"/>
    <w:rsid w:val="00CB3996"/>
    <w:rsid w:val="00CB3CBE"/>
    <w:rsid w:val="00CB438A"/>
    <w:rsid w:val="00CB51B1"/>
    <w:rsid w:val="00CB6434"/>
    <w:rsid w:val="00CB7042"/>
    <w:rsid w:val="00CC19AD"/>
    <w:rsid w:val="00CC323E"/>
    <w:rsid w:val="00CC42F6"/>
    <w:rsid w:val="00CC490A"/>
    <w:rsid w:val="00CC4CF4"/>
    <w:rsid w:val="00CC5CDA"/>
    <w:rsid w:val="00CC60EE"/>
    <w:rsid w:val="00CC709F"/>
    <w:rsid w:val="00CC7205"/>
    <w:rsid w:val="00CC72F7"/>
    <w:rsid w:val="00CC7C32"/>
    <w:rsid w:val="00CC7E6C"/>
    <w:rsid w:val="00CD0260"/>
    <w:rsid w:val="00CD25C2"/>
    <w:rsid w:val="00CD3709"/>
    <w:rsid w:val="00CD41F7"/>
    <w:rsid w:val="00CD54CA"/>
    <w:rsid w:val="00CD6543"/>
    <w:rsid w:val="00CD6A02"/>
    <w:rsid w:val="00CD6A4A"/>
    <w:rsid w:val="00CD7480"/>
    <w:rsid w:val="00CD79DE"/>
    <w:rsid w:val="00CD7B81"/>
    <w:rsid w:val="00CE1046"/>
    <w:rsid w:val="00CE1796"/>
    <w:rsid w:val="00CE1AE4"/>
    <w:rsid w:val="00CE2984"/>
    <w:rsid w:val="00CE2FC5"/>
    <w:rsid w:val="00CE3371"/>
    <w:rsid w:val="00CE4456"/>
    <w:rsid w:val="00CE5991"/>
    <w:rsid w:val="00CE5CE7"/>
    <w:rsid w:val="00CE6A68"/>
    <w:rsid w:val="00CE788D"/>
    <w:rsid w:val="00CF03D8"/>
    <w:rsid w:val="00CF0BE2"/>
    <w:rsid w:val="00CF1053"/>
    <w:rsid w:val="00CF165D"/>
    <w:rsid w:val="00CF236F"/>
    <w:rsid w:val="00CF3072"/>
    <w:rsid w:val="00CF3085"/>
    <w:rsid w:val="00CF345D"/>
    <w:rsid w:val="00CF34B5"/>
    <w:rsid w:val="00CF474F"/>
    <w:rsid w:val="00CF4B44"/>
    <w:rsid w:val="00CF4F14"/>
    <w:rsid w:val="00CF51B2"/>
    <w:rsid w:val="00CF6094"/>
    <w:rsid w:val="00CF7012"/>
    <w:rsid w:val="00CF739A"/>
    <w:rsid w:val="00D000D3"/>
    <w:rsid w:val="00D000FA"/>
    <w:rsid w:val="00D0045B"/>
    <w:rsid w:val="00D01094"/>
    <w:rsid w:val="00D01481"/>
    <w:rsid w:val="00D015D5"/>
    <w:rsid w:val="00D015FD"/>
    <w:rsid w:val="00D026FB"/>
    <w:rsid w:val="00D0271F"/>
    <w:rsid w:val="00D02742"/>
    <w:rsid w:val="00D03D68"/>
    <w:rsid w:val="00D06B86"/>
    <w:rsid w:val="00D10264"/>
    <w:rsid w:val="00D106FF"/>
    <w:rsid w:val="00D10948"/>
    <w:rsid w:val="00D10F89"/>
    <w:rsid w:val="00D11393"/>
    <w:rsid w:val="00D11EE3"/>
    <w:rsid w:val="00D121AE"/>
    <w:rsid w:val="00D13643"/>
    <w:rsid w:val="00D13E1F"/>
    <w:rsid w:val="00D13FBC"/>
    <w:rsid w:val="00D1419F"/>
    <w:rsid w:val="00D14484"/>
    <w:rsid w:val="00D164B7"/>
    <w:rsid w:val="00D1755A"/>
    <w:rsid w:val="00D2078F"/>
    <w:rsid w:val="00D20FB9"/>
    <w:rsid w:val="00D2101F"/>
    <w:rsid w:val="00D225AC"/>
    <w:rsid w:val="00D24FDA"/>
    <w:rsid w:val="00D25275"/>
    <w:rsid w:val="00D25EE0"/>
    <w:rsid w:val="00D266DD"/>
    <w:rsid w:val="00D30746"/>
    <w:rsid w:val="00D3093F"/>
    <w:rsid w:val="00D30ABD"/>
    <w:rsid w:val="00D316F3"/>
    <w:rsid w:val="00D32B04"/>
    <w:rsid w:val="00D352A2"/>
    <w:rsid w:val="00D35F10"/>
    <w:rsid w:val="00D374E7"/>
    <w:rsid w:val="00D379F4"/>
    <w:rsid w:val="00D4030F"/>
    <w:rsid w:val="00D41E41"/>
    <w:rsid w:val="00D42408"/>
    <w:rsid w:val="00D42FAE"/>
    <w:rsid w:val="00D43117"/>
    <w:rsid w:val="00D4314B"/>
    <w:rsid w:val="00D43A1B"/>
    <w:rsid w:val="00D44182"/>
    <w:rsid w:val="00D443F4"/>
    <w:rsid w:val="00D446E9"/>
    <w:rsid w:val="00D44E37"/>
    <w:rsid w:val="00D45477"/>
    <w:rsid w:val="00D4618E"/>
    <w:rsid w:val="00D463C0"/>
    <w:rsid w:val="00D46E44"/>
    <w:rsid w:val="00D46E78"/>
    <w:rsid w:val="00D47213"/>
    <w:rsid w:val="00D500C7"/>
    <w:rsid w:val="00D50CE3"/>
    <w:rsid w:val="00D51975"/>
    <w:rsid w:val="00D523BE"/>
    <w:rsid w:val="00D525F4"/>
    <w:rsid w:val="00D53C83"/>
    <w:rsid w:val="00D54D91"/>
    <w:rsid w:val="00D55192"/>
    <w:rsid w:val="00D5557E"/>
    <w:rsid w:val="00D56154"/>
    <w:rsid w:val="00D57FEB"/>
    <w:rsid w:val="00D632F0"/>
    <w:rsid w:val="00D63917"/>
    <w:rsid w:val="00D63949"/>
    <w:rsid w:val="00D63A5B"/>
    <w:rsid w:val="00D64079"/>
    <w:rsid w:val="00D652E7"/>
    <w:rsid w:val="00D65815"/>
    <w:rsid w:val="00D65DB7"/>
    <w:rsid w:val="00D66012"/>
    <w:rsid w:val="00D660EE"/>
    <w:rsid w:val="00D661BE"/>
    <w:rsid w:val="00D664AA"/>
    <w:rsid w:val="00D66AC4"/>
    <w:rsid w:val="00D670F9"/>
    <w:rsid w:val="00D71C5D"/>
    <w:rsid w:val="00D7221B"/>
    <w:rsid w:val="00D728B5"/>
    <w:rsid w:val="00D72926"/>
    <w:rsid w:val="00D7405C"/>
    <w:rsid w:val="00D74063"/>
    <w:rsid w:val="00D7426A"/>
    <w:rsid w:val="00D7478E"/>
    <w:rsid w:val="00D77860"/>
    <w:rsid w:val="00D77BCE"/>
    <w:rsid w:val="00D77BCF"/>
    <w:rsid w:val="00D8212D"/>
    <w:rsid w:val="00D82138"/>
    <w:rsid w:val="00D831E2"/>
    <w:rsid w:val="00D84394"/>
    <w:rsid w:val="00D850A8"/>
    <w:rsid w:val="00D85A33"/>
    <w:rsid w:val="00D86557"/>
    <w:rsid w:val="00D869A4"/>
    <w:rsid w:val="00D86D0E"/>
    <w:rsid w:val="00D87168"/>
    <w:rsid w:val="00D874AF"/>
    <w:rsid w:val="00D8770C"/>
    <w:rsid w:val="00D8775E"/>
    <w:rsid w:val="00D87E40"/>
    <w:rsid w:val="00D9089E"/>
    <w:rsid w:val="00D90DF8"/>
    <w:rsid w:val="00D91164"/>
    <w:rsid w:val="00D91233"/>
    <w:rsid w:val="00D9154F"/>
    <w:rsid w:val="00D91ECE"/>
    <w:rsid w:val="00D921D7"/>
    <w:rsid w:val="00D9221D"/>
    <w:rsid w:val="00D92364"/>
    <w:rsid w:val="00D927C8"/>
    <w:rsid w:val="00D92DF5"/>
    <w:rsid w:val="00D93831"/>
    <w:rsid w:val="00D93C0C"/>
    <w:rsid w:val="00D94B25"/>
    <w:rsid w:val="00D94F16"/>
    <w:rsid w:val="00D95E55"/>
    <w:rsid w:val="00D96C02"/>
    <w:rsid w:val="00DA0D31"/>
    <w:rsid w:val="00DA0EFE"/>
    <w:rsid w:val="00DA1225"/>
    <w:rsid w:val="00DA1C3E"/>
    <w:rsid w:val="00DA2866"/>
    <w:rsid w:val="00DA322B"/>
    <w:rsid w:val="00DA3D68"/>
    <w:rsid w:val="00DA3E2F"/>
    <w:rsid w:val="00DA4140"/>
    <w:rsid w:val="00DA4C1C"/>
    <w:rsid w:val="00DA5637"/>
    <w:rsid w:val="00DA64B2"/>
    <w:rsid w:val="00DA6B67"/>
    <w:rsid w:val="00DA75B2"/>
    <w:rsid w:val="00DB1A0B"/>
    <w:rsid w:val="00DB1B9A"/>
    <w:rsid w:val="00DB2689"/>
    <w:rsid w:val="00DB3355"/>
    <w:rsid w:val="00DB3664"/>
    <w:rsid w:val="00DB451E"/>
    <w:rsid w:val="00DB4D3A"/>
    <w:rsid w:val="00DB4D82"/>
    <w:rsid w:val="00DB5054"/>
    <w:rsid w:val="00DB5D31"/>
    <w:rsid w:val="00DB7A4E"/>
    <w:rsid w:val="00DB7F79"/>
    <w:rsid w:val="00DC16FB"/>
    <w:rsid w:val="00DC17CA"/>
    <w:rsid w:val="00DC209D"/>
    <w:rsid w:val="00DC248F"/>
    <w:rsid w:val="00DC25DD"/>
    <w:rsid w:val="00DC2F1C"/>
    <w:rsid w:val="00DC32FF"/>
    <w:rsid w:val="00DC3A0B"/>
    <w:rsid w:val="00DC4A65"/>
    <w:rsid w:val="00DC4F66"/>
    <w:rsid w:val="00DC566E"/>
    <w:rsid w:val="00DC60ED"/>
    <w:rsid w:val="00DC7522"/>
    <w:rsid w:val="00DC7525"/>
    <w:rsid w:val="00DD0106"/>
    <w:rsid w:val="00DD04C5"/>
    <w:rsid w:val="00DD060F"/>
    <w:rsid w:val="00DD202F"/>
    <w:rsid w:val="00DD281F"/>
    <w:rsid w:val="00DD29BE"/>
    <w:rsid w:val="00DD2DFB"/>
    <w:rsid w:val="00DD3CBB"/>
    <w:rsid w:val="00DD3CED"/>
    <w:rsid w:val="00DD5640"/>
    <w:rsid w:val="00DD665E"/>
    <w:rsid w:val="00DD679E"/>
    <w:rsid w:val="00DE0ED4"/>
    <w:rsid w:val="00DE11E8"/>
    <w:rsid w:val="00DE18A9"/>
    <w:rsid w:val="00DE2F62"/>
    <w:rsid w:val="00DE52B0"/>
    <w:rsid w:val="00DE5CA9"/>
    <w:rsid w:val="00DE6082"/>
    <w:rsid w:val="00DE6883"/>
    <w:rsid w:val="00DF083C"/>
    <w:rsid w:val="00DF0842"/>
    <w:rsid w:val="00DF18E3"/>
    <w:rsid w:val="00DF2382"/>
    <w:rsid w:val="00DF26BD"/>
    <w:rsid w:val="00DF2719"/>
    <w:rsid w:val="00DF2D2C"/>
    <w:rsid w:val="00DF3414"/>
    <w:rsid w:val="00DF3979"/>
    <w:rsid w:val="00DF3AB3"/>
    <w:rsid w:val="00DF5102"/>
    <w:rsid w:val="00DF53F3"/>
    <w:rsid w:val="00DF5B4B"/>
    <w:rsid w:val="00DF607D"/>
    <w:rsid w:val="00DF67F3"/>
    <w:rsid w:val="00E001FF"/>
    <w:rsid w:val="00E003A4"/>
    <w:rsid w:val="00E00AEF"/>
    <w:rsid w:val="00E018FC"/>
    <w:rsid w:val="00E0267E"/>
    <w:rsid w:val="00E026FD"/>
    <w:rsid w:val="00E0331D"/>
    <w:rsid w:val="00E04D67"/>
    <w:rsid w:val="00E04F03"/>
    <w:rsid w:val="00E05368"/>
    <w:rsid w:val="00E069B7"/>
    <w:rsid w:val="00E07B87"/>
    <w:rsid w:val="00E07FE2"/>
    <w:rsid w:val="00E101AE"/>
    <w:rsid w:val="00E10A91"/>
    <w:rsid w:val="00E10B44"/>
    <w:rsid w:val="00E114C2"/>
    <w:rsid w:val="00E11A6F"/>
    <w:rsid w:val="00E11F02"/>
    <w:rsid w:val="00E13502"/>
    <w:rsid w:val="00E13843"/>
    <w:rsid w:val="00E13E62"/>
    <w:rsid w:val="00E14D4C"/>
    <w:rsid w:val="00E15164"/>
    <w:rsid w:val="00E16B58"/>
    <w:rsid w:val="00E17150"/>
    <w:rsid w:val="00E17A5D"/>
    <w:rsid w:val="00E20DC9"/>
    <w:rsid w:val="00E21C66"/>
    <w:rsid w:val="00E22729"/>
    <w:rsid w:val="00E235C0"/>
    <w:rsid w:val="00E23950"/>
    <w:rsid w:val="00E24E52"/>
    <w:rsid w:val="00E259C5"/>
    <w:rsid w:val="00E2696F"/>
    <w:rsid w:val="00E2726B"/>
    <w:rsid w:val="00E27D18"/>
    <w:rsid w:val="00E27F98"/>
    <w:rsid w:val="00E308BD"/>
    <w:rsid w:val="00E32758"/>
    <w:rsid w:val="00E33038"/>
    <w:rsid w:val="00E334C0"/>
    <w:rsid w:val="00E33719"/>
    <w:rsid w:val="00E342DB"/>
    <w:rsid w:val="00E34A44"/>
    <w:rsid w:val="00E34DF8"/>
    <w:rsid w:val="00E35259"/>
    <w:rsid w:val="00E36742"/>
    <w:rsid w:val="00E36902"/>
    <w:rsid w:val="00E36AC9"/>
    <w:rsid w:val="00E36AFE"/>
    <w:rsid w:val="00E36BA2"/>
    <w:rsid w:val="00E37801"/>
    <w:rsid w:val="00E37942"/>
    <w:rsid w:val="00E37EE4"/>
    <w:rsid w:val="00E40414"/>
    <w:rsid w:val="00E41A54"/>
    <w:rsid w:val="00E41CFB"/>
    <w:rsid w:val="00E41E27"/>
    <w:rsid w:val="00E41E4C"/>
    <w:rsid w:val="00E41EDA"/>
    <w:rsid w:val="00E43AB8"/>
    <w:rsid w:val="00E43F7A"/>
    <w:rsid w:val="00E46659"/>
    <w:rsid w:val="00E46EAA"/>
    <w:rsid w:val="00E5038C"/>
    <w:rsid w:val="00E50B69"/>
    <w:rsid w:val="00E5264B"/>
    <w:rsid w:val="00E5298B"/>
    <w:rsid w:val="00E52EC9"/>
    <w:rsid w:val="00E53001"/>
    <w:rsid w:val="00E561DE"/>
    <w:rsid w:val="00E56352"/>
    <w:rsid w:val="00E56748"/>
    <w:rsid w:val="00E56D55"/>
    <w:rsid w:val="00E56EFB"/>
    <w:rsid w:val="00E5701E"/>
    <w:rsid w:val="00E57A32"/>
    <w:rsid w:val="00E60F98"/>
    <w:rsid w:val="00E61106"/>
    <w:rsid w:val="00E6112F"/>
    <w:rsid w:val="00E61857"/>
    <w:rsid w:val="00E61B4F"/>
    <w:rsid w:val="00E6458F"/>
    <w:rsid w:val="00E6565C"/>
    <w:rsid w:val="00E67FFE"/>
    <w:rsid w:val="00E7242D"/>
    <w:rsid w:val="00E72737"/>
    <w:rsid w:val="00E73435"/>
    <w:rsid w:val="00E74084"/>
    <w:rsid w:val="00E74889"/>
    <w:rsid w:val="00E752BD"/>
    <w:rsid w:val="00E756D6"/>
    <w:rsid w:val="00E76DA2"/>
    <w:rsid w:val="00E77544"/>
    <w:rsid w:val="00E77709"/>
    <w:rsid w:val="00E805B0"/>
    <w:rsid w:val="00E80FF8"/>
    <w:rsid w:val="00E814DF"/>
    <w:rsid w:val="00E82929"/>
    <w:rsid w:val="00E82E75"/>
    <w:rsid w:val="00E8349A"/>
    <w:rsid w:val="00E83BB4"/>
    <w:rsid w:val="00E841E2"/>
    <w:rsid w:val="00E84D66"/>
    <w:rsid w:val="00E852AB"/>
    <w:rsid w:val="00E86DCE"/>
    <w:rsid w:val="00E87E21"/>
    <w:rsid w:val="00E87E25"/>
    <w:rsid w:val="00E902E5"/>
    <w:rsid w:val="00E9131A"/>
    <w:rsid w:val="00E92166"/>
    <w:rsid w:val="00E9219C"/>
    <w:rsid w:val="00E921FD"/>
    <w:rsid w:val="00E935FC"/>
    <w:rsid w:val="00E938C8"/>
    <w:rsid w:val="00E93995"/>
    <w:rsid w:val="00E9473A"/>
    <w:rsid w:val="00E957C9"/>
    <w:rsid w:val="00E960E1"/>
    <w:rsid w:val="00E962E5"/>
    <w:rsid w:val="00E97A4F"/>
    <w:rsid w:val="00EA008B"/>
    <w:rsid w:val="00EA04F1"/>
    <w:rsid w:val="00EA1ECB"/>
    <w:rsid w:val="00EA1ECE"/>
    <w:rsid w:val="00EA1FC5"/>
    <w:rsid w:val="00EA2454"/>
    <w:rsid w:val="00EA29A6"/>
    <w:rsid w:val="00EA2FD3"/>
    <w:rsid w:val="00EA3044"/>
    <w:rsid w:val="00EA551C"/>
    <w:rsid w:val="00EA6F88"/>
    <w:rsid w:val="00EA71D7"/>
    <w:rsid w:val="00EA732F"/>
    <w:rsid w:val="00EA74E6"/>
    <w:rsid w:val="00EA791A"/>
    <w:rsid w:val="00EA7C0A"/>
    <w:rsid w:val="00EA7E84"/>
    <w:rsid w:val="00EA7EB3"/>
    <w:rsid w:val="00EB041B"/>
    <w:rsid w:val="00EB08B3"/>
    <w:rsid w:val="00EB1226"/>
    <w:rsid w:val="00EB2629"/>
    <w:rsid w:val="00EB32F4"/>
    <w:rsid w:val="00EB33A1"/>
    <w:rsid w:val="00EB7CE9"/>
    <w:rsid w:val="00EC2200"/>
    <w:rsid w:val="00EC22C7"/>
    <w:rsid w:val="00EC2C8F"/>
    <w:rsid w:val="00EC33FE"/>
    <w:rsid w:val="00EC433F"/>
    <w:rsid w:val="00EC43C0"/>
    <w:rsid w:val="00EC472D"/>
    <w:rsid w:val="00EC4BB6"/>
    <w:rsid w:val="00EC67D0"/>
    <w:rsid w:val="00EC68A4"/>
    <w:rsid w:val="00EC7F2A"/>
    <w:rsid w:val="00ED02D2"/>
    <w:rsid w:val="00ED1A05"/>
    <w:rsid w:val="00ED1FDE"/>
    <w:rsid w:val="00ED2018"/>
    <w:rsid w:val="00ED20D5"/>
    <w:rsid w:val="00ED26CF"/>
    <w:rsid w:val="00ED49FC"/>
    <w:rsid w:val="00ED4D52"/>
    <w:rsid w:val="00ED5AB0"/>
    <w:rsid w:val="00ED79D1"/>
    <w:rsid w:val="00ED7FFA"/>
    <w:rsid w:val="00EE0359"/>
    <w:rsid w:val="00EE0427"/>
    <w:rsid w:val="00EE06E2"/>
    <w:rsid w:val="00EE164F"/>
    <w:rsid w:val="00EE2DBF"/>
    <w:rsid w:val="00EE3D91"/>
    <w:rsid w:val="00EE478A"/>
    <w:rsid w:val="00EE52FA"/>
    <w:rsid w:val="00EE6EED"/>
    <w:rsid w:val="00EE7D92"/>
    <w:rsid w:val="00EF0A2A"/>
    <w:rsid w:val="00EF0FEC"/>
    <w:rsid w:val="00EF18DB"/>
    <w:rsid w:val="00EF296A"/>
    <w:rsid w:val="00EF35AD"/>
    <w:rsid w:val="00EF37EC"/>
    <w:rsid w:val="00EF57CD"/>
    <w:rsid w:val="00EF5A1E"/>
    <w:rsid w:val="00EF5EB1"/>
    <w:rsid w:val="00EF6668"/>
    <w:rsid w:val="00EF72EE"/>
    <w:rsid w:val="00EF7ECC"/>
    <w:rsid w:val="00F005CA"/>
    <w:rsid w:val="00F02842"/>
    <w:rsid w:val="00F02AEB"/>
    <w:rsid w:val="00F03582"/>
    <w:rsid w:val="00F041AA"/>
    <w:rsid w:val="00F046D4"/>
    <w:rsid w:val="00F048C5"/>
    <w:rsid w:val="00F05DA0"/>
    <w:rsid w:val="00F06039"/>
    <w:rsid w:val="00F065E0"/>
    <w:rsid w:val="00F06EFB"/>
    <w:rsid w:val="00F07860"/>
    <w:rsid w:val="00F0795E"/>
    <w:rsid w:val="00F07E82"/>
    <w:rsid w:val="00F11237"/>
    <w:rsid w:val="00F1175D"/>
    <w:rsid w:val="00F12B08"/>
    <w:rsid w:val="00F13401"/>
    <w:rsid w:val="00F13680"/>
    <w:rsid w:val="00F13B9F"/>
    <w:rsid w:val="00F13EFB"/>
    <w:rsid w:val="00F13FF5"/>
    <w:rsid w:val="00F1477E"/>
    <w:rsid w:val="00F1529E"/>
    <w:rsid w:val="00F15697"/>
    <w:rsid w:val="00F16085"/>
    <w:rsid w:val="00F16E85"/>
    <w:rsid w:val="00F16F07"/>
    <w:rsid w:val="00F172C9"/>
    <w:rsid w:val="00F20048"/>
    <w:rsid w:val="00F2075C"/>
    <w:rsid w:val="00F226D0"/>
    <w:rsid w:val="00F2314A"/>
    <w:rsid w:val="00F23791"/>
    <w:rsid w:val="00F25DDF"/>
    <w:rsid w:val="00F30AC0"/>
    <w:rsid w:val="00F314E5"/>
    <w:rsid w:val="00F32615"/>
    <w:rsid w:val="00F32AAB"/>
    <w:rsid w:val="00F32BC8"/>
    <w:rsid w:val="00F33E57"/>
    <w:rsid w:val="00F33EC1"/>
    <w:rsid w:val="00F346BC"/>
    <w:rsid w:val="00F35A97"/>
    <w:rsid w:val="00F374B7"/>
    <w:rsid w:val="00F37BBB"/>
    <w:rsid w:val="00F400AD"/>
    <w:rsid w:val="00F403BC"/>
    <w:rsid w:val="00F40DD6"/>
    <w:rsid w:val="00F4192C"/>
    <w:rsid w:val="00F41D4E"/>
    <w:rsid w:val="00F42806"/>
    <w:rsid w:val="00F42BB2"/>
    <w:rsid w:val="00F436D8"/>
    <w:rsid w:val="00F442C9"/>
    <w:rsid w:val="00F44544"/>
    <w:rsid w:val="00F447C7"/>
    <w:rsid w:val="00F45B7C"/>
    <w:rsid w:val="00F45D29"/>
    <w:rsid w:val="00F45F07"/>
    <w:rsid w:val="00F45FCE"/>
    <w:rsid w:val="00F46FDE"/>
    <w:rsid w:val="00F47167"/>
    <w:rsid w:val="00F5335C"/>
    <w:rsid w:val="00F53C91"/>
    <w:rsid w:val="00F53CED"/>
    <w:rsid w:val="00F54717"/>
    <w:rsid w:val="00F54F9C"/>
    <w:rsid w:val="00F56910"/>
    <w:rsid w:val="00F57C0E"/>
    <w:rsid w:val="00F57FC4"/>
    <w:rsid w:val="00F60189"/>
    <w:rsid w:val="00F63270"/>
    <w:rsid w:val="00F633EB"/>
    <w:rsid w:val="00F649B0"/>
    <w:rsid w:val="00F64ECD"/>
    <w:rsid w:val="00F7175E"/>
    <w:rsid w:val="00F71F21"/>
    <w:rsid w:val="00F720EA"/>
    <w:rsid w:val="00F73140"/>
    <w:rsid w:val="00F732AB"/>
    <w:rsid w:val="00F74167"/>
    <w:rsid w:val="00F758ED"/>
    <w:rsid w:val="00F75B97"/>
    <w:rsid w:val="00F76CDF"/>
    <w:rsid w:val="00F76DB4"/>
    <w:rsid w:val="00F77499"/>
    <w:rsid w:val="00F77B4E"/>
    <w:rsid w:val="00F77DA2"/>
    <w:rsid w:val="00F82CB1"/>
    <w:rsid w:val="00F82EF1"/>
    <w:rsid w:val="00F84BB3"/>
    <w:rsid w:val="00F8504A"/>
    <w:rsid w:val="00F8520E"/>
    <w:rsid w:val="00F86B37"/>
    <w:rsid w:val="00F86FD6"/>
    <w:rsid w:val="00F87464"/>
    <w:rsid w:val="00F876DC"/>
    <w:rsid w:val="00F87F21"/>
    <w:rsid w:val="00F91A59"/>
    <w:rsid w:val="00F91BDF"/>
    <w:rsid w:val="00F91DF8"/>
    <w:rsid w:val="00F9334F"/>
    <w:rsid w:val="00F93D7E"/>
    <w:rsid w:val="00F943AF"/>
    <w:rsid w:val="00F94625"/>
    <w:rsid w:val="00F94704"/>
    <w:rsid w:val="00F94766"/>
    <w:rsid w:val="00F94AAC"/>
    <w:rsid w:val="00F95A3A"/>
    <w:rsid w:val="00F97D7F"/>
    <w:rsid w:val="00FA0245"/>
    <w:rsid w:val="00FA122C"/>
    <w:rsid w:val="00FA1F06"/>
    <w:rsid w:val="00FA2511"/>
    <w:rsid w:val="00FA2E11"/>
    <w:rsid w:val="00FA381C"/>
    <w:rsid w:val="00FA3B95"/>
    <w:rsid w:val="00FA3D09"/>
    <w:rsid w:val="00FA4572"/>
    <w:rsid w:val="00FA6EDE"/>
    <w:rsid w:val="00FB006C"/>
    <w:rsid w:val="00FB03E1"/>
    <w:rsid w:val="00FB040D"/>
    <w:rsid w:val="00FB0541"/>
    <w:rsid w:val="00FB3244"/>
    <w:rsid w:val="00FB3329"/>
    <w:rsid w:val="00FB3789"/>
    <w:rsid w:val="00FB474D"/>
    <w:rsid w:val="00FB484F"/>
    <w:rsid w:val="00FB5018"/>
    <w:rsid w:val="00FB5D9C"/>
    <w:rsid w:val="00FB6D0D"/>
    <w:rsid w:val="00FB79D9"/>
    <w:rsid w:val="00FC0F95"/>
    <w:rsid w:val="00FC0FE1"/>
    <w:rsid w:val="00FC1111"/>
    <w:rsid w:val="00FC1278"/>
    <w:rsid w:val="00FC1A80"/>
    <w:rsid w:val="00FC3376"/>
    <w:rsid w:val="00FC394E"/>
    <w:rsid w:val="00FC4033"/>
    <w:rsid w:val="00FC51CF"/>
    <w:rsid w:val="00FC64DD"/>
    <w:rsid w:val="00FC765B"/>
    <w:rsid w:val="00FC7C4A"/>
    <w:rsid w:val="00FD0D35"/>
    <w:rsid w:val="00FD377A"/>
    <w:rsid w:val="00FD43E1"/>
    <w:rsid w:val="00FD5316"/>
    <w:rsid w:val="00FD6552"/>
    <w:rsid w:val="00FD6775"/>
    <w:rsid w:val="00FD69A9"/>
    <w:rsid w:val="00FD7479"/>
    <w:rsid w:val="00FD7922"/>
    <w:rsid w:val="00FE072B"/>
    <w:rsid w:val="00FE076E"/>
    <w:rsid w:val="00FE1C7F"/>
    <w:rsid w:val="00FE204B"/>
    <w:rsid w:val="00FE24B4"/>
    <w:rsid w:val="00FE3BDD"/>
    <w:rsid w:val="00FE3D37"/>
    <w:rsid w:val="00FE3FA4"/>
    <w:rsid w:val="00FE4334"/>
    <w:rsid w:val="00FE4956"/>
    <w:rsid w:val="00FE4BCE"/>
    <w:rsid w:val="00FE5308"/>
    <w:rsid w:val="00FE55DC"/>
    <w:rsid w:val="00FE5F2D"/>
    <w:rsid w:val="00FE7735"/>
    <w:rsid w:val="00FF0108"/>
    <w:rsid w:val="00FF1052"/>
    <w:rsid w:val="00FF1A35"/>
    <w:rsid w:val="00FF2988"/>
    <w:rsid w:val="00FF3063"/>
    <w:rsid w:val="00FF3068"/>
    <w:rsid w:val="00FF487D"/>
    <w:rsid w:val="00FF57A9"/>
    <w:rsid w:val="00FF7323"/>
    <w:rsid w:val="00FF732E"/>
    <w:rsid w:val="00FF7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0"/>
    <w:rPr>
      <w:rFonts w:ascii="TimesET" w:hAnsi="TimesET"/>
    </w:rPr>
  </w:style>
  <w:style w:type="paragraph" w:styleId="10">
    <w:name w:val="heading 1"/>
    <w:basedOn w:val="a"/>
    <w:next w:val="a"/>
    <w:qFormat/>
    <w:rsid w:val="00E37EE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37EE4"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4F4B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37EE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E37EE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rsid w:val="00E37EE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37E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37EE4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E37EE4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C82DE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Body Text Indent"/>
    <w:basedOn w:val="a"/>
    <w:link w:val="ae"/>
    <w:rsid w:val="00C82DE8"/>
    <w:pPr>
      <w:ind w:firstLine="1170"/>
      <w:jc w:val="both"/>
    </w:pPr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B15F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0F4AE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15455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DF67F3"/>
    <w:rPr>
      <w:rFonts w:ascii="TimesET" w:hAnsi="TimesET"/>
    </w:rPr>
  </w:style>
  <w:style w:type="paragraph" w:customStyle="1" w:styleId="ConsPlusCell">
    <w:name w:val="ConsPlusCell"/>
    <w:uiPriority w:val="99"/>
    <w:rsid w:val="009D0E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Основной текст с отступом Знак"/>
    <w:link w:val="ad"/>
    <w:rsid w:val="004845B1"/>
    <w:rPr>
      <w:sz w:val="28"/>
      <w:szCs w:val="24"/>
    </w:rPr>
  </w:style>
  <w:style w:type="paragraph" w:customStyle="1" w:styleId="af">
    <w:name w:val="Таблицы (моноширинный)"/>
    <w:basedOn w:val="a"/>
    <w:next w:val="a"/>
    <w:rsid w:val="004845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Знак"/>
    <w:basedOn w:val="a"/>
    <w:autoRedefine/>
    <w:rsid w:val="00153770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D72926"/>
    <w:rPr>
      <w:rFonts w:ascii="Arial" w:hAnsi="Arial" w:cs="Arial"/>
      <w:lang w:val="ru-RU" w:eastAsia="ru-RU" w:bidi="ar-SA"/>
    </w:rPr>
  </w:style>
  <w:style w:type="paragraph" w:customStyle="1" w:styleId="1">
    <w:name w:val="Стиль1"/>
    <w:basedOn w:val="a"/>
    <w:link w:val="11"/>
    <w:rsid w:val="00E34DF8"/>
    <w:pPr>
      <w:keepNext/>
      <w:keepLines/>
      <w:numPr>
        <w:numId w:val="12"/>
      </w:numPr>
      <w:jc w:val="both"/>
      <w:outlineLvl w:val="0"/>
    </w:pPr>
    <w:rPr>
      <w:rFonts w:ascii="Times New Roman" w:hAnsi="Times New Roman"/>
      <w:b/>
      <w:color w:val="000000"/>
      <w:sz w:val="28"/>
    </w:rPr>
  </w:style>
  <w:style w:type="character" w:customStyle="1" w:styleId="11">
    <w:name w:val="Стиль1 Знак"/>
    <w:link w:val="1"/>
    <w:locked/>
    <w:rsid w:val="00E34DF8"/>
    <w:rPr>
      <w:b/>
      <w:color w:val="000000"/>
      <w:sz w:val="28"/>
    </w:rPr>
  </w:style>
  <w:style w:type="paragraph" w:customStyle="1" w:styleId="af1">
    <w:name w:val="Обычный БД Знак"/>
    <w:basedOn w:val="a"/>
    <w:rsid w:val="00D87168"/>
    <w:pPr>
      <w:spacing w:line="360" w:lineRule="atLeast"/>
      <w:ind w:firstLine="709"/>
      <w:jc w:val="both"/>
    </w:pPr>
    <w:rPr>
      <w:rFonts w:cs="TimesET"/>
      <w:sz w:val="28"/>
      <w:szCs w:val="28"/>
    </w:rPr>
  </w:style>
  <w:style w:type="character" w:customStyle="1" w:styleId="a5">
    <w:name w:val="Название Знак"/>
    <w:link w:val="a4"/>
    <w:rsid w:val="004E6F56"/>
    <w:rPr>
      <w:sz w:val="28"/>
    </w:rPr>
  </w:style>
  <w:style w:type="paragraph" w:styleId="af2">
    <w:name w:val="No Spacing"/>
    <w:uiPriority w:val="1"/>
    <w:qFormat/>
    <w:rsid w:val="00616B22"/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rsid w:val="00492F50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C458A8"/>
    <w:pPr>
      <w:ind w:left="720"/>
      <w:contextualSpacing/>
    </w:pPr>
  </w:style>
  <w:style w:type="paragraph" w:styleId="3">
    <w:name w:val="Body Text Indent 3"/>
    <w:basedOn w:val="a"/>
    <w:link w:val="30"/>
    <w:rsid w:val="00650F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F1F"/>
    <w:rPr>
      <w:rFonts w:ascii="TimesET" w:hAnsi="TimesET"/>
      <w:sz w:val="16"/>
      <w:szCs w:val="16"/>
    </w:rPr>
  </w:style>
  <w:style w:type="paragraph" w:customStyle="1" w:styleId="ConsPlusTitle">
    <w:name w:val="ConsPlusTitle"/>
    <w:rsid w:val="005E22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0">
    <w:name w:val="Заголовок 4 Знак"/>
    <w:basedOn w:val="a0"/>
    <w:link w:val="4"/>
    <w:semiHidden/>
    <w:rsid w:val="004F4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0"/>
    <w:rPr>
      <w:rFonts w:ascii="TimesET" w:hAnsi="TimesET"/>
    </w:rPr>
  </w:style>
  <w:style w:type="paragraph" w:styleId="10">
    <w:name w:val="heading 1"/>
    <w:basedOn w:val="a"/>
    <w:next w:val="a"/>
    <w:qFormat/>
    <w:rsid w:val="00E37EE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37EE4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37EE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E37EE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rsid w:val="00E37EE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37E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37EE4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E37EE4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C82DE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Body Text Indent"/>
    <w:basedOn w:val="a"/>
    <w:link w:val="ae"/>
    <w:rsid w:val="00C82DE8"/>
    <w:pPr>
      <w:ind w:firstLine="1170"/>
      <w:jc w:val="both"/>
    </w:pPr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B15F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0F4AE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15455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DF67F3"/>
    <w:rPr>
      <w:rFonts w:ascii="TimesET" w:hAnsi="TimesET"/>
    </w:rPr>
  </w:style>
  <w:style w:type="paragraph" w:customStyle="1" w:styleId="ConsPlusCell">
    <w:name w:val="ConsPlusCell"/>
    <w:uiPriority w:val="99"/>
    <w:rsid w:val="009D0E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Основной текст с отступом Знак"/>
    <w:link w:val="ad"/>
    <w:rsid w:val="004845B1"/>
    <w:rPr>
      <w:sz w:val="28"/>
      <w:szCs w:val="24"/>
    </w:rPr>
  </w:style>
  <w:style w:type="paragraph" w:customStyle="1" w:styleId="af">
    <w:name w:val="Таблицы (моноширинный)"/>
    <w:basedOn w:val="a"/>
    <w:next w:val="a"/>
    <w:rsid w:val="004845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Знак"/>
    <w:basedOn w:val="a"/>
    <w:autoRedefine/>
    <w:rsid w:val="00153770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D72926"/>
    <w:rPr>
      <w:rFonts w:ascii="Arial" w:hAnsi="Arial" w:cs="Arial"/>
      <w:lang w:val="ru-RU" w:eastAsia="ru-RU" w:bidi="ar-SA"/>
    </w:rPr>
  </w:style>
  <w:style w:type="paragraph" w:customStyle="1" w:styleId="1">
    <w:name w:val="Стиль1"/>
    <w:basedOn w:val="a"/>
    <w:link w:val="11"/>
    <w:rsid w:val="00E34DF8"/>
    <w:pPr>
      <w:keepNext/>
      <w:keepLines/>
      <w:numPr>
        <w:numId w:val="12"/>
      </w:numPr>
      <w:jc w:val="both"/>
      <w:outlineLvl w:val="0"/>
    </w:pPr>
    <w:rPr>
      <w:rFonts w:ascii="Times New Roman" w:hAnsi="Times New Roman"/>
      <w:b/>
      <w:color w:val="000000"/>
      <w:sz w:val="28"/>
    </w:rPr>
  </w:style>
  <w:style w:type="character" w:customStyle="1" w:styleId="11">
    <w:name w:val="Стиль1 Знак"/>
    <w:link w:val="1"/>
    <w:locked/>
    <w:rsid w:val="00E34DF8"/>
    <w:rPr>
      <w:b/>
      <w:color w:val="000000"/>
      <w:sz w:val="28"/>
    </w:rPr>
  </w:style>
  <w:style w:type="paragraph" w:customStyle="1" w:styleId="af1">
    <w:name w:val="Обычный БД Знак"/>
    <w:basedOn w:val="a"/>
    <w:rsid w:val="00D87168"/>
    <w:pPr>
      <w:spacing w:line="360" w:lineRule="atLeast"/>
      <w:ind w:firstLine="709"/>
      <w:jc w:val="both"/>
    </w:pPr>
    <w:rPr>
      <w:rFonts w:cs="TimesET"/>
      <w:sz w:val="28"/>
      <w:szCs w:val="28"/>
    </w:rPr>
  </w:style>
  <w:style w:type="character" w:customStyle="1" w:styleId="a5">
    <w:name w:val="Название Знак"/>
    <w:link w:val="a4"/>
    <w:rsid w:val="004E6F56"/>
    <w:rPr>
      <w:sz w:val="28"/>
    </w:rPr>
  </w:style>
  <w:style w:type="paragraph" w:styleId="af2">
    <w:name w:val="No Spacing"/>
    <w:uiPriority w:val="1"/>
    <w:qFormat/>
    <w:rsid w:val="00616B22"/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rsid w:val="00492F50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C458A8"/>
    <w:pPr>
      <w:ind w:left="720"/>
      <w:contextualSpacing/>
    </w:pPr>
  </w:style>
  <w:style w:type="paragraph" w:styleId="3">
    <w:name w:val="Body Text Indent 3"/>
    <w:basedOn w:val="a"/>
    <w:link w:val="30"/>
    <w:rsid w:val="00650F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F1F"/>
    <w:rPr>
      <w:rFonts w:ascii="TimesET" w:hAnsi="TimesET"/>
      <w:sz w:val="16"/>
      <w:szCs w:val="16"/>
    </w:rPr>
  </w:style>
  <w:style w:type="paragraph" w:customStyle="1" w:styleId="ConsPlusTitle">
    <w:name w:val="ConsPlusTitle"/>
    <w:rsid w:val="005E22A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B0F79CC27C0464D7C148C4366846FD3FE2431F4B568A8BC517917C87A4211F96430B5FC7BFA053846F99222gDvEL" TargetMode="External"/><Relationship Id="rId18" Type="http://schemas.openxmlformats.org/officeDocument/2006/relationships/hyperlink" Target="consultantplus://offline/ref=3FFE4ED0077B202B3FBF4F5516D226A3B3405E2FF5D95A93D2C8A35833A419B58810463633B5C2E9A054E2A3117BBB7866F4C44798D6021B69DE0B67YCZBO" TargetMode="External"/><Relationship Id="rId26" Type="http://schemas.openxmlformats.org/officeDocument/2006/relationships/hyperlink" Target="consultantplus://offline/ref=3FFE4ED0077B202B3FBF4F5516D226A3B3405E2FF5D95A93D2C8A35833A419B58810463633B5C2E9A054E2A3117BBB7866F4C44798D6021B69DE0B67YCZB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97AFD4CB8AF504F656A9752B9D440F09443772467821F18B63073FB03DF6E59DBDCE6FD2DD78828E54A04CD67CC3A1F7D8BDBC88E5E5544F89A5E06dFKDN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9D6E7BAA38FA67EDD8AA0AD01DEFB8002C7A819B2A40E810376AF8635E71CEB9915F380F08A1B9BDAB34CF11y7WCJ" TargetMode="External"/><Relationship Id="rId25" Type="http://schemas.openxmlformats.org/officeDocument/2006/relationships/hyperlink" Target="consultantplus://offline/ref=3FFE4ED0077B202B3FBF4F5516D226A3B3405E2FF5D95A93D2C8A35833A419B58810463633B5C2E9A054E2A3117BBB7866F4C44798D6021B69DE0B67YCZB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6E7BAA38FA67EDD8AA0AD01DEFB8002C7A819B2A40E810376AF8635E71CEB9915F380F08A1B9BDAB34CF11y7WCJ" TargetMode="External"/><Relationship Id="rId20" Type="http://schemas.openxmlformats.org/officeDocument/2006/relationships/hyperlink" Target="consultantplus://offline/ref=997AFD4CB8AF504F656A9752B9D440F09443772467821F18B63073FB03DF6E59DBDCE6FD2DD78828E54A04CD69CC3A1F7D8BDBC88E5E5544F89A5E06dFKD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870BEAC534ADA15E5D37C9A9EB539A812C53163BF8F0433AE89236D8BB5BB1B3897D13448990A8BB360A2862BC76DC3F922C6071133848B89178D05847eD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D6E7BAA38FA67EDD8AA0AD01DEFB8002C7A819B2A40E810376AF8635E71CEB9915F380F08A1B9BDAB34CF11y7WCJ" TargetMode="External"/><Relationship Id="rId23" Type="http://schemas.openxmlformats.org/officeDocument/2006/relationships/hyperlink" Target="consultantplus://offline/ref=870BEAC534ADA15E5D37C9A9EB539A812C53163BF8F0433AE89236D8BB5BB1B3897D13448990A8BB360A2862BB76DC3F922C6071133848B89178D05847eDO" TargetMode="External"/><Relationship Id="rId28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3FFE4ED0077B202B3FBF4F5516D226A3B3405E2FF5D95A93D2C8A35833A419B58810463633B5C2E9A054E3A1157BBB7866F4C44798D6021B69DE0B67YCZB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9D6E7BAA38FA67EDD8AA0AD01DEFB8002C7A819B2A40E810376AF8635E71CEB9915F380F08A1B9BDAB34CF11y7WCJ" TargetMode="External"/><Relationship Id="rId22" Type="http://schemas.openxmlformats.org/officeDocument/2006/relationships/hyperlink" Target="consultantplus://offline/ref=870BEAC534ADA15E5D37C9A9EB539A812C53163BF8F0433AE89236D8BB5BB1B3897D13449B90F0B7340F366ABE638A6ED747e0O" TargetMode="External"/><Relationship Id="rId27" Type="http://schemas.openxmlformats.org/officeDocument/2006/relationships/hyperlink" Target="consultantplus://offline/ref=319F5DDDC1CD7CD8AE2072C0B31704AE2B7B9496EC1960F7F3A532F1A15CCC726251309D5C46DA4BFB56B02A6877J" TargetMode="Externa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1C40DE6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22025-5A94-4FA4-A1B1-3399616FF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1C40DE6C</Template>
  <TotalTime>57</TotalTime>
  <Pages>28</Pages>
  <Words>8428</Words>
  <Characters>48043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Правительство Рязанской области</Company>
  <LinksUpToDate>false</LinksUpToDate>
  <CharactersWithSpaces>56359</CharactersWithSpaces>
  <SharedDoc>false</SharedDoc>
  <HLinks>
    <vt:vector size="78" baseType="variant">
      <vt:variant>
        <vt:i4>2097249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consultantplus://offline/ref=777FAA7E68481C162B3ADEC3F4D943884A1B9D9B7E78448498E02618B7A76A5D65E6BE27277823648A0D8961gEE9H</vt:lpwstr>
      </vt:variant>
      <vt:variant>
        <vt:lpwstr/>
      </vt:variant>
      <vt:variant>
        <vt:i4>1179649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consultantplus://offline/ref=777FAA7E68481C162B3ADEC3F4D943884A1B9D9B7E78458491E62618B7A76A5D65gEE6H</vt:lpwstr>
      </vt:variant>
      <vt:variant>
        <vt:lpwstr/>
      </vt:variant>
      <vt:variant>
        <vt:i4>1179649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consultantplus://offline/ref=777FAA7E68481C162B3ADEC3F4D943884A1B9D9B7E78458491E62618B7A76A5D65gEE6H</vt:lpwstr>
      </vt:variant>
      <vt:variant>
        <vt:lpwstr/>
      </vt:variant>
      <vt:variant>
        <vt:i4>3866728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consultantplus://offline/ref=B26910778075472BD20D089A98F0E56D354B05D80A18D59D032474010A9FA81D2D7AC4B5DCFCF25369076326m5S3O</vt:lpwstr>
      </vt:variant>
      <vt:variant>
        <vt:lpwstr/>
      </vt:variant>
      <vt:variant>
        <vt:i4>3866728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consultantplus://offline/ref=B26910778075472BD20D089A98F0E56D354B05D80A18D59D032474010A9FA81D2D7AC4B5DCFCF25369076326m5S3O</vt:lpwstr>
      </vt:variant>
      <vt:variant>
        <vt:lpwstr/>
      </vt:variant>
      <vt:variant>
        <vt:i4>2490430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consultantplus://offline/ref=63818DB77CD21B8606268F0E45DDF1DE0766106DA937790B5DF105E60C7E1202EE0E2ABB0B200B713192A5B0i8LAL</vt:lpwstr>
      </vt:variant>
      <vt:variant>
        <vt:lpwstr/>
      </vt:variant>
      <vt:variant>
        <vt:i4>7929965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consultantplus://offline/ref=95A8B5D0F38EFFA23E6DA2FC74DB6D5F5B9837658CB525113A73CA255FEDFF4EB292ACF2A4F83A404E9F4C33M23BG</vt:lpwstr>
      </vt:variant>
      <vt:variant>
        <vt:lpwstr/>
      </vt:variant>
      <vt:variant>
        <vt:i4>7929909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consultantplus://offline/ref=95A8B5D0F38EFFA23E6DA2FC74DB6D5F5B9837658CB525113A73CA255FEDFF4EB292ACF2A4F83A434A984A33M23AG</vt:lpwstr>
      </vt:variant>
      <vt:variant>
        <vt:lpwstr/>
      </vt:variant>
      <vt:variant>
        <vt:i4>2752616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consultantplus://offline/ref=319F5DDDC1CD7CD8AE2072C0B31704AE2B7B9496EC1960F7F3A532F1A15CCC726251309D5C46DA4BFB56B02A6877J</vt:lpwstr>
      </vt:variant>
      <vt:variant>
        <vt:lpwstr/>
      </vt:variant>
      <vt:variant>
        <vt:i4>2752616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consultantplus://offline/ref=319F5DDDC1CD7CD8AE2072C0B31704AE2B7B9496EC1960F7F3A532F1A15CCC726251309D5C46DA4BFB56B02A6877J</vt:lpwstr>
      </vt:variant>
      <vt:variant>
        <vt:lpwstr/>
      </vt:variant>
      <vt:variant>
        <vt:i4>2490469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consultantplus://offline/ref=2D6F79C5FDA01B1182F2F9DE0CD9EFB767A6EC33D2871DD41AB2C48AF8D790247E46307C6673C251BB6782DAHEM6N</vt:lpwstr>
      </vt:variant>
      <vt:variant>
        <vt:lpwstr/>
      </vt:variant>
      <vt:variant>
        <vt:i4>6488126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consultantplus://offline/ref=553ECEBCF639805AA4C6F734ADFC4BFF05AF9C8AE73D4C864E12EE63F4C19FBA8500EE3C2E712EF263C3E354S5l3M</vt:lpwstr>
      </vt:variant>
      <vt:variant>
        <vt:lpwstr/>
      </vt:variant>
      <vt:variant>
        <vt:i4>6291510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consultantplus://offline/ref=BB0F79CC27C0464D7C148C4366846FD3FE2431F4B568A8BC517917C87A4211F96430B5FC7BFA053846F99222gDvEL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Admin</dc:creator>
  <cp:lastModifiedBy>Дягилева М.А.</cp:lastModifiedBy>
  <cp:revision>16</cp:revision>
  <cp:lastPrinted>2019-02-05T15:04:00Z</cp:lastPrinted>
  <dcterms:created xsi:type="dcterms:W3CDTF">2019-02-01T07:18:00Z</dcterms:created>
  <dcterms:modified xsi:type="dcterms:W3CDTF">2019-02-07T11:13:00Z</dcterms:modified>
</cp:coreProperties>
</file>